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6F8" w:rsidRPr="00BF0497" w:rsidRDefault="00C63FAE" w:rsidP="00C63FA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tbl>
      <w:tblPr>
        <w:tblW w:w="9586" w:type="dxa"/>
        <w:tblLook w:val="01E0"/>
      </w:tblPr>
      <w:tblGrid>
        <w:gridCol w:w="4686"/>
        <w:gridCol w:w="4900"/>
      </w:tblGrid>
      <w:tr w:rsidR="000378C5" w:rsidRPr="00794243" w:rsidTr="00E65844">
        <w:trPr>
          <w:trHeight w:val="278"/>
        </w:trPr>
        <w:tc>
          <w:tcPr>
            <w:tcW w:w="4686" w:type="dxa"/>
            <w:hideMark/>
          </w:tcPr>
          <w:p w:rsidR="000378C5" w:rsidRPr="00794243" w:rsidRDefault="000378C5" w:rsidP="00E65844">
            <w:pPr>
              <w:pStyle w:val="a7"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hideMark/>
          </w:tcPr>
          <w:p w:rsidR="000378C5" w:rsidRPr="00794243" w:rsidRDefault="000378C5" w:rsidP="00E65844">
            <w:pPr>
              <w:pStyle w:val="a7"/>
              <w:suppressAutoHyphens/>
              <w:ind w:left="430" w:firstLine="3"/>
              <w:rPr>
                <w:rFonts w:ascii="Times New Roman" w:hAnsi="Times New Roman"/>
                <w:sz w:val="28"/>
                <w:szCs w:val="28"/>
              </w:rPr>
            </w:pPr>
            <w:r w:rsidRPr="00794243">
              <w:rPr>
                <w:rFonts w:ascii="Times New Roman" w:hAnsi="Times New Roman"/>
                <w:sz w:val="28"/>
                <w:szCs w:val="28"/>
              </w:rPr>
              <w:t>ПРИНЯТО</w:t>
            </w:r>
          </w:p>
        </w:tc>
      </w:tr>
      <w:tr w:rsidR="000378C5" w:rsidRPr="00794243" w:rsidTr="00E65844">
        <w:trPr>
          <w:trHeight w:val="278"/>
        </w:trPr>
        <w:tc>
          <w:tcPr>
            <w:tcW w:w="4686" w:type="dxa"/>
            <w:hideMark/>
          </w:tcPr>
          <w:p w:rsidR="000378C5" w:rsidRPr="00794243" w:rsidRDefault="000378C5" w:rsidP="00E65844">
            <w:pPr>
              <w:pStyle w:val="a7"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hideMark/>
          </w:tcPr>
          <w:p w:rsidR="000378C5" w:rsidRPr="00794243" w:rsidRDefault="000378C5" w:rsidP="00E65844">
            <w:pPr>
              <w:pStyle w:val="a7"/>
              <w:suppressAutoHyphens/>
              <w:ind w:left="430" w:firstLine="3"/>
              <w:rPr>
                <w:rFonts w:ascii="Times New Roman" w:hAnsi="Times New Roman"/>
                <w:sz w:val="28"/>
                <w:szCs w:val="28"/>
              </w:rPr>
            </w:pPr>
            <w:r w:rsidRPr="00794243">
              <w:rPr>
                <w:rFonts w:ascii="Times New Roman" w:hAnsi="Times New Roman"/>
                <w:sz w:val="28"/>
                <w:szCs w:val="28"/>
              </w:rPr>
              <w:t xml:space="preserve">на общем собрании </w:t>
            </w:r>
          </w:p>
        </w:tc>
      </w:tr>
      <w:tr w:rsidR="000378C5" w:rsidRPr="00794243" w:rsidTr="00E65844">
        <w:trPr>
          <w:trHeight w:val="278"/>
        </w:trPr>
        <w:tc>
          <w:tcPr>
            <w:tcW w:w="4686" w:type="dxa"/>
            <w:hideMark/>
          </w:tcPr>
          <w:p w:rsidR="000378C5" w:rsidRPr="00794243" w:rsidRDefault="000378C5" w:rsidP="00E65844">
            <w:pPr>
              <w:pStyle w:val="a7"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hideMark/>
          </w:tcPr>
          <w:p w:rsidR="000378C5" w:rsidRPr="00794243" w:rsidRDefault="000378C5" w:rsidP="00E65844">
            <w:pPr>
              <w:pStyle w:val="a7"/>
              <w:suppressAutoHyphens/>
              <w:ind w:left="430" w:firstLine="3"/>
              <w:rPr>
                <w:rFonts w:ascii="Times New Roman" w:hAnsi="Times New Roman"/>
                <w:sz w:val="28"/>
                <w:szCs w:val="28"/>
              </w:rPr>
            </w:pPr>
            <w:r w:rsidRPr="00794243">
              <w:rPr>
                <w:rFonts w:ascii="Times New Roman" w:hAnsi="Times New Roman"/>
                <w:sz w:val="28"/>
                <w:szCs w:val="28"/>
              </w:rPr>
              <w:t>трудового коллектива</w:t>
            </w:r>
          </w:p>
        </w:tc>
      </w:tr>
      <w:tr w:rsidR="000378C5" w:rsidRPr="00794243" w:rsidTr="00E65844">
        <w:trPr>
          <w:trHeight w:val="278"/>
        </w:trPr>
        <w:tc>
          <w:tcPr>
            <w:tcW w:w="4686" w:type="dxa"/>
            <w:hideMark/>
          </w:tcPr>
          <w:p w:rsidR="000378C5" w:rsidRPr="00794243" w:rsidRDefault="000378C5" w:rsidP="00E65844">
            <w:pPr>
              <w:pStyle w:val="a7"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hideMark/>
          </w:tcPr>
          <w:p w:rsidR="000378C5" w:rsidRPr="00794243" w:rsidRDefault="000378C5" w:rsidP="00E65844">
            <w:pPr>
              <w:pStyle w:val="a7"/>
              <w:suppressAutoHyphens/>
              <w:ind w:left="430" w:firstLine="3"/>
              <w:rPr>
                <w:rFonts w:ascii="Times New Roman" w:hAnsi="Times New Roman"/>
                <w:sz w:val="28"/>
                <w:szCs w:val="28"/>
              </w:rPr>
            </w:pPr>
            <w:r w:rsidRPr="00794243">
              <w:rPr>
                <w:rFonts w:ascii="Times New Roman" w:hAnsi="Times New Roman"/>
                <w:sz w:val="28"/>
                <w:szCs w:val="28"/>
              </w:rPr>
              <w:t xml:space="preserve">протокол №____________ </w:t>
            </w:r>
          </w:p>
        </w:tc>
      </w:tr>
      <w:tr w:rsidR="000378C5" w:rsidRPr="00794243" w:rsidTr="00E65844">
        <w:trPr>
          <w:trHeight w:val="278"/>
        </w:trPr>
        <w:tc>
          <w:tcPr>
            <w:tcW w:w="4686" w:type="dxa"/>
            <w:hideMark/>
          </w:tcPr>
          <w:p w:rsidR="000378C5" w:rsidRPr="00794243" w:rsidRDefault="000378C5" w:rsidP="00E65844">
            <w:pPr>
              <w:pStyle w:val="a7"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hideMark/>
          </w:tcPr>
          <w:p w:rsidR="000378C5" w:rsidRPr="00794243" w:rsidRDefault="000378C5" w:rsidP="00E65844">
            <w:pPr>
              <w:pStyle w:val="a7"/>
              <w:suppressAutoHyphens/>
              <w:ind w:left="430" w:firstLine="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94243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4243">
              <w:rPr>
                <w:rFonts w:ascii="Times New Roman" w:hAnsi="Times New Roman"/>
                <w:sz w:val="28"/>
                <w:szCs w:val="28"/>
              </w:rPr>
              <w:t xml:space="preserve"> «____»__________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 w:rsidRPr="00794243">
              <w:rPr>
                <w:rFonts w:ascii="Times New Roman" w:hAnsi="Times New Roman"/>
                <w:sz w:val="28"/>
                <w:szCs w:val="28"/>
              </w:rPr>
              <w:t>_20___ г.</w:t>
            </w:r>
          </w:p>
        </w:tc>
      </w:tr>
      <w:tr w:rsidR="000378C5" w:rsidRPr="00794243" w:rsidTr="00E65844">
        <w:trPr>
          <w:trHeight w:val="569"/>
        </w:trPr>
        <w:tc>
          <w:tcPr>
            <w:tcW w:w="4686" w:type="dxa"/>
          </w:tcPr>
          <w:p w:rsidR="000378C5" w:rsidRPr="00794243" w:rsidRDefault="000378C5" w:rsidP="00E65844">
            <w:pPr>
              <w:pStyle w:val="a7"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hideMark/>
          </w:tcPr>
          <w:p w:rsidR="000378C5" w:rsidRPr="00794243" w:rsidRDefault="000378C5" w:rsidP="00E65844">
            <w:pPr>
              <w:pStyle w:val="a7"/>
              <w:suppressAutoHyphens/>
              <w:ind w:left="430" w:firstLine="3"/>
              <w:rPr>
                <w:rFonts w:ascii="Times New Roman" w:hAnsi="Times New Roman"/>
                <w:sz w:val="28"/>
                <w:szCs w:val="28"/>
              </w:rPr>
            </w:pPr>
          </w:p>
          <w:p w:rsidR="000378C5" w:rsidRPr="00794243" w:rsidRDefault="000378C5" w:rsidP="00E65844">
            <w:pPr>
              <w:pStyle w:val="a7"/>
              <w:suppressAutoHyphens/>
              <w:ind w:left="430" w:firstLine="3"/>
              <w:rPr>
                <w:rFonts w:ascii="Times New Roman" w:hAnsi="Times New Roman"/>
                <w:sz w:val="28"/>
                <w:szCs w:val="28"/>
              </w:rPr>
            </w:pPr>
            <w:r w:rsidRPr="00794243">
              <w:rPr>
                <w:rFonts w:ascii="Times New Roman" w:hAnsi="Times New Roman"/>
                <w:sz w:val="28"/>
                <w:szCs w:val="28"/>
              </w:rPr>
              <w:t>УТВЕРЖДАЮ:</w:t>
            </w:r>
          </w:p>
        </w:tc>
      </w:tr>
      <w:tr w:rsidR="000378C5" w:rsidRPr="00794243" w:rsidTr="00E65844">
        <w:trPr>
          <w:trHeight w:val="278"/>
        </w:trPr>
        <w:tc>
          <w:tcPr>
            <w:tcW w:w="4686" w:type="dxa"/>
          </w:tcPr>
          <w:p w:rsidR="000378C5" w:rsidRPr="00794243" w:rsidRDefault="000378C5" w:rsidP="00E65844">
            <w:pPr>
              <w:pStyle w:val="a7"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hideMark/>
          </w:tcPr>
          <w:p w:rsidR="000378C5" w:rsidRPr="00794243" w:rsidRDefault="00FF48F8" w:rsidP="00E65844">
            <w:pPr>
              <w:pStyle w:val="a7"/>
              <w:suppressAutoHyphens/>
              <w:ind w:left="430" w:firstLine="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378C5" w:rsidRPr="00794243" w:rsidTr="00E65844">
        <w:trPr>
          <w:trHeight w:val="278"/>
        </w:trPr>
        <w:tc>
          <w:tcPr>
            <w:tcW w:w="4686" w:type="dxa"/>
          </w:tcPr>
          <w:p w:rsidR="000378C5" w:rsidRPr="00794243" w:rsidRDefault="000378C5" w:rsidP="00E65844">
            <w:pPr>
              <w:pStyle w:val="a7"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hideMark/>
          </w:tcPr>
          <w:p w:rsidR="000378C5" w:rsidRPr="00794243" w:rsidRDefault="00FF48F8" w:rsidP="00E65844">
            <w:pPr>
              <w:ind w:left="430" w:firstLine="3"/>
            </w:pPr>
            <w:r>
              <w:t xml:space="preserve">                         </w:t>
            </w:r>
            <w:r w:rsidR="000378C5" w:rsidRPr="00794243">
              <w:t xml:space="preserve"> ________________</w:t>
            </w:r>
            <w:r w:rsidR="000378C5">
              <w:t>_</w:t>
            </w:r>
          </w:p>
        </w:tc>
      </w:tr>
      <w:tr w:rsidR="000378C5" w:rsidRPr="00794243" w:rsidTr="00E65844">
        <w:trPr>
          <w:trHeight w:val="364"/>
        </w:trPr>
        <w:tc>
          <w:tcPr>
            <w:tcW w:w="4686" w:type="dxa"/>
          </w:tcPr>
          <w:p w:rsidR="000378C5" w:rsidRPr="00794243" w:rsidRDefault="000378C5" w:rsidP="00E65844">
            <w:pPr>
              <w:pStyle w:val="a7"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hideMark/>
          </w:tcPr>
          <w:p w:rsidR="000378C5" w:rsidRPr="00794243" w:rsidRDefault="000378C5" w:rsidP="00E65844">
            <w:pPr>
              <w:ind w:firstLine="417"/>
            </w:pPr>
            <w:r>
              <w:t>Приказ № ____________________</w:t>
            </w:r>
            <w:r w:rsidRPr="00794243">
              <w:t xml:space="preserve">  </w:t>
            </w:r>
          </w:p>
          <w:p w:rsidR="000378C5" w:rsidRPr="00A372DC" w:rsidRDefault="000378C5" w:rsidP="00E65844">
            <w:pPr>
              <w:ind w:firstLine="417"/>
            </w:pPr>
            <w:r w:rsidRPr="00A372DC">
              <w:t xml:space="preserve">от </w:t>
            </w:r>
            <w:r>
              <w:t xml:space="preserve"> </w:t>
            </w:r>
            <w:r w:rsidRPr="00794243">
              <w:t>«____»___________</w:t>
            </w:r>
            <w:r>
              <w:t>___</w:t>
            </w:r>
            <w:r w:rsidRPr="00794243">
              <w:t>20___ г.</w:t>
            </w:r>
          </w:p>
          <w:p w:rsidR="000378C5" w:rsidRPr="00794243" w:rsidRDefault="000378C5" w:rsidP="00E65844">
            <w:pPr>
              <w:ind w:left="430" w:firstLine="3"/>
            </w:pPr>
          </w:p>
        </w:tc>
      </w:tr>
    </w:tbl>
    <w:p w:rsidR="000378C5" w:rsidRDefault="000378C5" w:rsidP="000378C5"/>
    <w:p w:rsidR="000378C5" w:rsidRDefault="000378C5" w:rsidP="000378C5">
      <w:pPr>
        <w:pStyle w:val="2"/>
        <w:rPr>
          <w:b w:val="0"/>
          <w:i/>
          <w:iCs w:val="0"/>
        </w:rPr>
      </w:pPr>
    </w:p>
    <w:p w:rsidR="006A7AC7" w:rsidRPr="000378C5" w:rsidRDefault="006A7AC7" w:rsidP="000378C5">
      <w:pPr>
        <w:pStyle w:val="a5"/>
        <w:spacing w:line="240" w:lineRule="auto"/>
        <w:rPr>
          <w:sz w:val="32"/>
          <w:szCs w:val="32"/>
        </w:rPr>
      </w:pPr>
      <w:r w:rsidRPr="000378C5">
        <w:rPr>
          <w:sz w:val="32"/>
          <w:szCs w:val="32"/>
        </w:rPr>
        <w:t>ПОЛОЖЕНИЕ</w:t>
      </w:r>
    </w:p>
    <w:p w:rsidR="000378C5" w:rsidRPr="000378C5" w:rsidRDefault="00A270BD" w:rsidP="000378C5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0378C5">
        <w:rPr>
          <w:rFonts w:ascii="Times New Roman" w:hAnsi="Times New Roman"/>
          <w:sz w:val="32"/>
          <w:szCs w:val="32"/>
        </w:rPr>
        <w:t xml:space="preserve">об организации пропускного режима </w:t>
      </w:r>
    </w:p>
    <w:p w:rsidR="000378C5" w:rsidRPr="000378C5" w:rsidRDefault="00A270BD" w:rsidP="000378C5">
      <w:pPr>
        <w:pStyle w:val="3"/>
        <w:spacing w:before="0" w:after="0"/>
        <w:jc w:val="center"/>
        <w:rPr>
          <w:rFonts w:ascii="Times New Roman" w:hAnsi="Times New Roman"/>
          <w:iCs w:val="0"/>
          <w:sz w:val="32"/>
          <w:szCs w:val="32"/>
        </w:rPr>
      </w:pPr>
      <w:r w:rsidRPr="000378C5">
        <w:rPr>
          <w:rFonts w:ascii="Times New Roman" w:hAnsi="Times New Roman"/>
          <w:sz w:val="32"/>
          <w:szCs w:val="32"/>
        </w:rPr>
        <w:t xml:space="preserve">в </w:t>
      </w:r>
      <w:r w:rsidR="000378C5" w:rsidRPr="000378C5">
        <w:rPr>
          <w:rFonts w:ascii="Times New Roman" w:hAnsi="Times New Roman"/>
          <w:iCs w:val="0"/>
          <w:sz w:val="32"/>
          <w:szCs w:val="32"/>
        </w:rPr>
        <w:t xml:space="preserve"> </w:t>
      </w:r>
      <w:r w:rsidR="00FF48F8">
        <w:rPr>
          <w:rFonts w:ascii="Times New Roman" w:hAnsi="Times New Roman"/>
          <w:iCs w:val="0"/>
          <w:sz w:val="32"/>
          <w:szCs w:val="32"/>
        </w:rPr>
        <w:t>_______________________________________________</w:t>
      </w:r>
    </w:p>
    <w:p w:rsidR="00BF0497" w:rsidRDefault="00FF48F8" w:rsidP="000378C5">
      <w:pPr>
        <w:pStyle w:val="3"/>
        <w:spacing w:before="0" w:after="0"/>
        <w:jc w:val="center"/>
        <w:rPr>
          <w:rFonts w:ascii="Times New Roman" w:hAnsi="Times New Roman"/>
          <w:iCs w:val="0"/>
          <w:sz w:val="32"/>
          <w:szCs w:val="32"/>
        </w:rPr>
      </w:pPr>
      <w:r>
        <w:rPr>
          <w:rFonts w:ascii="Times New Roman" w:hAnsi="Times New Roman"/>
          <w:iCs w:val="0"/>
          <w:sz w:val="32"/>
          <w:szCs w:val="32"/>
        </w:rPr>
        <w:t>_________________________________________________</w:t>
      </w:r>
    </w:p>
    <w:p w:rsidR="000378C5" w:rsidRPr="000378C5" w:rsidRDefault="000378C5" w:rsidP="000378C5"/>
    <w:p w:rsidR="000378C5" w:rsidRDefault="00BF0497" w:rsidP="000378C5">
      <w:pPr>
        <w:numPr>
          <w:ilvl w:val="0"/>
          <w:numId w:val="10"/>
        </w:numPr>
        <w:shd w:val="clear" w:color="auto" w:fill="FFFFFF"/>
        <w:jc w:val="center"/>
        <w:rPr>
          <w:b/>
          <w:bCs w:val="0"/>
          <w:i/>
          <w:color w:val="000000"/>
          <w:spacing w:val="-3"/>
        </w:rPr>
      </w:pPr>
      <w:r w:rsidRPr="000378C5">
        <w:rPr>
          <w:b/>
          <w:bCs w:val="0"/>
          <w:i/>
          <w:color w:val="000000"/>
          <w:spacing w:val="-3"/>
        </w:rPr>
        <w:t>Общие положения</w:t>
      </w:r>
    </w:p>
    <w:p w:rsidR="000378C5" w:rsidRPr="000378C5" w:rsidRDefault="000378C5" w:rsidP="000378C5">
      <w:pPr>
        <w:shd w:val="clear" w:color="auto" w:fill="FFFFFF"/>
        <w:ind w:left="394"/>
        <w:rPr>
          <w:b/>
          <w:bCs w:val="0"/>
          <w:i/>
          <w:color w:val="000000"/>
          <w:spacing w:val="-3"/>
        </w:rPr>
      </w:pPr>
    </w:p>
    <w:p w:rsidR="000378C5" w:rsidRDefault="000378C5" w:rsidP="00FF48F8">
      <w:pPr>
        <w:jc w:val="both"/>
        <w:rPr>
          <w:color w:val="000000"/>
        </w:rPr>
      </w:pPr>
      <w:r>
        <w:t xml:space="preserve">1.1. Настоящее Положение разработано в соответствии с </w:t>
      </w:r>
      <w:r w:rsidRPr="00144C12">
        <w:t>требованиями Федерального закона от 06.03.2006 №35-ФЗ  «О противодействи</w:t>
      </w:r>
      <w:r>
        <w:t>и</w:t>
      </w:r>
      <w:r w:rsidRPr="00144C12">
        <w:t xml:space="preserve"> терроризму»</w:t>
      </w:r>
      <w:r>
        <w:t xml:space="preserve">, Федерального закона от 28.12.2010 </w:t>
      </w:r>
      <w:hyperlink r:id="rId8" w:history="1">
        <w:r w:rsidRPr="00556849">
          <w:rPr>
            <w:rStyle w:val="a4"/>
            <w:color w:val="auto"/>
            <w:u w:val="none"/>
          </w:rPr>
          <w:t>№ 390-ФЗ</w:t>
        </w:r>
      </w:hyperlink>
      <w:r w:rsidRPr="00556849">
        <w:t xml:space="preserve"> "О безопасности", в соответствии с Указом Президента РФ от 15.02.2006 № 116 "О мерах п</w:t>
      </w:r>
      <w:r w:rsidR="00B55AED">
        <w:t>о противодействию терроризму"</w:t>
      </w:r>
      <w:r w:rsidR="00FF48F8">
        <w:t>.</w:t>
      </w:r>
      <w:r w:rsidR="006A7AC7" w:rsidRPr="003C2AEE">
        <w:rPr>
          <w:color w:val="000000"/>
        </w:rPr>
        <w:tab/>
      </w:r>
    </w:p>
    <w:p w:rsidR="00FF48F8" w:rsidRPr="00FF48F8" w:rsidRDefault="006A7AC7" w:rsidP="000378C5">
      <w:pPr>
        <w:numPr>
          <w:ilvl w:val="1"/>
          <w:numId w:val="10"/>
        </w:numPr>
        <w:shd w:val="clear" w:color="auto" w:fill="FFFFFF"/>
        <w:tabs>
          <w:tab w:val="left" w:pos="0"/>
        </w:tabs>
        <w:ind w:left="0" w:firstLine="0"/>
        <w:jc w:val="both"/>
        <w:rPr>
          <w:color w:val="000000"/>
          <w:spacing w:val="-6"/>
        </w:rPr>
      </w:pPr>
      <w:r w:rsidRPr="003C2AEE">
        <w:rPr>
          <w:color w:val="000000"/>
        </w:rPr>
        <w:t xml:space="preserve">Настоящим Положением определяется организация и порядок осуществления пропускного режима </w:t>
      </w:r>
      <w:proofErr w:type="gramStart"/>
      <w:r w:rsidRPr="003C2AEE">
        <w:rPr>
          <w:color w:val="000000"/>
        </w:rPr>
        <w:t>в</w:t>
      </w:r>
      <w:proofErr w:type="gramEnd"/>
      <w:r w:rsidRPr="003C2AEE">
        <w:rPr>
          <w:color w:val="000000"/>
        </w:rPr>
        <w:t xml:space="preserve"> </w:t>
      </w:r>
      <w:r w:rsidR="000378C5">
        <w:rPr>
          <w:color w:val="000000"/>
        </w:rPr>
        <w:t xml:space="preserve"> </w:t>
      </w:r>
      <w:r w:rsidR="00FF48F8">
        <w:rPr>
          <w:color w:val="000000"/>
        </w:rPr>
        <w:t>________________________________</w:t>
      </w:r>
    </w:p>
    <w:p w:rsidR="006A7AC7" w:rsidRDefault="00FF48F8" w:rsidP="00FF48F8">
      <w:pPr>
        <w:shd w:val="clear" w:color="auto" w:fill="FFFFFF"/>
        <w:tabs>
          <w:tab w:val="left" w:pos="0"/>
        </w:tabs>
        <w:jc w:val="both"/>
        <w:rPr>
          <w:color w:val="000000"/>
          <w:spacing w:val="-6"/>
        </w:rPr>
      </w:pPr>
      <w:r>
        <w:rPr>
          <w:color w:val="000000"/>
        </w:rPr>
        <w:t>_____________________________________________</w:t>
      </w:r>
      <w:r w:rsidR="00B55AED">
        <w:rPr>
          <w:color w:val="000000"/>
        </w:rPr>
        <w:t xml:space="preserve">, </w:t>
      </w:r>
      <w:r w:rsidR="006A7AC7" w:rsidRPr="003C2AEE">
        <w:rPr>
          <w:color w:val="000000"/>
        </w:rPr>
        <w:t>в</w:t>
      </w:r>
      <w:r w:rsidR="006A7AC7" w:rsidRPr="003C2AEE">
        <w:rPr>
          <w:color w:val="000000"/>
          <w:spacing w:val="-7"/>
        </w:rPr>
        <w:t xml:space="preserve"> целях обеспечения общественной  безопасности, предупреждения возможных </w:t>
      </w:r>
      <w:r w:rsidR="006A7AC7" w:rsidRPr="003C2AEE">
        <w:rPr>
          <w:color w:val="000000"/>
          <w:spacing w:val="-6"/>
        </w:rPr>
        <w:t>террористических, экстремистских акций и других противоправных проявлений в отношении учащихся (воспитанников), педагогических работников и технического персонала образовательного учреждения.</w:t>
      </w:r>
    </w:p>
    <w:p w:rsidR="000378C5" w:rsidRDefault="000378C5" w:rsidP="000378C5">
      <w:pPr>
        <w:shd w:val="clear" w:color="auto" w:fill="FFFFFF"/>
        <w:tabs>
          <w:tab w:val="left" w:pos="0"/>
        </w:tabs>
        <w:jc w:val="both"/>
        <w:rPr>
          <w:color w:val="000000"/>
          <w:spacing w:val="-6"/>
        </w:rPr>
      </w:pPr>
    </w:p>
    <w:p w:rsidR="006A7AC7" w:rsidRPr="000378C5" w:rsidRDefault="006A7AC7" w:rsidP="000378C5">
      <w:pPr>
        <w:numPr>
          <w:ilvl w:val="1"/>
          <w:numId w:val="10"/>
        </w:numPr>
        <w:shd w:val="clear" w:color="auto" w:fill="FFFFFF"/>
        <w:tabs>
          <w:tab w:val="left" w:pos="0"/>
        </w:tabs>
        <w:jc w:val="both"/>
        <w:rPr>
          <w:color w:val="000000"/>
          <w:spacing w:val="-6"/>
        </w:rPr>
      </w:pPr>
      <w:r w:rsidRPr="000378C5">
        <w:rPr>
          <w:color w:val="000000"/>
          <w:spacing w:val="-6"/>
        </w:rPr>
        <w:t xml:space="preserve">Пропускной режим </w:t>
      </w:r>
      <w:proofErr w:type="gramStart"/>
      <w:r w:rsidRPr="000378C5">
        <w:rPr>
          <w:color w:val="000000"/>
          <w:spacing w:val="-6"/>
        </w:rPr>
        <w:t>в</w:t>
      </w:r>
      <w:proofErr w:type="gramEnd"/>
      <w:r w:rsidRPr="000378C5">
        <w:rPr>
          <w:color w:val="000000"/>
          <w:spacing w:val="-6"/>
        </w:rPr>
        <w:t xml:space="preserve"> </w:t>
      </w:r>
      <w:proofErr w:type="spellStart"/>
      <w:r w:rsidR="00FF48F8">
        <w:rPr>
          <w:color w:val="000000"/>
          <w:spacing w:val="-6"/>
        </w:rPr>
        <w:t>___________________________</w:t>
      </w:r>
      <w:r w:rsidRPr="000378C5">
        <w:rPr>
          <w:color w:val="000000"/>
          <w:spacing w:val="-6"/>
        </w:rPr>
        <w:t>осуществляется</w:t>
      </w:r>
      <w:proofErr w:type="spellEnd"/>
      <w:r w:rsidRPr="000378C5">
        <w:rPr>
          <w:color w:val="000000"/>
          <w:spacing w:val="-6"/>
        </w:rPr>
        <w:t>:</w:t>
      </w:r>
    </w:p>
    <w:p w:rsidR="006A7AC7" w:rsidRPr="00160697" w:rsidRDefault="006A7AC7" w:rsidP="002C14BF">
      <w:pPr>
        <w:numPr>
          <w:ilvl w:val="0"/>
          <w:numId w:val="18"/>
        </w:numPr>
        <w:shd w:val="clear" w:color="auto" w:fill="FFFFFF"/>
        <w:tabs>
          <w:tab w:val="left" w:pos="0"/>
        </w:tabs>
        <w:ind w:left="426" w:hanging="426"/>
        <w:jc w:val="both"/>
        <w:rPr>
          <w:spacing w:val="-5"/>
        </w:rPr>
      </w:pPr>
      <w:r w:rsidRPr="00160697">
        <w:rPr>
          <w:spacing w:val="-6"/>
        </w:rPr>
        <w:t xml:space="preserve">в учебное время </w:t>
      </w:r>
      <w:r w:rsidR="00CB625B" w:rsidRPr="00160697">
        <w:rPr>
          <w:spacing w:val="-6"/>
        </w:rPr>
        <w:t xml:space="preserve">вахтером и </w:t>
      </w:r>
      <w:r w:rsidRPr="00160697">
        <w:rPr>
          <w:spacing w:val="-6"/>
        </w:rPr>
        <w:t>дежурным администратором</w:t>
      </w:r>
      <w:r w:rsidR="00CB625B" w:rsidRPr="00160697">
        <w:rPr>
          <w:spacing w:val="-6"/>
        </w:rPr>
        <w:t xml:space="preserve">.  С понедельника по субботу  </w:t>
      </w:r>
      <w:proofErr w:type="gramStart"/>
      <w:r w:rsidR="00CB625B" w:rsidRPr="00160697">
        <w:rPr>
          <w:spacing w:val="-6"/>
        </w:rPr>
        <w:t>с</w:t>
      </w:r>
      <w:proofErr w:type="gramEnd"/>
      <w:r w:rsidR="00CB625B" w:rsidRPr="00160697">
        <w:rPr>
          <w:spacing w:val="-6"/>
        </w:rPr>
        <w:t xml:space="preserve"> </w:t>
      </w:r>
      <w:r w:rsidR="007F4C67">
        <w:rPr>
          <w:spacing w:val="-6"/>
        </w:rPr>
        <w:t>___</w:t>
      </w:r>
      <w:r w:rsidR="00CB625B" w:rsidRPr="00160697">
        <w:rPr>
          <w:spacing w:val="-6"/>
        </w:rPr>
        <w:t xml:space="preserve"> до </w:t>
      </w:r>
      <w:r w:rsidR="007F4C67">
        <w:rPr>
          <w:spacing w:val="-6"/>
        </w:rPr>
        <w:t>____</w:t>
      </w:r>
      <w:r w:rsidRPr="00160697">
        <w:rPr>
          <w:spacing w:val="-5"/>
        </w:rPr>
        <w:t>.</w:t>
      </w:r>
    </w:p>
    <w:p w:rsidR="00160697" w:rsidRPr="00160697" w:rsidRDefault="006A7AC7" w:rsidP="00160697">
      <w:pPr>
        <w:numPr>
          <w:ilvl w:val="0"/>
          <w:numId w:val="18"/>
        </w:numPr>
        <w:shd w:val="clear" w:color="auto" w:fill="FFFFFF"/>
        <w:tabs>
          <w:tab w:val="left" w:pos="0"/>
        </w:tabs>
        <w:ind w:left="426" w:right="29" w:hanging="426"/>
        <w:jc w:val="both"/>
        <w:rPr>
          <w:spacing w:val="-6"/>
        </w:rPr>
      </w:pPr>
      <w:r w:rsidRPr="00160697">
        <w:rPr>
          <w:spacing w:val="-4"/>
        </w:rPr>
        <w:t>в выходные и праздничные дни</w:t>
      </w:r>
      <w:r w:rsidR="00160697" w:rsidRPr="00160697">
        <w:rPr>
          <w:spacing w:val="-4"/>
        </w:rPr>
        <w:t xml:space="preserve"> – вахтером,</w:t>
      </w:r>
    </w:p>
    <w:p w:rsidR="00160697" w:rsidRPr="00160697" w:rsidRDefault="00160697" w:rsidP="00160697">
      <w:pPr>
        <w:numPr>
          <w:ilvl w:val="0"/>
          <w:numId w:val="18"/>
        </w:numPr>
        <w:shd w:val="clear" w:color="auto" w:fill="FFFFFF"/>
        <w:tabs>
          <w:tab w:val="left" w:pos="0"/>
        </w:tabs>
        <w:ind w:left="426" w:right="29" w:hanging="426"/>
        <w:jc w:val="both"/>
        <w:rPr>
          <w:spacing w:val="-6"/>
        </w:rPr>
      </w:pPr>
      <w:r w:rsidRPr="00160697">
        <w:rPr>
          <w:spacing w:val="-4"/>
        </w:rPr>
        <w:t xml:space="preserve">в ночное время пропускной режим в </w:t>
      </w:r>
      <w:r w:rsidR="00EE77EA">
        <w:rPr>
          <w:spacing w:val="-4"/>
        </w:rPr>
        <w:t>___________ (ОУ)</w:t>
      </w:r>
      <w:r w:rsidRPr="00160697">
        <w:rPr>
          <w:spacing w:val="-4"/>
        </w:rPr>
        <w:t xml:space="preserve"> не осуществляется. </w:t>
      </w:r>
    </w:p>
    <w:p w:rsidR="00160697" w:rsidRPr="00160697" w:rsidRDefault="00160697" w:rsidP="00160697">
      <w:pPr>
        <w:shd w:val="clear" w:color="auto" w:fill="FFFFFF"/>
        <w:tabs>
          <w:tab w:val="left" w:pos="0"/>
        </w:tabs>
        <w:ind w:right="29"/>
        <w:jc w:val="both"/>
        <w:rPr>
          <w:spacing w:val="-6"/>
        </w:rPr>
      </w:pPr>
    </w:p>
    <w:p w:rsidR="006A7AC7" w:rsidRPr="00160697" w:rsidRDefault="006A7AC7" w:rsidP="002C14BF">
      <w:pPr>
        <w:numPr>
          <w:ilvl w:val="1"/>
          <w:numId w:val="10"/>
        </w:numPr>
        <w:shd w:val="clear" w:color="auto" w:fill="FFFFFF"/>
        <w:tabs>
          <w:tab w:val="left" w:pos="0"/>
        </w:tabs>
        <w:ind w:left="0" w:right="29" w:firstLine="0"/>
        <w:jc w:val="both"/>
        <w:rPr>
          <w:spacing w:val="-6"/>
        </w:rPr>
      </w:pPr>
      <w:r w:rsidRPr="00160697">
        <w:rPr>
          <w:spacing w:val="-6"/>
        </w:rPr>
        <w:lastRenderedPageBreak/>
        <w:t xml:space="preserve">Ответственным за организацию и обеспечение пропускного режима  на территории </w:t>
      </w:r>
      <w:r w:rsidR="00F06563" w:rsidRPr="00160697">
        <w:rPr>
          <w:spacing w:val="-6"/>
        </w:rPr>
        <w:t xml:space="preserve"> </w:t>
      </w:r>
      <w:proofErr w:type="spellStart"/>
      <w:r w:rsidR="007F4C67">
        <w:rPr>
          <w:spacing w:val="-6"/>
        </w:rPr>
        <w:t>______________________</w:t>
      </w:r>
      <w:r w:rsidRPr="00160697">
        <w:rPr>
          <w:spacing w:val="-6"/>
        </w:rPr>
        <w:t>назначается</w:t>
      </w:r>
      <w:proofErr w:type="spellEnd"/>
      <w:r w:rsidR="00CB625B" w:rsidRPr="00160697">
        <w:rPr>
          <w:spacing w:val="-6"/>
        </w:rPr>
        <w:t xml:space="preserve"> приказом </w:t>
      </w:r>
      <w:r w:rsidRPr="00160697">
        <w:rPr>
          <w:spacing w:val="-6"/>
        </w:rPr>
        <w:t xml:space="preserve"> один из заместителей </w:t>
      </w:r>
      <w:r w:rsidR="007F4C67">
        <w:rPr>
          <w:spacing w:val="-6"/>
        </w:rPr>
        <w:t xml:space="preserve"> ____________________</w:t>
      </w:r>
      <w:r w:rsidRPr="00160697">
        <w:rPr>
          <w:spacing w:val="-6"/>
        </w:rPr>
        <w:t>– дежурный администратор.</w:t>
      </w:r>
    </w:p>
    <w:p w:rsidR="00BF0497" w:rsidRPr="003C2AEE" w:rsidRDefault="00BF0497" w:rsidP="00CB531D">
      <w:pPr>
        <w:numPr>
          <w:ilvl w:val="0"/>
          <w:numId w:val="19"/>
        </w:numPr>
        <w:shd w:val="clear" w:color="auto" w:fill="FFFFFF"/>
        <w:ind w:right="29"/>
        <w:jc w:val="both"/>
        <w:rPr>
          <w:color w:val="000000"/>
          <w:spacing w:val="-6"/>
        </w:rPr>
      </w:pPr>
    </w:p>
    <w:p w:rsidR="006A7AC7" w:rsidRPr="00F06563" w:rsidRDefault="00BF0497" w:rsidP="006A7AC7">
      <w:pPr>
        <w:shd w:val="clear" w:color="auto" w:fill="FFFFFF"/>
        <w:ind w:right="29"/>
        <w:jc w:val="center"/>
        <w:rPr>
          <w:b/>
          <w:bCs w:val="0"/>
          <w:i/>
          <w:color w:val="000000"/>
          <w:spacing w:val="-6"/>
        </w:rPr>
      </w:pPr>
      <w:r w:rsidRPr="00F06563">
        <w:rPr>
          <w:b/>
          <w:bCs w:val="0"/>
          <w:i/>
          <w:color w:val="000000"/>
          <w:spacing w:val="-6"/>
        </w:rPr>
        <w:t>2. Организация пропускного режима</w:t>
      </w:r>
    </w:p>
    <w:p w:rsidR="006A7AC7" w:rsidRPr="003C2AEE" w:rsidRDefault="006A7AC7" w:rsidP="006A7AC7">
      <w:pPr>
        <w:shd w:val="clear" w:color="auto" w:fill="FFFFFF"/>
        <w:ind w:right="29"/>
        <w:jc w:val="center"/>
        <w:rPr>
          <w:b/>
          <w:bCs w:val="0"/>
          <w:color w:val="000000"/>
          <w:spacing w:val="-6"/>
        </w:rPr>
      </w:pPr>
    </w:p>
    <w:p w:rsidR="006A7AC7" w:rsidRPr="00BF0497" w:rsidRDefault="006A7AC7" w:rsidP="006A7AC7">
      <w:pPr>
        <w:jc w:val="both"/>
        <w:rPr>
          <w:bCs w:val="0"/>
          <w:color w:val="000000"/>
          <w:spacing w:val="-6"/>
        </w:rPr>
      </w:pPr>
      <w:r w:rsidRPr="00BF0497">
        <w:rPr>
          <w:bCs w:val="0"/>
          <w:color w:val="000000"/>
          <w:spacing w:val="-6"/>
        </w:rPr>
        <w:t>2.1. Прием учащихся, работников образовательного учреждения и посетителей.</w:t>
      </w:r>
    </w:p>
    <w:p w:rsidR="006A7AC7" w:rsidRPr="000F3087" w:rsidRDefault="006A7AC7" w:rsidP="00CB625B">
      <w:pPr>
        <w:shd w:val="clear" w:color="auto" w:fill="FFFFFF"/>
        <w:tabs>
          <w:tab w:val="left" w:pos="1234"/>
        </w:tabs>
        <w:ind w:left="19" w:firstLine="701"/>
        <w:jc w:val="both"/>
        <w:rPr>
          <w:spacing w:val="-5"/>
        </w:rPr>
      </w:pPr>
      <w:r w:rsidRPr="000F3087">
        <w:rPr>
          <w:spacing w:val="-6"/>
        </w:rPr>
        <w:t xml:space="preserve"> </w:t>
      </w:r>
      <w:r w:rsidRPr="000F3087">
        <w:t xml:space="preserve">Вход учащихся (воспитанников) в образовательное учреждение на учебные занятия осуществляется самостоятельно или в сопровождении родителей без предъявления документов и записи в журнале регистрации посетителей  </w:t>
      </w:r>
      <w:proofErr w:type="gramStart"/>
      <w:r w:rsidR="00CB625B" w:rsidRPr="000F3087">
        <w:rPr>
          <w:spacing w:val="-6"/>
        </w:rPr>
        <w:t>с</w:t>
      </w:r>
      <w:proofErr w:type="gramEnd"/>
      <w:r w:rsidR="00CB625B" w:rsidRPr="000F3087">
        <w:rPr>
          <w:spacing w:val="-6"/>
        </w:rPr>
        <w:t xml:space="preserve"> </w:t>
      </w:r>
      <w:r w:rsidR="00B55AED">
        <w:rPr>
          <w:spacing w:val="-6"/>
        </w:rPr>
        <w:t>______</w:t>
      </w:r>
      <w:r w:rsidR="00CB625B" w:rsidRPr="000F3087">
        <w:rPr>
          <w:spacing w:val="-5"/>
        </w:rPr>
        <w:t>.</w:t>
      </w:r>
    </w:p>
    <w:p w:rsidR="000F3087" w:rsidRDefault="006A7AC7" w:rsidP="006A7AC7">
      <w:pPr>
        <w:ind w:right="29"/>
        <w:jc w:val="both"/>
        <w:rPr>
          <w:color w:val="000000"/>
          <w:spacing w:val="-6"/>
        </w:rPr>
      </w:pPr>
      <w:r w:rsidRPr="003C2AEE">
        <w:rPr>
          <w:color w:val="000000"/>
          <w:spacing w:val="-6"/>
        </w:rPr>
        <w:t xml:space="preserve">           </w:t>
      </w:r>
      <w:r w:rsidRPr="003C2AEE">
        <w:rPr>
          <w:color w:val="000000"/>
          <w:spacing w:val="-6"/>
        </w:rPr>
        <w:tab/>
        <w:t xml:space="preserve">В остальное время учащиеся (воспитанники) пропускаются  в </w:t>
      </w:r>
      <w:r w:rsidR="00A745C0">
        <w:rPr>
          <w:color w:val="000000"/>
          <w:spacing w:val="-6"/>
        </w:rPr>
        <w:t>________________ (ОУ)</w:t>
      </w:r>
      <w:r w:rsidRPr="003C2AEE">
        <w:rPr>
          <w:color w:val="000000"/>
          <w:spacing w:val="-6"/>
        </w:rPr>
        <w:t xml:space="preserve"> по предъявлении документа образца, установленного администрацией</w:t>
      </w:r>
      <w:r w:rsidR="007F4C67">
        <w:rPr>
          <w:color w:val="000000"/>
          <w:spacing w:val="-6"/>
        </w:rPr>
        <w:t>_______________________________________________________</w:t>
      </w:r>
      <w:r w:rsidR="00CB625B">
        <w:rPr>
          <w:color w:val="000000"/>
          <w:spacing w:val="-6"/>
        </w:rPr>
        <w:t xml:space="preserve">. </w:t>
      </w:r>
    </w:p>
    <w:p w:rsidR="006A7AC7" w:rsidRDefault="00CB625B" w:rsidP="000F3087">
      <w:pPr>
        <w:ind w:right="29" w:firstLine="708"/>
        <w:jc w:val="both"/>
        <w:rPr>
          <w:spacing w:val="-6"/>
        </w:rPr>
      </w:pPr>
      <w:r>
        <w:rPr>
          <w:color w:val="000000"/>
          <w:spacing w:val="-6"/>
        </w:rPr>
        <w:t xml:space="preserve">Для учащихся  1 – 8 классов таким документом </w:t>
      </w:r>
      <w:r w:rsidR="00C67473">
        <w:rPr>
          <w:color w:val="000000"/>
          <w:spacing w:val="-6"/>
        </w:rPr>
        <w:t xml:space="preserve"> </w:t>
      </w:r>
      <w:r>
        <w:rPr>
          <w:color w:val="000000"/>
          <w:spacing w:val="-6"/>
        </w:rPr>
        <w:t xml:space="preserve"> является </w:t>
      </w:r>
      <w:r w:rsidR="00160697">
        <w:rPr>
          <w:color w:val="000000"/>
          <w:spacing w:val="-6"/>
        </w:rPr>
        <w:t xml:space="preserve"> школьный </w:t>
      </w:r>
      <w:r>
        <w:rPr>
          <w:color w:val="000000"/>
          <w:spacing w:val="-6"/>
        </w:rPr>
        <w:t xml:space="preserve">дневник </w:t>
      </w:r>
      <w:r w:rsidR="00160697">
        <w:rPr>
          <w:color w:val="000000"/>
          <w:spacing w:val="-6"/>
        </w:rPr>
        <w:t xml:space="preserve"> или специальный пропуск </w:t>
      </w:r>
      <w:r>
        <w:rPr>
          <w:color w:val="000000"/>
          <w:spacing w:val="-6"/>
        </w:rPr>
        <w:t>с обязательным размещением в нем фотографии ученика, его фамил</w:t>
      </w:r>
      <w:r w:rsidR="002C14BF">
        <w:rPr>
          <w:color w:val="000000"/>
          <w:spacing w:val="-6"/>
        </w:rPr>
        <w:t xml:space="preserve">ии и имени. Данные заверяются печатью </w:t>
      </w:r>
      <w:r w:rsidR="00A745C0">
        <w:rPr>
          <w:color w:val="000000"/>
          <w:spacing w:val="-6"/>
        </w:rPr>
        <w:t>______ (ОУ)</w:t>
      </w:r>
      <w:r w:rsidR="006A7AC7" w:rsidRPr="000F3087">
        <w:rPr>
          <w:i/>
          <w:spacing w:val="-6"/>
        </w:rPr>
        <w:t>.</w:t>
      </w:r>
    </w:p>
    <w:p w:rsidR="000F3087" w:rsidRDefault="000F3087" w:rsidP="000F3087">
      <w:pPr>
        <w:ind w:right="29" w:firstLine="708"/>
        <w:jc w:val="both"/>
        <w:rPr>
          <w:spacing w:val="-6"/>
        </w:rPr>
      </w:pPr>
      <w:proofErr w:type="gramStart"/>
      <w:r>
        <w:rPr>
          <w:spacing w:val="-6"/>
        </w:rPr>
        <w:t>Для учащихся 9 – 11 классов таким документом является специальный пропуск, в котором кроме фотографии ученика указаны его фамилия, имя,  печать</w:t>
      </w:r>
      <w:r w:rsidR="00160697">
        <w:rPr>
          <w:spacing w:val="-6"/>
        </w:rPr>
        <w:t xml:space="preserve"> и адрес</w:t>
      </w:r>
      <w:r>
        <w:rPr>
          <w:spacing w:val="-6"/>
        </w:rPr>
        <w:t xml:space="preserve"> </w:t>
      </w:r>
      <w:r w:rsidR="007F4C67">
        <w:rPr>
          <w:spacing w:val="-6"/>
        </w:rPr>
        <w:t>__________________(ОУ)</w:t>
      </w:r>
      <w:r>
        <w:rPr>
          <w:spacing w:val="-6"/>
        </w:rPr>
        <w:t>.</w:t>
      </w:r>
      <w:proofErr w:type="gramEnd"/>
    </w:p>
    <w:p w:rsidR="00C67473" w:rsidRDefault="006A7AC7" w:rsidP="006A7AC7">
      <w:pPr>
        <w:ind w:right="29"/>
        <w:jc w:val="both"/>
        <w:rPr>
          <w:color w:val="000000"/>
          <w:spacing w:val="-6"/>
        </w:rPr>
      </w:pPr>
      <w:r w:rsidRPr="003C2AEE">
        <w:rPr>
          <w:color w:val="000000"/>
          <w:spacing w:val="-6"/>
        </w:rPr>
        <w:t xml:space="preserve">          </w:t>
      </w:r>
      <w:r w:rsidRPr="003C2AEE">
        <w:rPr>
          <w:color w:val="000000"/>
          <w:spacing w:val="-6"/>
        </w:rPr>
        <w:tab/>
      </w:r>
    </w:p>
    <w:p w:rsidR="006A7AC7" w:rsidRPr="000F3087" w:rsidRDefault="00C67473" w:rsidP="006A7AC7">
      <w:pPr>
        <w:ind w:right="29"/>
        <w:jc w:val="both"/>
        <w:rPr>
          <w:spacing w:val="-6"/>
        </w:rPr>
      </w:pPr>
      <w:r>
        <w:rPr>
          <w:color w:val="000000"/>
          <w:spacing w:val="-6"/>
        </w:rPr>
        <w:t xml:space="preserve">2.2. </w:t>
      </w:r>
      <w:r w:rsidR="006A7AC7" w:rsidRPr="003C2AEE">
        <w:rPr>
          <w:color w:val="000000"/>
          <w:spacing w:val="-6"/>
        </w:rPr>
        <w:t>Педагогические работники и технический персонал</w:t>
      </w:r>
      <w:r>
        <w:rPr>
          <w:color w:val="000000"/>
          <w:spacing w:val="-6"/>
        </w:rPr>
        <w:t xml:space="preserve"> </w:t>
      </w:r>
      <w:r w:rsidR="00A745C0">
        <w:rPr>
          <w:color w:val="000000"/>
          <w:spacing w:val="-6"/>
        </w:rPr>
        <w:t>______________(ОУ)</w:t>
      </w:r>
      <w:r w:rsidR="006A7AC7" w:rsidRPr="003C2AEE">
        <w:rPr>
          <w:color w:val="000000"/>
          <w:spacing w:val="-6"/>
        </w:rPr>
        <w:t xml:space="preserve"> пропускаются на </w:t>
      </w:r>
      <w:r>
        <w:rPr>
          <w:color w:val="000000"/>
          <w:spacing w:val="-6"/>
        </w:rPr>
        <w:t xml:space="preserve"> его </w:t>
      </w:r>
      <w:r w:rsidR="006A7AC7" w:rsidRPr="003C2AEE">
        <w:rPr>
          <w:color w:val="000000"/>
          <w:spacing w:val="-6"/>
        </w:rPr>
        <w:t xml:space="preserve">территорию по предъявлении документа образца, </w:t>
      </w:r>
      <w:r w:rsidR="006A7AC7" w:rsidRPr="000F3087">
        <w:rPr>
          <w:spacing w:val="-6"/>
        </w:rPr>
        <w:t xml:space="preserve">установленного администрацией образовательного учреждения </w:t>
      </w:r>
      <w:r w:rsidR="000F3087" w:rsidRPr="000F3087">
        <w:rPr>
          <w:spacing w:val="-6"/>
        </w:rPr>
        <w:t xml:space="preserve"> - пропуска - </w:t>
      </w:r>
      <w:r w:rsidR="006A7AC7" w:rsidRPr="000F3087">
        <w:rPr>
          <w:spacing w:val="-6"/>
        </w:rPr>
        <w:t xml:space="preserve"> без записи в журнале регистрации посетителей</w:t>
      </w:r>
      <w:r w:rsidR="006A7AC7" w:rsidRPr="000F3087">
        <w:rPr>
          <w:i/>
          <w:spacing w:val="-6"/>
        </w:rPr>
        <w:t>.</w:t>
      </w:r>
      <w:r w:rsidR="000F3087" w:rsidRPr="000F3087">
        <w:rPr>
          <w:spacing w:val="-6"/>
        </w:rPr>
        <w:t xml:space="preserve"> В пропуске работников </w:t>
      </w:r>
      <w:r w:rsidR="007F4C67">
        <w:rPr>
          <w:spacing w:val="-6"/>
        </w:rPr>
        <w:t xml:space="preserve">___________ (ОУ) </w:t>
      </w:r>
      <w:r w:rsidR="000F3087" w:rsidRPr="000F3087">
        <w:rPr>
          <w:spacing w:val="-6"/>
        </w:rPr>
        <w:t xml:space="preserve">указываются фамилия, имя, отчество работника, должность, помещается его фотография. Данные заверяются печатью </w:t>
      </w:r>
      <w:r w:rsidR="007F4C67">
        <w:rPr>
          <w:spacing w:val="-6"/>
        </w:rPr>
        <w:t>___________(ОУ)</w:t>
      </w:r>
      <w:r w:rsidR="000F3087" w:rsidRPr="000F3087">
        <w:rPr>
          <w:spacing w:val="-6"/>
        </w:rPr>
        <w:t>.</w:t>
      </w:r>
    </w:p>
    <w:p w:rsidR="00C67473" w:rsidRPr="000F3087" w:rsidRDefault="006A7AC7" w:rsidP="006A7AC7">
      <w:pPr>
        <w:ind w:right="29"/>
        <w:jc w:val="both"/>
        <w:rPr>
          <w:spacing w:val="-6"/>
        </w:rPr>
      </w:pPr>
      <w:r w:rsidRPr="000F3087">
        <w:rPr>
          <w:spacing w:val="-6"/>
        </w:rPr>
        <w:t xml:space="preserve">          </w:t>
      </w:r>
      <w:r w:rsidRPr="000F3087">
        <w:rPr>
          <w:spacing w:val="-6"/>
        </w:rPr>
        <w:tab/>
      </w:r>
    </w:p>
    <w:p w:rsidR="006A7AC7" w:rsidRPr="003C2AEE" w:rsidRDefault="00C67473" w:rsidP="006A7AC7">
      <w:pPr>
        <w:ind w:right="29"/>
        <w:jc w:val="both"/>
        <w:rPr>
          <w:color w:val="000000"/>
          <w:spacing w:val="-6"/>
        </w:rPr>
      </w:pPr>
      <w:r>
        <w:rPr>
          <w:color w:val="000000"/>
          <w:spacing w:val="-6"/>
        </w:rPr>
        <w:t xml:space="preserve">2.3. </w:t>
      </w:r>
      <w:r w:rsidR="006A7AC7" w:rsidRPr="003C2AEE">
        <w:rPr>
          <w:color w:val="000000"/>
          <w:spacing w:val="-6"/>
        </w:rPr>
        <w:t xml:space="preserve">Посетители (посторонние лица) пропускаются в </w:t>
      </w:r>
      <w:r>
        <w:rPr>
          <w:color w:val="000000"/>
          <w:spacing w:val="-6"/>
        </w:rPr>
        <w:t xml:space="preserve"> </w:t>
      </w:r>
      <w:r w:rsidR="00A745C0">
        <w:rPr>
          <w:color w:val="000000"/>
          <w:spacing w:val="-6"/>
        </w:rPr>
        <w:t xml:space="preserve">________ (ОУ) </w:t>
      </w:r>
      <w:r w:rsidR="006A7AC7" w:rsidRPr="003C2AEE">
        <w:rPr>
          <w:color w:val="000000"/>
          <w:spacing w:val="-6"/>
        </w:rPr>
        <w:t>на основании паспорта или иного документа, удостоверяющего личность с обязательной фиксацией данных документа в журнале регистрации посетителей (паспортные данные, время прибытия, время убытия, к кому прибыл, цель посещения образовательного учреждения).</w:t>
      </w:r>
    </w:p>
    <w:p w:rsidR="00C67473" w:rsidRDefault="006A7AC7" w:rsidP="006A7AC7">
      <w:pPr>
        <w:ind w:right="29"/>
        <w:jc w:val="both"/>
        <w:rPr>
          <w:color w:val="000000"/>
          <w:spacing w:val="-6"/>
        </w:rPr>
      </w:pPr>
      <w:r w:rsidRPr="003C2AEE">
        <w:rPr>
          <w:color w:val="000000"/>
          <w:spacing w:val="-6"/>
        </w:rPr>
        <w:t xml:space="preserve">          </w:t>
      </w:r>
      <w:r w:rsidRPr="003C2AEE">
        <w:rPr>
          <w:color w:val="000000"/>
          <w:spacing w:val="-6"/>
        </w:rPr>
        <w:tab/>
      </w:r>
    </w:p>
    <w:p w:rsidR="006A7AC7" w:rsidRPr="000F3087" w:rsidRDefault="00C67473" w:rsidP="006A7AC7">
      <w:pPr>
        <w:ind w:right="29"/>
        <w:jc w:val="both"/>
        <w:rPr>
          <w:spacing w:val="-6"/>
        </w:rPr>
      </w:pPr>
      <w:r>
        <w:rPr>
          <w:color w:val="000000"/>
          <w:spacing w:val="-6"/>
        </w:rPr>
        <w:t xml:space="preserve">2.4. </w:t>
      </w:r>
      <w:r w:rsidR="006A7AC7" w:rsidRPr="003C2AEE">
        <w:rPr>
          <w:color w:val="000000"/>
          <w:spacing w:val="-6"/>
        </w:rPr>
        <w:t xml:space="preserve">При выполнении в </w:t>
      </w:r>
      <w:r>
        <w:rPr>
          <w:color w:val="000000"/>
          <w:spacing w:val="-6"/>
        </w:rPr>
        <w:t xml:space="preserve"> </w:t>
      </w:r>
      <w:r w:rsidR="00A745C0">
        <w:rPr>
          <w:color w:val="000000"/>
          <w:spacing w:val="-6"/>
        </w:rPr>
        <w:t>__________ (ОУ)</w:t>
      </w:r>
      <w:r>
        <w:rPr>
          <w:color w:val="000000"/>
          <w:spacing w:val="-6"/>
        </w:rPr>
        <w:t xml:space="preserve"> </w:t>
      </w:r>
      <w:r w:rsidR="006A7AC7" w:rsidRPr="003C2AEE">
        <w:rPr>
          <w:color w:val="000000"/>
          <w:spacing w:val="-6"/>
        </w:rPr>
        <w:t xml:space="preserve">строительных и ремонтных работ, допуск рабочих осуществляется по списку подрядной организации, согласованному с </w:t>
      </w:r>
      <w:r>
        <w:rPr>
          <w:color w:val="000000"/>
          <w:spacing w:val="-6"/>
        </w:rPr>
        <w:t xml:space="preserve">директором лицея </w:t>
      </w:r>
      <w:r w:rsidR="006A7AC7" w:rsidRPr="003C2AEE">
        <w:rPr>
          <w:color w:val="000000"/>
          <w:spacing w:val="-6"/>
        </w:rPr>
        <w:t xml:space="preserve">с обязательным уведомлением территориального подразделения МВД. </w:t>
      </w:r>
      <w:r w:rsidR="006A7AC7" w:rsidRPr="000F3087">
        <w:rPr>
          <w:spacing w:val="-6"/>
        </w:rPr>
        <w:t xml:space="preserve">Производство работ осуществляется под контролем </w:t>
      </w:r>
      <w:r w:rsidR="000F3087" w:rsidRPr="000F3087">
        <w:rPr>
          <w:spacing w:val="-6"/>
        </w:rPr>
        <w:t>заместителя директора по административно-хозяйственной работе.</w:t>
      </w:r>
    </w:p>
    <w:p w:rsidR="00C67473" w:rsidRDefault="006A7AC7" w:rsidP="006A7AC7">
      <w:pPr>
        <w:ind w:right="29"/>
        <w:jc w:val="both"/>
        <w:rPr>
          <w:color w:val="000000"/>
          <w:spacing w:val="-6"/>
        </w:rPr>
      </w:pPr>
      <w:r w:rsidRPr="003C2AEE">
        <w:rPr>
          <w:color w:val="000000"/>
          <w:spacing w:val="-6"/>
        </w:rPr>
        <w:t xml:space="preserve">          </w:t>
      </w:r>
      <w:r w:rsidRPr="003C2AEE">
        <w:rPr>
          <w:color w:val="000000"/>
          <w:spacing w:val="-6"/>
        </w:rPr>
        <w:tab/>
      </w:r>
    </w:p>
    <w:p w:rsidR="006A7AC7" w:rsidRPr="003C2AEE" w:rsidRDefault="00C67473" w:rsidP="006A7AC7">
      <w:pPr>
        <w:ind w:right="29"/>
        <w:jc w:val="both"/>
      </w:pPr>
      <w:r>
        <w:rPr>
          <w:color w:val="000000"/>
          <w:spacing w:val="-6"/>
        </w:rPr>
        <w:lastRenderedPageBreak/>
        <w:t xml:space="preserve">2.5. </w:t>
      </w:r>
      <w:r w:rsidR="006A7AC7" w:rsidRPr="003C2AEE">
        <w:rPr>
          <w:color w:val="000000"/>
          <w:spacing w:val="-6"/>
        </w:rPr>
        <w:t>Посетитель, после записи его данных в журнале регистрации посетителей, перемещается по территории образовательного учреждения в сопровождении дежурного педагогического работника или педагогического работника, к которому прибыл посетитель.</w:t>
      </w:r>
    </w:p>
    <w:p w:rsidR="00C67473" w:rsidRDefault="006A7AC7" w:rsidP="006A7AC7">
      <w:pPr>
        <w:jc w:val="both"/>
      </w:pPr>
      <w:r w:rsidRPr="003C2AEE">
        <w:t xml:space="preserve">        </w:t>
      </w:r>
      <w:r w:rsidRPr="003C2AEE">
        <w:tab/>
      </w:r>
    </w:p>
    <w:p w:rsidR="006A7AC7" w:rsidRPr="003C2AEE" w:rsidRDefault="00C67473" w:rsidP="006A7AC7">
      <w:pPr>
        <w:jc w:val="both"/>
      </w:pPr>
      <w:r>
        <w:t xml:space="preserve">2.6. </w:t>
      </w:r>
      <w:r w:rsidR="006A7AC7" w:rsidRPr="003C2AEE">
        <w:t xml:space="preserve">Пропуск посетителей в здание </w:t>
      </w:r>
      <w:r>
        <w:t xml:space="preserve"> </w:t>
      </w:r>
      <w:r w:rsidR="00A745C0">
        <w:t>_________ (ОУ)</w:t>
      </w:r>
      <w:r>
        <w:t xml:space="preserve"> </w:t>
      </w:r>
      <w:r w:rsidR="006A7AC7" w:rsidRPr="003C2AEE">
        <w:t>во время учебных занятий допускается только с разрешения</w:t>
      </w:r>
      <w:r>
        <w:t xml:space="preserve"> директора</w:t>
      </w:r>
      <w:r w:rsidR="006A7AC7" w:rsidRPr="003C2AEE">
        <w:t>.</w:t>
      </w:r>
    </w:p>
    <w:p w:rsidR="00C67473" w:rsidRDefault="00824988" w:rsidP="006A7AC7">
      <w:pPr>
        <w:jc w:val="both"/>
      </w:pPr>
      <w:r>
        <w:rPr>
          <w:noProof/>
        </w:rPr>
        <w:pict>
          <v:line id="_x0000_s1034" style="position:absolute;left:0;text-align:left;z-index:2" from="6.5pt,60.15pt" to="6.5pt,60.15pt"/>
        </w:pict>
      </w:r>
      <w:r>
        <w:rPr>
          <w:noProof/>
        </w:rPr>
        <w:pict>
          <v:line id="_x0000_s1033" style="position:absolute;left:0;text-align:left;z-index:1" from="-.75pt,352.1pt" to="-.75pt,352.1pt"/>
        </w:pict>
      </w:r>
      <w:r w:rsidR="006A7AC7" w:rsidRPr="003C2AEE">
        <w:t xml:space="preserve">      </w:t>
      </w:r>
      <w:r w:rsidR="006A7AC7" w:rsidRPr="003C2AEE">
        <w:tab/>
        <w:t xml:space="preserve"> </w:t>
      </w:r>
    </w:p>
    <w:p w:rsidR="006A7AC7" w:rsidRPr="003C2AEE" w:rsidRDefault="00C67473" w:rsidP="006A7AC7">
      <w:pPr>
        <w:jc w:val="both"/>
      </w:pPr>
      <w:r>
        <w:t xml:space="preserve">2.7. </w:t>
      </w:r>
      <w:r w:rsidR="006A7AC7" w:rsidRPr="003C2AEE">
        <w:t>Проход родителей, сопровождающих детей на занятия и забирающих их с занятий, осуществляется без записи в журнал учета посетителей и предъявления документа, удостоверяющего личность.</w:t>
      </w:r>
    </w:p>
    <w:p w:rsidR="00C67473" w:rsidRDefault="006A7AC7" w:rsidP="006A7AC7">
      <w:pPr>
        <w:ind w:firstLine="540"/>
        <w:jc w:val="both"/>
      </w:pPr>
      <w:r w:rsidRPr="003C2AEE">
        <w:tab/>
      </w:r>
    </w:p>
    <w:p w:rsidR="006A7AC7" w:rsidRPr="003C2AEE" w:rsidRDefault="00C67473" w:rsidP="00C67473">
      <w:pPr>
        <w:jc w:val="both"/>
      </w:pPr>
      <w:r>
        <w:t xml:space="preserve">2.8. </w:t>
      </w:r>
      <w:r w:rsidR="006A7AC7" w:rsidRPr="003C2AEE">
        <w:t xml:space="preserve">После окончания времени, отведенного для входа учащихся (воспитанников) на занятия или их выхода с занятий </w:t>
      </w:r>
      <w:r w:rsidR="006A7AC7" w:rsidRPr="000F3087">
        <w:t>вахтер</w:t>
      </w:r>
      <w:r w:rsidR="000F3087">
        <w:rPr>
          <w:color w:val="FF0000"/>
        </w:rPr>
        <w:t xml:space="preserve"> </w:t>
      </w:r>
      <w:r w:rsidR="006A7AC7" w:rsidRPr="003C2AEE">
        <w:t xml:space="preserve">обязан произвести осмотр помещений образовательного учреждения на предмет выявления посторонних, взрывоопасных и подозрительных предметов. </w:t>
      </w:r>
    </w:p>
    <w:p w:rsidR="00C67473" w:rsidRDefault="006A7AC7" w:rsidP="006A7AC7">
      <w:pPr>
        <w:ind w:firstLine="540"/>
        <w:jc w:val="both"/>
      </w:pPr>
      <w:r w:rsidRPr="003C2AEE">
        <w:tab/>
      </w:r>
    </w:p>
    <w:p w:rsidR="006A7AC7" w:rsidRPr="003C2AEE" w:rsidRDefault="00C67473" w:rsidP="00C67473">
      <w:pPr>
        <w:jc w:val="both"/>
      </w:pPr>
      <w:r>
        <w:t xml:space="preserve">2.9. </w:t>
      </w:r>
      <w:r w:rsidR="006A7AC7" w:rsidRPr="003C2AEE">
        <w:t>Проход родителей на классные собрания, классные часы осуществляется по списку, составленному и подписанному классным руководителем с предъявлением родителями охраннику (вахтеру) документа удостоверяющего личность без регистрации данных в журнале учета посетителей.</w:t>
      </w:r>
    </w:p>
    <w:p w:rsidR="00C67473" w:rsidRDefault="006A7AC7" w:rsidP="006A7AC7">
      <w:pPr>
        <w:shd w:val="clear" w:color="auto" w:fill="FFFFFF"/>
        <w:tabs>
          <w:tab w:val="left" w:pos="720"/>
        </w:tabs>
        <w:jc w:val="both"/>
      </w:pPr>
      <w:r w:rsidRPr="003C2AEE">
        <w:t xml:space="preserve">         </w:t>
      </w:r>
      <w:r w:rsidRPr="003C2AEE">
        <w:tab/>
      </w:r>
    </w:p>
    <w:p w:rsidR="006A7AC7" w:rsidRDefault="00C67473" w:rsidP="006A7AC7">
      <w:pPr>
        <w:shd w:val="clear" w:color="auto" w:fill="FFFFFF"/>
        <w:tabs>
          <w:tab w:val="left" w:pos="720"/>
        </w:tabs>
        <w:jc w:val="both"/>
        <w:rPr>
          <w:color w:val="000000"/>
        </w:rPr>
      </w:pPr>
      <w:r>
        <w:t xml:space="preserve">2.10. </w:t>
      </w:r>
      <w:r w:rsidR="006A7AC7" w:rsidRPr="003C2AEE">
        <w:rPr>
          <w:color w:val="000000"/>
          <w:spacing w:val="-1"/>
        </w:rPr>
        <w:t xml:space="preserve">Нахождение участников образовательного процесса на территории объекта </w:t>
      </w:r>
      <w:r w:rsidR="006A7AC7" w:rsidRPr="003C2AEE">
        <w:rPr>
          <w:color w:val="000000"/>
        </w:rPr>
        <w:t xml:space="preserve">после окончания  учебной смены и рабочего дня без соответствующего разрешения </w:t>
      </w:r>
      <w:r>
        <w:rPr>
          <w:color w:val="000000"/>
        </w:rPr>
        <w:t xml:space="preserve"> директора </w:t>
      </w:r>
      <w:r w:rsidR="00A745C0">
        <w:rPr>
          <w:color w:val="000000"/>
        </w:rPr>
        <w:t xml:space="preserve">__________ (ОУ) </w:t>
      </w:r>
      <w:r>
        <w:rPr>
          <w:color w:val="000000"/>
        </w:rPr>
        <w:t xml:space="preserve"> </w:t>
      </w:r>
      <w:r w:rsidR="006A7AC7" w:rsidRPr="003C2AEE">
        <w:rPr>
          <w:color w:val="000000"/>
        </w:rPr>
        <w:t>запрещается.</w:t>
      </w:r>
    </w:p>
    <w:p w:rsidR="0076706D" w:rsidRPr="003C2AEE" w:rsidRDefault="0076706D" w:rsidP="006A7AC7">
      <w:pPr>
        <w:shd w:val="clear" w:color="auto" w:fill="FFFFFF"/>
        <w:tabs>
          <w:tab w:val="left" w:pos="720"/>
        </w:tabs>
        <w:jc w:val="both"/>
        <w:rPr>
          <w:i/>
          <w:iCs w:val="0"/>
          <w:color w:val="000000"/>
          <w:spacing w:val="-7"/>
        </w:rPr>
      </w:pPr>
    </w:p>
    <w:p w:rsidR="006A7AC7" w:rsidRDefault="006A7AC7" w:rsidP="00E65844">
      <w:pPr>
        <w:numPr>
          <w:ilvl w:val="0"/>
          <w:numId w:val="11"/>
        </w:numPr>
        <w:jc w:val="center"/>
        <w:rPr>
          <w:b/>
          <w:bCs w:val="0"/>
          <w:i/>
        </w:rPr>
      </w:pPr>
      <w:r w:rsidRPr="00E65844">
        <w:rPr>
          <w:b/>
          <w:bCs w:val="0"/>
          <w:i/>
        </w:rPr>
        <w:t>Осмотр вещей посетителей</w:t>
      </w:r>
    </w:p>
    <w:p w:rsidR="00E65844" w:rsidRPr="00E65844" w:rsidRDefault="00E65844" w:rsidP="00E65844">
      <w:pPr>
        <w:ind w:left="394"/>
        <w:rPr>
          <w:b/>
          <w:bCs w:val="0"/>
          <w:i/>
        </w:rPr>
      </w:pPr>
    </w:p>
    <w:p w:rsidR="006A7AC7" w:rsidRPr="003C2AEE" w:rsidRDefault="006A7AC7" w:rsidP="00E65844">
      <w:pPr>
        <w:numPr>
          <w:ilvl w:val="1"/>
          <w:numId w:val="11"/>
        </w:numPr>
        <w:ind w:left="0" w:firstLine="0"/>
        <w:jc w:val="both"/>
      </w:pPr>
      <w:r w:rsidRPr="003C2AEE">
        <w:t xml:space="preserve">При наличии  у посетителей ручной клади </w:t>
      </w:r>
      <w:r w:rsidRPr="000F3087">
        <w:t>вахтер</w:t>
      </w:r>
      <w:r w:rsidR="00E65844" w:rsidRPr="000F3087">
        <w:t xml:space="preserve"> </w:t>
      </w:r>
      <w:r w:rsidR="007F4C67">
        <w:t>______(ОУ)</w:t>
      </w:r>
      <w:r w:rsidR="00E65844">
        <w:t xml:space="preserve"> </w:t>
      </w:r>
      <w:r w:rsidRPr="003C2AEE">
        <w:t>предлагает добровольно предъявить содержимое ручной клади.</w:t>
      </w:r>
    </w:p>
    <w:p w:rsidR="006A7AC7" w:rsidRPr="003C2AEE" w:rsidRDefault="006A7AC7" w:rsidP="006A7AC7">
      <w:pPr>
        <w:jc w:val="both"/>
      </w:pPr>
      <w:r w:rsidRPr="003C2AEE">
        <w:t xml:space="preserve">          </w:t>
      </w:r>
      <w:r w:rsidRPr="003C2AEE">
        <w:tab/>
        <w:t>В случае отказа -  вызывается дежурный администратор</w:t>
      </w:r>
      <w:r w:rsidR="007F4C67">
        <w:t xml:space="preserve"> _______(ОУ)</w:t>
      </w:r>
      <w:r w:rsidRPr="003C2AEE">
        <w:t>, посетителю предлагается подождать их у входа. При отказе предъявить содержимое ручной клади дежурному администратору посетитель не допускается в образовательное учреждение.</w:t>
      </w:r>
    </w:p>
    <w:p w:rsidR="006A7AC7" w:rsidRPr="003C2AEE" w:rsidRDefault="006A7AC7" w:rsidP="006A7AC7">
      <w:pPr>
        <w:ind w:firstLine="720"/>
        <w:jc w:val="both"/>
      </w:pPr>
      <w:r w:rsidRPr="003C2AEE">
        <w:t xml:space="preserve">В случае если посетитель, не предъявивший к осмотру ручную кладь, отказывается покинуть </w:t>
      </w:r>
      <w:r w:rsidR="00E65844">
        <w:t xml:space="preserve"> лицей </w:t>
      </w:r>
      <w:r w:rsidRPr="000F3087">
        <w:t>вахтер</w:t>
      </w:r>
      <w:r w:rsidR="000F3087">
        <w:t xml:space="preserve"> либо дежурный администратор</w:t>
      </w:r>
      <w:r w:rsidRPr="003C2AEE">
        <w:t xml:space="preserve">, оценив обстановку, информирует </w:t>
      </w:r>
      <w:r w:rsidR="00E65844">
        <w:t xml:space="preserve"> директора </w:t>
      </w:r>
      <w:r w:rsidR="007F4C67">
        <w:t xml:space="preserve">_____(ОУ) </w:t>
      </w:r>
      <w:r w:rsidRPr="003C2AEE">
        <w:t xml:space="preserve">и действует по его указаниям, при необходимости вызывает наряд </w:t>
      </w:r>
      <w:r w:rsidR="00E65844">
        <w:t>по</w:t>
      </w:r>
      <w:r w:rsidRPr="003C2AEE">
        <w:t>лиции, применяет средство тревожной сигнализации.</w:t>
      </w:r>
    </w:p>
    <w:p w:rsidR="00E65844" w:rsidRDefault="00E65844" w:rsidP="00E65844">
      <w:pPr>
        <w:jc w:val="both"/>
      </w:pPr>
    </w:p>
    <w:p w:rsidR="002C14BF" w:rsidRPr="00BF0497" w:rsidRDefault="006A7AC7" w:rsidP="002C14BF">
      <w:pPr>
        <w:numPr>
          <w:ilvl w:val="1"/>
          <w:numId w:val="11"/>
        </w:numPr>
        <w:ind w:left="0" w:firstLine="0"/>
        <w:jc w:val="both"/>
      </w:pPr>
      <w:r w:rsidRPr="003C2AEE">
        <w:t xml:space="preserve">Данные о посетителях фиксируются в </w:t>
      </w:r>
      <w:r w:rsidRPr="00BF0497">
        <w:t>Журнале регистрации посетителей.</w:t>
      </w:r>
    </w:p>
    <w:p w:rsidR="006A7AC7" w:rsidRPr="00BF0497" w:rsidRDefault="006A7AC7" w:rsidP="006A7AC7">
      <w:pPr>
        <w:jc w:val="center"/>
      </w:pPr>
      <w:r w:rsidRPr="00BF0497">
        <w:lastRenderedPageBreak/>
        <w:t>Журнал регистрации посетителей</w:t>
      </w:r>
    </w:p>
    <w:tbl>
      <w:tblPr>
        <w:tblpPr w:leftFromText="180" w:rightFromText="180" w:vertAnchor="text" w:horzAnchor="margin" w:tblpY="22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934"/>
        <w:gridCol w:w="900"/>
        <w:gridCol w:w="1440"/>
        <w:gridCol w:w="1080"/>
        <w:gridCol w:w="900"/>
        <w:gridCol w:w="900"/>
        <w:gridCol w:w="1080"/>
        <w:gridCol w:w="1080"/>
        <w:gridCol w:w="923"/>
      </w:tblGrid>
      <w:tr w:rsidR="005D2004" w:rsidRPr="00BF0497" w:rsidTr="005D2004">
        <w:tc>
          <w:tcPr>
            <w:tcW w:w="794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№</w:t>
            </w:r>
          </w:p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записи</w:t>
            </w:r>
          </w:p>
        </w:tc>
        <w:tc>
          <w:tcPr>
            <w:tcW w:w="934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Дата</w:t>
            </w:r>
          </w:p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посещения ОУ</w:t>
            </w:r>
          </w:p>
        </w:tc>
        <w:tc>
          <w:tcPr>
            <w:tcW w:w="90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Ф.И.О.</w:t>
            </w:r>
          </w:p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посетителя</w:t>
            </w:r>
          </w:p>
        </w:tc>
        <w:tc>
          <w:tcPr>
            <w:tcW w:w="144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108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Время входа в ОУ</w:t>
            </w:r>
          </w:p>
        </w:tc>
        <w:tc>
          <w:tcPr>
            <w:tcW w:w="90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Время выхода из ОУ</w:t>
            </w:r>
          </w:p>
        </w:tc>
        <w:tc>
          <w:tcPr>
            <w:tcW w:w="90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Цель</w:t>
            </w:r>
          </w:p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посещения</w:t>
            </w:r>
          </w:p>
        </w:tc>
        <w:tc>
          <w:tcPr>
            <w:tcW w:w="108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К кому из работников ОУ прибыл</w:t>
            </w:r>
          </w:p>
        </w:tc>
        <w:tc>
          <w:tcPr>
            <w:tcW w:w="108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Подпись охранника (вахтера)</w:t>
            </w:r>
          </w:p>
        </w:tc>
        <w:tc>
          <w:tcPr>
            <w:tcW w:w="923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Примечания</w:t>
            </w:r>
          </w:p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(результат осмотра ручной клади)</w:t>
            </w:r>
          </w:p>
        </w:tc>
      </w:tr>
      <w:tr w:rsidR="005D2004" w:rsidRPr="00BF0497" w:rsidTr="005D2004">
        <w:tc>
          <w:tcPr>
            <w:tcW w:w="794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1</w:t>
            </w:r>
          </w:p>
        </w:tc>
        <w:tc>
          <w:tcPr>
            <w:tcW w:w="934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9</w:t>
            </w:r>
          </w:p>
        </w:tc>
        <w:tc>
          <w:tcPr>
            <w:tcW w:w="923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  <w:r w:rsidRPr="005D2004">
              <w:rPr>
                <w:sz w:val="20"/>
                <w:szCs w:val="20"/>
              </w:rPr>
              <w:t>10</w:t>
            </w:r>
          </w:p>
        </w:tc>
      </w:tr>
      <w:tr w:rsidR="005D2004" w:rsidRPr="00BF0497" w:rsidTr="005D2004">
        <w:tc>
          <w:tcPr>
            <w:tcW w:w="794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:rsidR="00BF0497" w:rsidRPr="005D2004" w:rsidRDefault="00BF0497" w:rsidP="005D2004">
            <w:pPr>
              <w:jc w:val="center"/>
              <w:rPr>
                <w:sz w:val="20"/>
                <w:szCs w:val="20"/>
              </w:rPr>
            </w:pPr>
          </w:p>
        </w:tc>
      </w:tr>
    </w:tbl>
    <w:p w:rsidR="0076706D" w:rsidRDefault="0076706D" w:rsidP="006A7AC7">
      <w:pPr>
        <w:shd w:val="clear" w:color="auto" w:fill="FFFFFF"/>
        <w:tabs>
          <w:tab w:val="left" w:pos="936"/>
        </w:tabs>
        <w:spacing w:line="288" w:lineRule="exact"/>
        <w:ind w:firstLine="797"/>
        <w:jc w:val="both"/>
      </w:pPr>
    </w:p>
    <w:p w:rsidR="006A7AC7" w:rsidRPr="003C2AEE" w:rsidRDefault="006A7AC7" w:rsidP="006A7AC7">
      <w:pPr>
        <w:shd w:val="clear" w:color="auto" w:fill="FFFFFF"/>
        <w:tabs>
          <w:tab w:val="left" w:pos="936"/>
        </w:tabs>
        <w:spacing w:line="288" w:lineRule="exact"/>
        <w:ind w:firstLine="797"/>
        <w:jc w:val="both"/>
        <w:rPr>
          <w:color w:val="000000"/>
        </w:rPr>
      </w:pPr>
      <w:r w:rsidRPr="003C2AEE">
        <w:rPr>
          <w:color w:val="000000"/>
        </w:rPr>
        <w:t xml:space="preserve">Журнал регистрации посетителей заводится в начале учебного года </w:t>
      </w:r>
      <w:r w:rsidR="004C4A7B">
        <w:rPr>
          <w:color w:val="000000"/>
        </w:rPr>
        <w:t xml:space="preserve">                  </w:t>
      </w:r>
      <w:r w:rsidRPr="003C2AEE">
        <w:rPr>
          <w:color w:val="000000"/>
        </w:rPr>
        <w:t xml:space="preserve">(1 сентября) и ведется до начала нового учебного года (31 августа следующего года). </w:t>
      </w:r>
    </w:p>
    <w:p w:rsidR="0076706D" w:rsidRPr="003C2AEE" w:rsidRDefault="006A7AC7" w:rsidP="0076706D">
      <w:pPr>
        <w:shd w:val="clear" w:color="auto" w:fill="FFFFFF"/>
        <w:tabs>
          <w:tab w:val="left" w:pos="936"/>
        </w:tabs>
        <w:spacing w:line="288" w:lineRule="exact"/>
        <w:ind w:firstLine="797"/>
        <w:jc w:val="both"/>
        <w:rPr>
          <w:color w:val="000000"/>
        </w:rPr>
      </w:pPr>
      <w:r w:rsidRPr="003C2AEE">
        <w:rPr>
          <w:color w:val="000000"/>
        </w:rPr>
        <w:t>Журнал должен быть прошит, страницы в нем пронумерованы. На первой странице журнала делается запись о дате его заведения.</w:t>
      </w:r>
    </w:p>
    <w:p w:rsidR="006A7AC7" w:rsidRDefault="006A7AC7" w:rsidP="006A7AC7">
      <w:pPr>
        <w:shd w:val="clear" w:color="auto" w:fill="FFFFFF"/>
        <w:tabs>
          <w:tab w:val="left" w:pos="936"/>
        </w:tabs>
        <w:spacing w:line="288" w:lineRule="exact"/>
        <w:ind w:firstLine="797"/>
        <w:jc w:val="both"/>
        <w:rPr>
          <w:color w:val="000000"/>
        </w:rPr>
      </w:pPr>
      <w:r w:rsidRPr="003C2AEE">
        <w:rPr>
          <w:color w:val="000000"/>
        </w:rPr>
        <w:t xml:space="preserve">Замена, изъятие страниц из Журнала регистрации посетителей </w:t>
      </w:r>
      <w:r w:rsidRPr="0076706D">
        <w:rPr>
          <w:color w:val="000000"/>
        </w:rPr>
        <w:t>запрещены.</w:t>
      </w:r>
    </w:p>
    <w:p w:rsidR="0076706D" w:rsidRPr="003C2AEE" w:rsidRDefault="0076706D" w:rsidP="006A7AC7">
      <w:pPr>
        <w:shd w:val="clear" w:color="auto" w:fill="FFFFFF"/>
        <w:tabs>
          <w:tab w:val="left" w:pos="936"/>
        </w:tabs>
        <w:spacing w:line="288" w:lineRule="exact"/>
        <w:ind w:firstLine="797"/>
        <w:jc w:val="both"/>
        <w:rPr>
          <w:color w:val="000000"/>
        </w:rPr>
      </w:pPr>
    </w:p>
    <w:p w:rsidR="006A7AC7" w:rsidRPr="003C2AEE" w:rsidRDefault="00E65844" w:rsidP="00E65844">
      <w:pPr>
        <w:jc w:val="both"/>
      </w:pPr>
      <w:r w:rsidRPr="00E65844">
        <w:rPr>
          <w:bCs w:val="0"/>
        </w:rPr>
        <w:t>3</w:t>
      </w:r>
      <w:r>
        <w:rPr>
          <w:bCs w:val="0"/>
        </w:rPr>
        <w:t>.3</w:t>
      </w:r>
      <w:r w:rsidRPr="00E65844">
        <w:rPr>
          <w:bCs w:val="0"/>
        </w:rPr>
        <w:t>.</w:t>
      </w:r>
      <w:r w:rsidR="006A7AC7" w:rsidRPr="00E65844">
        <w:rPr>
          <w:bCs w:val="0"/>
        </w:rPr>
        <w:t xml:space="preserve">    </w:t>
      </w:r>
      <w:r w:rsidRPr="00E65844">
        <w:rPr>
          <w:bCs w:val="0"/>
        </w:rPr>
        <w:t>П</w:t>
      </w:r>
      <w:r w:rsidR="006A7AC7" w:rsidRPr="00E65844">
        <w:t>ропуск</w:t>
      </w:r>
      <w:r w:rsidR="006A7AC7" w:rsidRPr="003C2AEE">
        <w:t xml:space="preserve"> автотранспорта на территорию </w:t>
      </w:r>
      <w:r w:rsidR="00A745C0">
        <w:t xml:space="preserve">____________ (ОУ) </w:t>
      </w:r>
      <w:r w:rsidR="006A7AC7" w:rsidRPr="003C2AEE">
        <w:t>осуществляется после его осмотра и записи в Журнале регистрации автотранспорта лицом ответственным за пропуск автотранспорта, который назначается приказом</w:t>
      </w:r>
      <w:r>
        <w:t xml:space="preserve"> директора </w:t>
      </w:r>
      <w:r w:rsidR="007F4C67">
        <w:t>______(ОУ)</w:t>
      </w:r>
      <w:r w:rsidR="006A7AC7" w:rsidRPr="003C2AEE">
        <w:t>.</w:t>
      </w:r>
    </w:p>
    <w:p w:rsidR="00E65844" w:rsidRDefault="006A7AC7" w:rsidP="006A7AC7">
      <w:pPr>
        <w:jc w:val="both"/>
      </w:pPr>
      <w:r w:rsidRPr="003C2AEE">
        <w:tab/>
      </w:r>
    </w:p>
    <w:p w:rsidR="006A7AC7" w:rsidRPr="003C2AEE" w:rsidRDefault="00E65844" w:rsidP="006A7AC7">
      <w:pPr>
        <w:jc w:val="both"/>
        <w:rPr>
          <w:color w:val="000000"/>
          <w:spacing w:val="1"/>
        </w:rPr>
      </w:pPr>
      <w:r>
        <w:t xml:space="preserve">3.4. </w:t>
      </w:r>
      <w:r w:rsidR="006A7AC7" w:rsidRPr="003C2AEE">
        <w:t xml:space="preserve">Приказом </w:t>
      </w:r>
      <w:r>
        <w:t xml:space="preserve"> директора </w:t>
      </w:r>
      <w:r w:rsidR="007F4C67">
        <w:t xml:space="preserve">________ (ОУ) </w:t>
      </w:r>
      <w:r w:rsidR="006A7AC7" w:rsidRPr="003C2AEE">
        <w:t xml:space="preserve">утверждается список автотранспорта, имеющего разрешение на въезд на территорию учреждения. </w:t>
      </w:r>
      <w:r w:rsidR="006A7AC7" w:rsidRPr="003C2AEE">
        <w:rPr>
          <w:color w:val="000000"/>
          <w:spacing w:val="1"/>
        </w:rPr>
        <w:t xml:space="preserve"> </w:t>
      </w:r>
    </w:p>
    <w:p w:rsidR="00E65844" w:rsidRDefault="006A7AC7" w:rsidP="006A7AC7">
      <w:pPr>
        <w:shd w:val="clear" w:color="auto" w:fill="FFFFFF"/>
        <w:tabs>
          <w:tab w:val="left" w:pos="1632"/>
        </w:tabs>
        <w:jc w:val="both"/>
        <w:rPr>
          <w:color w:val="000000"/>
          <w:spacing w:val="1"/>
        </w:rPr>
      </w:pPr>
      <w:r w:rsidRPr="003C2AEE">
        <w:rPr>
          <w:color w:val="000000"/>
          <w:spacing w:val="1"/>
        </w:rPr>
        <w:t xml:space="preserve">           </w:t>
      </w:r>
    </w:p>
    <w:p w:rsidR="006A7AC7" w:rsidRPr="003C2AEE" w:rsidRDefault="00E65844" w:rsidP="006A7AC7">
      <w:pPr>
        <w:shd w:val="clear" w:color="auto" w:fill="FFFFFF"/>
        <w:tabs>
          <w:tab w:val="left" w:pos="1632"/>
        </w:tabs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3.5. </w:t>
      </w:r>
      <w:r w:rsidR="006A7AC7" w:rsidRPr="003C2AEE">
        <w:rPr>
          <w:color w:val="000000"/>
          <w:spacing w:val="1"/>
        </w:rPr>
        <w:t>О</w:t>
      </w:r>
      <w:r w:rsidR="006A7AC7" w:rsidRPr="003C2AEE">
        <w:rPr>
          <w:color w:val="000000"/>
          <w:spacing w:val="4"/>
        </w:rPr>
        <w:t xml:space="preserve">смотр въезжающего автотранспорта на территорию образовательного учреждения </w:t>
      </w:r>
      <w:r w:rsidR="006A7AC7" w:rsidRPr="003C2AEE">
        <w:rPr>
          <w:color w:val="000000"/>
        </w:rPr>
        <w:t>и груза производ</w:t>
      </w:r>
      <w:r>
        <w:rPr>
          <w:color w:val="000000"/>
        </w:rPr>
        <w:t>ится перед воротами</w:t>
      </w:r>
      <w:r w:rsidR="006A7AC7" w:rsidRPr="003C2AEE">
        <w:rPr>
          <w:color w:val="000000"/>
        </w:rPr>
        <w:t>.</w:t>
      </w:r>
    </w:p>
    <w:p w:rsidR="00E65844" w:rsidRDefault="006A7AC7" w:rsidP="006A7AC7">
      <w:pPr>
        <w:shd w:val="clear" w:color="auto" w:fill="FFFFFF"/>
        <w:tabs>
          <w:tab w:val="left" w:pos="720"/>
        </w:tabs>
        <w:jc w:val="both"/>
        <w:rPr>
          <w:color w:val="000000"/>
          <w:spacing w:val="1"/>
        </w:rPr>
      </w:pPr>
      <w:r w:rsidRPr="003C2AEE">
        <w:rPr>
          <w:color w:val="000000"/>
          <w:spacing w:val="1"/>
        </w:rPr>
        <w:tab/>
      </w:r>
    </w:p>
    <w:p w:rsidR="006A7AC7" w:rsidRPr="003C2AEE" w:rsidRDefault="00E65844" w:rsidP="006A7AC7">
      <w:pPr>
        <w:shd w:val="clear" w:color="auto" w:fill="FFFFFF"/>
        <w:tabs>
          <w:tab w:val="left" w:pos="720"/>
        </w:tabs>
        <w:jc w:val="both"/>
        <w:rPr>
          <w:color w:val="000000"/>
        </w:rPr>
      </w:pPr>
      <w:r>
        <w:rPr>
          <w:color w:val="000000"/>
          <w:spacing w:val="1"/>
        </w:rPr>
        <w:t xml:space="preserve">3.6. </w:t>
      </w:r>
      <w:r w:rsidR="006A7AC7" w:rsidRPr="003C2AEE">
        <w:rPr>
          <w:color w:val="000000"/>
          <w:spacing w:val="1"/>
        </w:rPr>
        <w:t xml:space="preserve">Стоянка личного транспорта преподавательского и технического персонала </w:t>
      </w:r>
      <w:r>
        <w:rPr>
          <w:color w:val="000000"/>
          <w:spacing w:val="1"/>
        </w:rPr>
        <w:t xml:space="preserve"> лицея </w:t>
      </w:r>
      <w:r w:rsidR="006A7AC7" w:rsidRPr="003C2AEE">
        <w:rPr>
          <w:color w:val="000000"/>
          <w:spacing w:val="1"/>
        </w:rPr>
        <w:t xml:space="preserve">на его территории осуществляется только с разрешения </w:t>
      </w:r>
      <w:r>
        <w:rPr>
          <w:color w:val="000000"/>
          <w:spacing w:val="1"/>
        </w:rPr>
        <w:t xml:space="preserve"> директора </w:t>
      </w:r>
      <w:r w:rsidR="006A7AC7" w:rsidRPr="003C2AEE">
        <w:rPr>
          <w:color w:val="000000"/>
          <w:spacing w:val="1"/>
        </w:rPr>
        <w:t>и в специально отведенном месте. П</w:t>
      </w:r>
      <w:r w:rsidR="006A7AC7" w:rsidRPr="003C2AEE">
        <w:rPr>
          <w:color w:val="000000"/>
        </w:rPr>
        <w:t>осле окончания рабочего дня и в ночное время стоянка автотранспорта в образовательном учреждении запрещается.</w:t>
      </w:r>
    </w:p>
    <w:p w:rsidR="007762D3" w:rsidRDefault="006A7AC7" w:rsidP="006A7AC7">
      <w:pPr>
        <w:shd w:val="clear" w:color="auto" w:fill="FFFFFF"/>
        <w:tabs>
          <w:tab w:val="left" w:pos="720"/>
        </w:tabs>
        <w:jc w:val="both"/>
        <w:rPr>
          <w:color w:val="000000"/>
        </w:rPr>
      </w:pPr>
      <w:r w:rsidRPr="003C2AEE">
        <w:rPr>
          <w:color w:val="000000"/>
        </w:rPr>
        <w:tab/>
      </w:r>
    </w:p>
    <w:p w:rsidR="006A7AC7" w:rsidRPr="003C2AEE" w:rsidRDefault="007762D3" w:rsidP="006A7AC7">
      <w:pPr>
        <w:shd w:val="clear" w:color="auto" w:fill="FFFFFF"/>
        <w:tabs>
          <w:tab w:val="left" w:pos="720"/>
        </w:tabs>
        <w:jc w:val="both"/>
        <w:rPr>
          <w:color w:val="000000"/>
          <w:spacing w:val="-1"/>
        </w:rPr>
      </w:pPr>
      <w:r>
        <w:rPr>
          <w:color w:val="000000"/>
        </w:rPr>
        <w:t xml:space="preserve">3.7. </w:t>
      </w:r>
      <w:r w:rsidR="006A7AC7" w:rsidRPr="003C2AEE">
        <w:rPr>
          <w:color w:val="000000"/>
          <w:spacing w:val="-6"/>
        </w:rPr>
        <w:t xml:space="preserve">В выходные, праздничные дни и в ночное время </w:t>
      </w:r>
      <w:r w:rsidR="006A7AC7" w:rsidRPr="003C2AEE">
        <w:rPr>
          <w:color w:val="000000"/>
          <w:spacing w:val="-2"/>
        </w:rPr>
        <w:t xml:space="preserve">допуск автотранспорта на территорию </w:t>
      </w:r>
      <w:r w:rsidR="00A745C0">
        <w:rPr>
          <w:color w:val="000000"/>
          <w:spacing w:val="-2"/>
        </w:rPr>
        <w:t xml:space="preserve">_________(ОУ) </w:t>
      </w:r>
      <w:r w:rsidR="006A7AC7" w:rsidRPr="003C2AEE">
        <w:rPr>
          <w:color w:val="000000"/>
          <w:spacing w:val="-2"/>
        </w:rPr>
        <w:t>осу</w:t>
      </w:r>
      <w:r w:rsidR="006A7AC7" w:rsidRPr="003C2AEE">
        <w:rPr>
          <w:color w:val="000000"/>
          <w:spacing w:val="-2"/>
        </w:rPr>
        <w:softHyphen/>
      </w:r>
      <w:r w:rsidR="006A7AC7" w:rsidRPr="003C2AEE">
        <w:rPr>
          <w:color w:val="000000"/>
          <w:spacing w:val="-1"/>
        </w:rPr>
        <w:t xml:space="preserve">ществляется с письменного разрешения директора образовательного учреждения или лица его </w:t>
      </w:r>
      <w:r w:rsidR="006A7AC7" w:rsidRPr="003C2AEE">
        <w:rPr>
          <w:color w:val="000000"/>
          <w:spacing w:val="3"/>
        </w:rPr>
        <w:t xml:space="preserve">замещающего с обязательным указанием фамилий ответственных, </w:t>
      </w:r>
      <w:r w:rsidR="006A7AC7" w:rsidRPr="003C2AEE">
        <w:rPr>
          <w:color w:val="000000"/>
          <w:spacing w:val="-1"/>
        </w:rPr>
        <w:t xml:space="preserve">времени нахождения автотранспорта на территории учреждения, цели нахождения. </w:t>
      </w:r>
    </w:p>
    <w:p w:rsidR="006A7AC7" w:rsidRPr="003C2AEE" w:rsidRDefault="006A7AC7" w:rsidP="006A7AC7">
      <w:pPr>
        <w:shd w:val="clear" w:color="auto" w:fill="FFFFFF"/>
        <w:tabs>
          <w:tab w:val="left" w:pos="1445"/>
        </w:tabs>
        <w:ind w:left="10" w:firstLine="730"/>
        <w:jc w:val="both"/>
      </w:pPr>
      <w:r w:rsidRPr="003C2AEE">
        <w:rPr>
          <w:color w:val="000000"/>
          <w:spacing w:val="-1"/>
        </w:rPr>
        <w:t>Обо всех случаях длительного нахождения неустановленных транспортных средств на территории или в непосредственной близости от</w:t>
      </w:r>
      <w:r w:rsidR="007762D3">
        <w:rPr>
          <w:color w:val="000000"/>
          <w:spacing w:val="-1"/>
        </w:rPr>
        <w:t xml:space="preserve"> лицея</w:t>
      </w:r>
      <w:r w:rsidRPr="003C2AEE">
        <w:rPr>
          <w:color w:val="000000"/>
          <w:spacing w:val="-1"/>
        </w:rPr>
        <w:t xml:space="preserve">, транспортных средств, вызывающих подозрение, ответственный за пропускной режим информирует </w:t>
      </w:r>
      <w:r w:rsidR="007762D3">
        <w:rPr>
          <w:color w:val="000000"/>
          <w:spacing w:val="-1"/>
        </w:rPr>
        <w:t xml:space="preserve"> директора </w:t>
      </w:r>
      <w:r w:rsidRPr="003C2AEE">
        <w:rPr>
          <w:color w:val="000000"/>
          <w:spacing w:val="-1"/>
        </w:rPr>
        <w:t xml:space="preserve">(лицо его замещающее) и при </w:t>
      </w:r>
      <w:r w:rsidRPr="003C2AEE">
        <w:rPr>
          <w:color w:val="000000"/>
          <w:spacing w:val="-1"/>
        </w:rPr>
        <w:lastRenderedPageBreak/>
        <w:t xml:space="preserve">необходимости, по согласованию с </w:t>
      </w:r>
      <w:r w:rsidR="007762D3">
        <w:rPr>
          <w:color w:val="000000"/>
          <w:spacing w:val="-1"/>
        </w:rPr>
        <w:t xml:space="preserve"> директором </w:t>
      </w:r>
      <w:r w:rsidR="00A745C0">
        <w:rPr>
          <w:color w:val="000000"/>
          <w:spacing w:val="-1"/>
        </w:rPr>
        <w:t>(лицом его замещающи</w:t>
      </w:r>
      <w:r w:rsidRPr="003C2AEE">
        <w:rPr>
          <w:color w:val="000000"/>
          <w:spacing w:val="-1"/>
        </w:rPr>
        <w:t>м) информирует территориальный орган внутренних дел.</w:t>
      </w:r>
    </w:p>
    <w:p w:rsidR="00E65844" w:rsidRDefault="00E65844" w:rsidP="006A7AC7">
      <w:pPr>
        <w:shd w:val="clear" w:color="auto" w:fill="FFFFFF"/>
        <w:tabs>
          <w:tab w:val="left" w:pos="936"/>
        </w:tabs>
        <w:spacing w:line="288" w:lineRule="exact"/>
        <w:ind w:firstLine="797"/>
        <w:jc w:val="both"/>
      </w:pPr>
    </w:p>
    <w:p w:rsidR="006A7AC7" w:rsidRPr="003C2AEE" w:rsidRDefault="007762D3" w:rsidP="007762D3">
      <w:pPr>
        <w:shd w:val="clear" w:color="auto" w:fill="FFFFFF"/>
        <w:tabs>
          <w:tab w:val="left" w:pos="936"/>
        </w:tabs>
        <w:spacing w:line="288" w:lineRule="exact"/>
        <w:jc w:val="both"/>
      </w:pPr>
      <w:r>
        <w:t xml:space="preserve">3.8. </w:t>
      </w:r>
      <w:r w:rsidR="006A7AC7" w:rsidRPr="003C2AEE">
        <w:t>Данные о въезжающем на территорию</w:t>
      </w:r>
      <w:r w:rsidR="004B4636">
        <w:softHyphen/>
      </w:r>
      <w:r w:rsidR="004B4636">
        <w:softHyphen/>
      </w:r>
      <w:r w:rsidR="004B4636">
        <w:softHyphen/>
      </w:r>
      <w:r w:rsidR="004B4636">
        <w:softHyphen/>
        <w:t>__</w:t>
      </w:r>
      <w:r w:rsidR="00A745C0">
        <w:t xml:space="preserve"> (</w:t>
      </w:r>
      <w:r w:rsidR="004B4636">
        <w:t>ОУ</w:t>
      </w:r>
      <w:r w:rsidR="00A745C0">
        <w:t xml:space="preserve">) </w:t>
      </w:r>
      <w:r w:rsidR="006A7AC7" w:rsidRPr="003C2AEE">
        <w:t>автотранспорте фиксируются в Журнале регистрации автотранспорта.</w:t>
      </w:r>
    </w:p>
    <w:p w:rsidR="002C14BF" w:rsidRPr="0076706D" w:rsidRDefault="002C14BF" w:rsidP="006A7AC7">
      <w:pPr>
        <w:jc w:val="center"/>
      </w:pPr>
    </w:p>
    <w:p w:rsidR="006A7AC7" w:rsidRDefault="006A7AC7" w:rsidP="006A7AC7">
      <w:pPr>
        <w:jc w:val="center"/>
      </w:pPr>
      <w:r w:rsidRPr="0076706D">
        <w:t>Журнал регистрации автотранспорта</w:t>
      </w:r>
    </w:p>
    <w:p w:rsidR="0076706D" w:rsidRPr="0076706D" w:rsidRDefault="0076706D" w:rsidP="006A7AC7">
      <w:pPr>
        <w:jc w:val="center"/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4"/>
        <w:gridCol w:w="734"/>
        <w:gridCol w:w="1080"/>
        <w:gridCol w:w="1607"/>
        <w:gridCol w:w="1152"/>
        <w:gridCol w:w="709"/>
        <w:gridCol w:w="767"/>
        <w:gridCol w:w="843"/>
        <w:gridCol w:w="1080"/>
        <w:gridCol w:w="853"/>
      </w:tblGrid>
      <w:tr w:rsidR="005D2004" w:rsidRPr="0076706D" w:rsidTr="007762D3">
        <w:tc>
          <w:tcPr>
            <w:tcW w:w="814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 xml:space="preserve">№ </w:t>
            </w:r>
          </w:p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записи</w:t>
            </w:r>
          </w:p>
        </w:tc>
        <w:tc>
          <w:tcPr>
            <w:tcW w:w="734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 xml:space="preserve">Дата </w:t>
            </w:r>
          </w:p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 xml:space="preserve">Марка, </w:t>
            </w:r>
            <w:proofErr w:type="spellStart"/>
            <w:r w:rsidRPr="007762D3">
              <w:rPr>
                <w:sz w:val="20"/>
                <w:szCs w:val="20"/>
              </w:rPr>
              <w:t>гос</w:t>
            </w:r>
            <w:proofErr w:type="spellEnd"/>
            <w:r w:rsidRPr="007762D3">
              <w:rPr>
                <w:sz w:val="20"/>
                <w:szCs w:val="20"/>
              </w:rPr>
              <w:t>. номер автомобиля</w:t>
            </w:r>
          </w:p>
        </w:tc>
        <w:tc>
          <w:tcPr>
            <w:tcW w:w="1607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Ф.И.О. водителя, наименование организации, к которой принадлежит автомобиль</w:t>
            </w:r>
          </w:p>
        </w:tc>
        <w:tc>
          <w:tcPr>
            <w:tcW w:w="1152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Документ, удостоверяющий личность водителя</w:t>
            </w:r>
          </w:p>
        </w:tc>
        <w:tc>
          <w:tcPr>
            <w:tcW w:w="709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Цель приезда</w:t>
            </w:r>
          </w:p>
        </w:tc>
        <w:tc>
          <w:tcPr>
            <w:tcW w:w="767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Время въезда в ОУ</w:t>
            </w:r>
          </w:p>
        </w:tc>
        <w:tc>
          <w:tcPr>
            <w:tcW w:w="843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Время выезда из ОУ</w:t>
            </w:r>
          </w:p>
        </w:tc>
        <w:tc>
          <w:tcPr>
            <w:tcW w:w="1080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Подпись охранника (вахтера)</w:t>
            </w:r>
          </w:p>
        </w:tc>
        <w:tc>
          <w:tcPr>
            <w:tcW w:w="853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Результат осмотра (примечания)</w:t>
            </w:r>
          </w:p>
        </w:tc>
      </w:tr>
      <w:tr w:rsidR="005D2004" w:rsidRPr="0076706D" w:rsidTr="007762D3">
        <w:tc>
          <w:tcPr>
            <w:tcW w:w="814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1</w:t>
            </w:r>
          </w:p>
        </w:tc>
        <w:tc>
          <w:tcPr>
            <w:tcW w:w="734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3</w:t>
            </w:r>
          </w:p>
        </w:tc>
        <w:tc>
          <w:tcPr>
            <w:tcW w:w="1607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4</w:t>
            </w:r>
          </w:p>
        </w:tc>
        <w:tc>
          <w:tcPr>
            <w:tcW w:w="1152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6</w:t>
            </w:r>
          </w:p>
        </w:tc>
        <w:tc>
          <w:tcPr>
            <w:tcW w:w="767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7</w:t>
            </w:r>
          </w:p>
        </w:tc>
        <w:tc>
          <w:tcPr>
            <w:tcW w:w="843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9</w:t>
            </w:r>
          </w:p>
        </w:tc>
        <w:tc>
          <w:tcPr>
            <w:tcW w:w="853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  <w:r w:rsidRPr="007762D3">
              <w:rPr>
                <w:sz w:val="20"/>
                <w:szCs w:val="20"/>
              </w:rPr>
              <w:t>10</w:t>
            </w:r>
          </w:p>
        </w:tc>
      </w:tr>
      <w:tr w:rsidR="005D2004" w:rsidRPr="0076706D" w:rsidTr="007762D3">
        <w:tc>
          <w:tcPr>
            <w:tcW w:w="814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</w:tcPr>
          <w:p w:rsidR="006A7AC7" w:rsidRPr="007762D3" w:rsidRDefault="006A7AC7" w:rsidP="005D2004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7AC7" w:rsidRPr="0076706D" w:rsidRDefault="006A7AC7" w:rsidP="006A7AC7">
      <w:pPr>
        <w:shd w:val="clear" w:color="auto" w:fill="FFFFFF"/>
        <w:tabs>
          <w:tab w:val="left" w:pos="936"/>
        </w:tabs>
        <w:spacing w:line="288" w:lineRule="exact"/>
        <w:ind w:firstLine="797"/>
        <w:jc w:val="both"/>
      </w:pPr>
    </w:p>
    <w:p w:rsidR="006A7AC7" w:rsidRDefault="007762D3" w:rsidP="007762D3">
      <w:pPr>
        <w:jc w:val="both"/>
      </w:pPr>
      <w:r>
        <w:t xml:space="preserve">3.9. </w:t>
      </w:r>
      <w:r w:rsidR="006A7AC7" w:rsidRPr="003C2AEE">
        <w:t>В случае если с водителем в автомобиле есть пассажир, к нему предъявляются требования по пропуску в учреждение посторонних лиц.  Допускается фиксация данных о пассажире в Журнале регистрации автотранспорта.</w:t>
      </w:r>
    </w:p>
    <w:p w:rsidR="00506271" w:rsidRPr="003C2AEE" w:rsidRDefault="00506271" w:rsidP="007762D3">
      <w:pPr>
        <w:jc w:val="both"/>
      </w:pPr>
    </w:p>
    <w:p w:rsidR="006A7AC7" w:rsidRPr="003C2AEE" w:rsidRDefault="007762D3" w:rsidP="007762D3">
      <w:pPr>
        <w:jc w:val="both"/>
      </w:pPr>
      <w:r>
        <w:t xml:space="preserve">3.10. </w:t>
      </w:r>
      <w:r w:rsidR="006A7AC7" w:rsidRPr="003C2AEE">
        <w:t>Действия лица, отвечающего за пропуск автотранспорта, в случае возникновения нештатной ситуации аналогичны действиям лица, осуществляющего пропускной режим в здание</w:t>
      </w:r>
      <w:r>
        <w:t xml:space="preserve"> </w:t>
      </w:r>
      <w:r w:rsidR="007F4C67">
        <w:t>_____(ОУ).</w:t>
      </w:r>
    </w:p>
    <w:p w:rsidR="006A7AC7" w:rsidRDefault="006A7AC7" w:rsidP="0076706D">
      <w:pPr>
        <w:rPr>
          <w:b/>
          <w:bCs w:val="0"/>
        </w:rPr>
      </w:pPr>
    </w:p>
    <w:p w:rsidR="007762D3" w:rsidRDefault="0076706D" w:rsidP="004C4A7B">
      <w:pPr>
        <w:numPr>
          <w:ilvl w:val="0"/>
          <w:numId w:val="11"/>
        </w:numPr>
        <w:jc w:val="center"/>
        <w:rPr>
          <w:b/>
          <w:bCs w:val="0"/>
          <w:i/>
        </w:rPr>
      </w:pPr>
      <w:r w:rsidRPr="007762D3">
        <w:rPr>
          <w:b/>
          <w:bCs w:val="0"/>
          <w:i/>
        </w:rPr>
        <w:t>Обязанности  сотрудников охраны</w:t>
      </w:r>
    </w:p>
    <w:p w:rsidR="004C4A7B" w:rsidRDefault="004C4A7B" w:rsidP="004C4A7B">
      <w:pPr>
        <w:ind w:left="754"/>
        <w:rPr>
          <w:b/>
          <w:i/>
        </w:rPr>
      </w:pPr>
    </w:p>
    <w:p w:rsidR="006A7AC7" w:rsidRPr="007762D3" w:rsidRDefault="007762D3" w:rsidP="007762D3">
      <w:pPr>
        <w:ind w:left="705" w:hanging="705"/>
        <w:rPr>
          <w:b/>
          <w:i/>
        </w:rPr>
      </w:pPr>
      <w:r>
        <w:rPr>
          <w:bCs w:val="0"/>
        </w:rPr>
        <w:t>4</w:t>
      </w:r>
      <w:r w:rsidR="006A7AC7" w:rsidRPr="0076706D">
        <w:rPr>
          <w:bCs w:val="0"/>
          <w:color w:val="000000"/>
          <w:spacing w:val="-8"/>
        </w:rPr>
        <w:t>.1.</w:t>
      </w:r>
      <w:r w:rsidR="006A7AC7" w:rsidRPr="0076706D">
        <w:rPr>
          <w:bCs w:val="0"/>
          <w:color w:val="000000"/>
        </w:rPr>
        <w:tab/>
      </w:r>
      <w:r w:rsidR="006A7AC7" w:rsidRPr="0076706D">
        <w:rPr>
          <w:bCs w:val="0"/>
          <w:color w:val="000000"/>
          <w:spacing w:val="-2"/>
        </w:rPr>
        <w:t>Охранник должен знать:</w:t>
      </w:r>
    </w:p>
    <w:p w:rsidR="006A7AC7" w:rsidRPr="00F36609" w:rsidRDefault="006A7AC7" w:rsidP="007762D3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993" w:hanging="284"/>
      </w:pPr>
      <w:r w:rsidRPr="00F36609">
        <w:rPr>
          <w:bCs w:val="0"/>
          <w:color w:val="000000"/>
          <w:spacing w:val="-2"/>
        </w:rPr>
        <w:t>должностную инструкцию;</w:t>
      </w:r>
    </w:p>
    <w:p w:rsidR="006A7AC7" w:rsidRPr="003C2AEE" w:rsidRDefault="007762D3" w:rsidP="007762D3">
      <w:pPr>
        <w:widowControl w:val="0"/>
        <w:numPr>
          <w:ilvl w:val="0"/>
          <w:numId w:val="12"/>
        </w:numPr>
        <w:shd w:val="clear" w:color="auto" w:fill="FFFFFF"/>
        <w:tabs>
          <w:tab w:val="left" w:pos="883"/>
          <w:tab w:val="left" w:pos="993"/>
        </w:tabs>
        <w:autoSpaceDE w:val="0"/>
        <w:autoSpaceDN w:val="0"/>
        <w:adjustRightInd w:val="0"/>
        <w:ind w:left="993" w:hanging="284"/>
        <w:jc w:val="both"/>
        <w:rPr>
          <w:color w:val="000000"/>
        </w:rPr>
      </w:pPr>
      <w:r>
        <w:rPr>
          <w:color w:val="000000"/>
          <w:spacing w:val="-4"/>
        </w:rPr>
        <w:t xml:space="preserve">  </w:t>
      </w:r>
      <w:r w:rsidR="006A7AC7" w:rsidRPr="003C2AEE">
        <w:rPr>
          <w:color w:val="000000"/>
          <w:spacing w:val="-4"/>
        </w:rPr>
        <w:t>особенности охраняемого объекта и прилегающей к нему местности</w:t>
      </w:r>
      <w:r w:rsidR="006A7AC7" w:rsidRPr="003C2AEE">
        <w:rPr>
          <w:color w:val="000000"/>
          <w:spacing w:val="-3"/>
        </w:rPr>
        <w:t>, расположение и порядок работы охранно-пожарной и тревожной сигна</w:t>
      </w:r>
      <w:r w:rsidR="006A7AC7" w:rsidRPr="003C2AEE">
        <w:rPr>
          <w:color w:val="000000"/>
          <w:spacing w:val="-5"/>
        </w:rPr>
        <w:t>лизации, сре</w:t>
      </w:r>
      <w:proofErr w:type="gramStart"/>
      <w:r w:rsidR="006A7AC7" w:rsidRPr="003C2AEE">
        <w:rPr>
          <w:color w:val="000000"/>
          <w:spacing w:val="-5"/>
        </w:rPr>
        <w:t>дств св</w:t>
      </w:r>
      <w:proofErr w:type="gramEnd"/>
      <w:r w:rsidR="006A7AC7" w:rsidRPr="003C2AEE">
        <w:rPr>
          <w:color w:val="000000"/>
          <w:spacing w:val="-5"/>
        </w:rPr>
        <w:t>язи, пожаротушения, правила их использования и обслуживания;</w:t>
      </w:r>
    </w:p>
    <w:p w:rsidR="006A7AC7" w:rsidRPr="003C2AEE" w:rsidRDefault="006A7AC7" w:rsidP="007762D3">
      <w:pPr>
        <w:widowControl w:val="0"/>
        <w:numPr>
          <w:ilvl w:val="0"/>
          <w:numId w:val="12"/>
        </w:numPr>
        <w:shd w:val="clear" w:color="auto" w:fill="FFFFFF"/>
        <w:tabs>
          <w:tab w:val="left" w:pos="883"/>
          <w:tab w:val="left" w:pos="993"/>
        </w:tabs>
        <w:autoSpaceDE w:val="0"/>
        <w:autoSpaceDN w:val="0"/>
        <w:adjustRightInd w:val="0"/>
        <w:ind w:left="993" w:hanging="284"/>
        <w:jc w:val="both"/>
        <w:rPr>
          <w:color w:val="000000"/>
        </w:rPr>
      </w:pPr>
      <w:r w:rsidRPr="003C2AEE">
        <w:rPr>
          <w:color w:val="000000"/>
          <w:spacing w:val="-5"/>
        </w:rPr>
        <w:t xml:space="preserve"> общие условия и меры по обеспечению безопасности объекта, его</w:t>
      </w:r>
      <w:r w:rsidRPr="003C2AEE">
        <w:rPr>
          <w:color w:val="000000"/>
          <w:spacing w:val="-4"/>
        </w:rPr>
        <w:t xml:space="preserve"> уязвимые </w:t>
      </w:r>
      <w:r w:rsidRPr="003C2AEE">
        <w:rPr>
          <w:color w:val="000000"/>
          <w:spacing w:val="-3"/>
        </w:rPr>
        <w:t>места</w:t>
      </w:r>
      <w:r w:rsidRPr="003C2AEE">
        <w:rPr>
          <w:color w:val="000000"/>
          <w:spacing w:val="-5"/>
        </w:rPr>
        <w:t>;</w:t>
      </w:r>
    </w:p>
    <w:p w:rsidR="006A7AC7" w:rsidRPr="0076706D" w:rsidRDefault="007762D3" w:rsidP="007762D3">
      <w:pPr>
        <w:widowControl w:val="0"/>
        <w:numPr>
          <w:ilvl w:val="0"/>
          <w:numId w:val="12"/>
        </w:numPr>
        <w:shd w:val="clear" w:color="auto" w:fill="FFFFFF"/>
        <w:tabs>
          <w:tab w:val="left" w:pos="883"/>
          <w:tab w:val="left" w:pos="993"/>
        </w:tabs>
        <w:autoSpaceDE w:val="0"/>
        <w:autoSpaceDN w:val="0"/>
        <w:adjustRightInd w:val="0"/>
        <w:ind w:left="993" w:hanging="284"/>
        <w:jc w:val="both"/>
      </w:pPr>
      <w:r>
        <w:rPr>
          <w:color w:val="000000"/>
          <w:spacing w:val="-7"/>
        </w:rPr>
        <w:t xml:space="preserve">  </w:t>
      </w:r>
      <w:r w:rsidR="006A7AC7" w:rsidRPr="003C2AEE">
        <w:rPr>
          <w:color w:val="000000"/>
          <w:spacing w:val="-7"/>
        </w:rPr>
        <w:t>порядок взаимодействия с правоохранительными органами, ус</w:t>
      </w:r>
      <w:r w:rsidR="006A7AC7" w:rsidRPr="003C2AEE">
        <w:rPr>
          <w:color w:val="000000"/>
          <w:spacing w:val="-7"/>
        </w:rPr>
        <w:softHyphen/>
      </w:r>
      <w:r w:rsidR="006A7AC7" w:rsidRPr="003C2AEE">
        <w:rPr>
          <w:color w:val="000000"/>
          <w:spacing w:val="-3"/>
        </w:rPr>
        <w:t>ловия и правила применения оружия и спецсредств,  внутренний рас</w:t>
      </w:r>
      <w:r w:rsidR="006A7AC7" w:rsidRPr="003C2AEE">
        <w:rPr>
          <w:color w:val="000000"/>
          <w:spacing w:val="-3"/>
        </w:rPr>
        <w:softHyphen/>
      </w:r>
      <w:r w:rsidR="006A7AC7" w:rsidRPr="003C2AEE">
        <w:rPr>
          <w:color w:val="000000"/>
          <w:spacing w:val="-4"/>
        </w:rPr>
        <w:t>порядок образовательного учреждения, правила осмотра ручной клади  и автотранспорта.</w:t>
      </w:r>
    </w:p>
    <w:p w:rsidR="0076706D" w:rsidRPr="003C2AEE" w:rsidRDefault="0076706D" w:rsidP="0076706D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jc w:val="both"/>
      </w:pPr>
    </w:p>
    <w:p w:rsidR="006A7AC7" w:rsidRPr="0076706D" w:rsidRDefault="007762D3" w:rsidP="007762D3">
      <w:pPr>
        <w:shd w:val="clear" w:color="auto" w:fill="FFFFFF"/>
        <w:ind w:left="734" w:hanging="734"/>
        <w:rPr>
          <w:bCs w:val="0"/>
          <w:color w:val="000000"/>
          <w:spacing w:val="-7"/>
        </w:rPr>
      </w:pPr>
      <w:r>
        <w:rPr>
          <w:bCs w:val="0"/>
          <w:color w:val="000000"/>
          <w:spacing w:val="-7"/>
        </w:rPr>
        <w:t>4</w:t>
      </w:r>
      <w:r w:rsidR="006A7AC7" w:rsidRPr="0076706D">
        <w:rPr>
          <w:bCs w:val="0"/>
          <w:color w:val="000000"/>
          <w:spacing w:val="-7"/>
        </w:rPr>
        <w:t xml:space="preserve">.2. </w:t>
      </w:r>
      <w:r w:rsidR="004C4A7B">
        <w:rPr>
          <w:bCs w:val="0"/>
          <w:color w:val="000000"/>
          <w:spacing w:val="-7"/>
        </w:rPr>
        <w:t xml:space="preserve"> </w:t>
      </w:r>
      <w:r w:rsidR="006A7AC7" w:rsidRPr="0076706D">
        <w:rPr>
          <w:bCs w:val="0"/>
          <w:color w:val="000000"/>
          <w:spacing w:val="-7"/>
        </w:rPr>
        <w:t>На посту охраны должны быть:</w:t>
      </w:r>
    </w:p>
    <w:p w:rsidR="006A7AC7" w:rsidRPr="003C2AEE" w:rsidRDefault="006A7AC7" w:rsidP="004C4A7B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993" w:hanging="284"/>
        <w:jc w:val="both"/>
        <w:rPr>
          <w:color w:val="000000"/>
          <w:spacing w:val="-7"/>
        </w:rPr>
      </w:pPr>
      <w:r w:rsidRPr="003C2AEE">
        <w:rPr>
          <w:color w:val="000000"/>
          <w:spacing w:val="-7"/>
        </w:rPr>
        <w:t>телефонный аппарат, средство тревожной сигнализации;</w:t>
      </w:r>
    </w:p>
    <w:p w:rsidR="006A7AC7" w:rsidRPr="003C2AEE" w:rsidRDefault="006A7AC7" w:rsidP="004C4A7B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993" w:hanging="284"/>
        <w:jc w:val="both"/>
      </w:pPr>
      <w:r w:rsidRPr="003C2AEE">
        <w:rPr>
          <w:color w:val="000000"/>
          <w:spacing w:val="-7"/>
        </w:rPr>
        <w:t xml:space="preserve">инструкция о правилах пользования средством тревожной сигнализации; </w:t>
      </w:r>
    </w:p>
    <w:p w:rsidR="006A7AC7" w:rsidRPr="003C2AEE" w:rsidRDefault="006A7AC7" w:rsidP="004C4A7B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993" w:hanging="284"/>
        <w:jc w:val="both"/>
      </w:pPr>
      <w:r w:rsidRPr="003C2AEE">
        <w:rPr>
          <w:color w:val="000000"/>
          <w:spacing w:val="-7"/>
        </w:rPr>
        <w:t xml:space="preserve">телефоны дежурных служб правоохранительных органов, МЧС, </w:t>
      </w:r>
      <w:r w:rsidRPr="003C2AEE">
        <w:rPr>
          <w:color w:val="000000"/>
          <w:spacing w:val="-7"/>
        </w:rPr>
        <w:lastRenderedPageBreak/>
        <w:t>аварийно-спасательных служб,  администрации образовательного учреждения;</w:t>
      </w:r>
    </w:p>
    <w:p w:rsidR="006A7AC7" w:rsidRPr="0076706D" w:rsidRDefault="006A7AC7" w:rsidP="004C4A7B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993" w:hanging="284"/>
        <w:jc w:val="both"/>
      </w:pPr>
      <w:r w:rsidRPr="003C2AEE">
        <w:rPr>
          <w:color w:val="000000"/>
          <w:spacing w:val="-7"/>
        </w:rPr>
        <w:t xml:space="preserve">системы управления техническими средствами </w:t>
      </w:r>
      <w:proofErr w:type="gramStart"/>
      <w:r w:rsidRPr="003C2AEE">
        <w:rPr>
          <w:color w:val="000000"/>
          <w:spacing w:val="-7"/>
        </w:rPr>
        <w:t>контроля за</w:t>
      </w:r>
      <w:proofErr w:type="gramEnd"/>
      <w:r w:rsidRPr="003C2AEE">
        <w:rPr>
          <w:color w:val="000000"/>
          <w:spacing w:val="-7"/>
        </w:rPr>
        <w:t xml:space="preserve"> обстановкой.</w:t>
      </w:r>
    </w:p>
    <w:p w:rsidR="0076706D" w:rsidRPr="0076706D" w:rsidRDefault="0076706D" w:rsidP="0076706D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6A7AC7" w:rsidRPr="0076706D" w:rsidRDefault="00B74F0F" w:rsidP="00506271">
      <w:pPr>
        <w:shd w:val="clear" w:color="auto" w:fill="FFFFFF"/>
      </w:pPr>
      <w:r>
        <w:rPr>
          <w:bCs w:val="0"/>
          <w:color w:val="000000"/>
          <w:spacing w:val="-1"/>
        </w:rPr>
        <w:t>4</w:t>
      </w:r>
      <w:r w:rsidR="006A7AC7" w:rsidRPr="0076706D">
        <w:rPr>
          <w:bCs w:val="0"/>
          <w:color w:val="000000"/>
          <w:spacing w:val="-1"/>
        </w:rPr>
        <w:t xml:space="preserve">.3.  </w:t>
      </w:r>
      <w:r w:rsidR="000F3087">
        <w:rPr>
          <w:bCs w:val="0"/>
          <w:color w:val="000000"/>
          <w:spacing w:val="-1"/>
        </w:rPr>
        <w:t xml:space="preserve">Вахтер </w:t>
      </w:r>
      <w:r w:rsidR="006A7AC7" w:rsidRPr="0076706D">
        <w:rPr>
          <w:bCs w:val="0"/>
          <w:color w:val="000000"/>
          <w:spacing w:val="-1"/>
        </w:rPr>
        <w:t>обязан:</w:t>
      </w:r>
    </w:p>
    <w:p w:rsidR="006A7AC7" w:rsidRPr="003C2AEE" w:rsidRDefault="006A7AC7" w:rsidP="00506271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/>
        </w:rPr>
      </w:pPr>
      <w:r w:rsidRPr="003C2AEE">
        <w:rPr>
          <w:color w:val="000000"/>
          <w:spacing w:val="1"/>
        </w:rPr>
        <w:t xml:space="preserve">перед </w:t>
      </w:r>
      <w:proofErr w:type="spellStart"/>
      <w:r w:rsidRPr="003C2AEE">
        <w:rPr>
          <w:color w:val="000000"/>
          <w:spacing w:val="1"/>
        </w:rPr>
        <w:t>заступлением</w:t>
      </w:r>
      <w:proofErr w:type="spellEnd"/>
      <w:r w:rsidRPr="003C2AEE">
        <w:rPr>
          <w:color w:val="000000"/>
          <w:spacing w:val="1"/>
        </w:rPr>
        <w:t xml:space="preserve"> на пост осуществить обход территории объекта, проверить наличие и исправность оборудования (согласно описи) и от</w:t>
      </w:r>
      <w:r w:rsidRPr="003C2AEE">
        <w:rPr>
          <w:color w:val="000000"/>
          <w:spacing w:val="1"/>
        </w:rPr>
        <w:softHyphen/>
      </w:r>
      <w:r w:rsidRPr="003C2AEE">
        <w:rPr>
          <w:color w:val="000000"/>
        </w:rPr>
        <w:t>сутствие повреждений на внешнем ограждении, окнах, дверях;</w:t>
      </w:r>
    </w:p>
    <w:p w:rsidR="006A7AC7" w:rsidRPr="003C2AEE" w:rsidRDefault="006A7AC7" w:rsidP="00506271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/>
        </w:rPr>
      </w:pPr>
      <w:r w:rsidRPr="003C2AEE">
        <w:rPr>
          <w:color w:val="000000"/>
          <w:spacing w:val="3"/>
        </w:rPr>
        <w:t xml:space="preserve">проверить исправность работы технических средств контроля за обстановкой, </w:t>
      </w:r>
      <w:r w:rsidRPr="003C2AEE">
        <w:rPr>
          <w:color w:val="000000"/>
        </w:rPr>
        <w:t>сре</w:t>
      </w:r>
      <w:proofErr w:type="gramStart"/>
      <w:r w:rsidRPr="003C2AEE">
        <w:rPr>
          <w:color w:val="000000"/>
        </w:rPr>
        <w:t>дств св</w:t>
      </w:r>
      <w:proofErr w:type="gramEnd"/>
      <w:r w:rsidRPr="003C2AEE">
        <w:rPr>
          <w:color w:val="000000"/>
        </w:rPr>
        <w:t>язи, наличие  средств пожаротушения</w:t>
      </w:r>
      <w:r w:rsidRPr="003C2AEE">
        <w:rPr>
          <w:color w:val="000000"/>
          <w:spacing w:val="5"/>
        </w:rPr>
        <w:t xml:space="preserve">, документации поста. О выявленных недостатках и нарушениях произвести запись в </w:t>
      </w:r>
      <w:r w:rsidRPr="003C2AEE">
        <w:rPr>
          <w:color w:val="000000"/>
          <w:spacing w:val="1"/>
        </w:rPr>
        <w:t>журнале приема - сдачи дежурства</w:t>
      </w:r>
      <w:r w:rsidRPr="003C2AEE">
        <w:rPr>
          <w:color w:val="000000"/>
          <w:spacing w:val="-8"/>
        </w:rPr>
        <w:t>.</w:t>
      </w:r>
    </w:p>
    <w:p w:rsidR="006A7AC7" w:rsidRPr="003C2AEE" w:rsidRDefault="006A7AC7" w:rsidP="00506271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/>
        </w:rPr>
      </w:pPr>
      <w:r w:rsidRPr="003C2AEE">
        <w:rPr>
          <w:color w:val="000000"/>
          <w:spacing w:val="-2"/>
        </w:rPr>
        <w:t>доложить о произведенной смене и выявленных недостатках дежурному администратору,</w:t>
      </w:r>
      <w:r w:rsidR="00506271">
        <w:rPr>
          <w:color w:val="000000"/>
          <w:spacing w:val="-2"/>
        </w:rPr>
        <w:t xml:space="preserve"> директору </w:t>
      </w:r>
      <w:r w:rsidR="007F4C67">
        <w:rPr>
          <w:color w:val="000000"/>
          <w:spacing w:val="-2"/>
        </w:rPr>
        <w:t>_____(ОУ)</w:t>
      </w:r>
      <w:r w:rsidRPr="003C2AEE">
        <w:rPr>
          <w:color w:val="000000"/>
          <w:spacing w:val="-2"/>
        </w:rPr>
        <w:t>;</w:t>
      </w:r>
    </w:p>
    <w:p w:rsidR="006A7AC7" w:rsidRPr="003C2AEE" w:rsidRDefault="006A7AC7" w:rsidP="00506271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/>
          <w:spacing w:val="-5"/>
        </w:rPr>
      </w:pPr>
      <w:r w:rsidRPr="003C2AEE">
        <w:rPr>
          <w:color w:val="000000"/>
          <w:spacing w:val="-5"/>
        </w:rPr>
        <w:t xml:space="preserve">осуществлять  пропускной режим в </w:t>
      </w:r>
      <w:r w:rsidR="00506271">
        <w:rPr>
          <w:color w:val="000000"/>
          <w:spacing w:val="-5"/>
        </w:rPr>
        <w:t xml:space="preserve"> </w:t>
      </w:r>
      <w:r w:rsidR="007F4C67">
        <w:rPr>
          <w:color w:val="000000"/>
          <w:spacing w:val="-5"/>
        </w:rPr>
        <w:t>_________ (ОУ)</w:t>
      </w:r>
      <w:r w:rsidR="00506271">
        <w:rPr>
          <w:color w:val="000000"/>
          <w:spacing w:val="-5"/>
        </w:rPr>
        <w:t xml:space="preserve"> </w:t>
      </w:r>
      <w:r w:rsidRPr="003C2AEE">
        <w:rPr>
          <w:color w:val="000000"/>
          <w:spacing w:val="-5"/>
        </w:rPr>
        <w:t>в соответствии с настоящим Положением;</w:t>
      </w:r>
    </w:p>
    <w:p w:rsidR="006A7AC7" w:rsidRPr="003C2AEE" w:rsidRDefault="006A7AC7" w:rsidP="00506271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/>
        </w:rPr>
      </w:pPr>
      <w:r w:rsidRPr="003C2AEE">
        <w:rPr>
          <w:color w:val="000000"/>
          <w:spacing w:val="-5"/>
        </w:rPr>
        <w:t xml:space="preserve">обеспечить  </w:t>
      </w:r>
      <w:proofErr w:type="gramStart"/>
      <w:r w:rsidRPr="003C2AEE">
        <w:rPr>
          <w:color w:val="000000"/>
          <w:spacing w:val="-5"/>
        </w:rPr>
        <w:t>контроль за</w:t>
      </w:r>
      <w:proofErr w:type="gramEnd"/>
      <w:r w:rsidRPr="003C2AEE">
        <w:rPr>
          <w:color w:val="000000"/>
          <w:spacing w:val="-5"/>
        </w:rPr>
        <w:t xml:space="preserve"> складывающейся обстановкой на территории образовательного учреждения и прилегающей местности</w:t>
      </w:r>
      <w:r w:rsidRPr="003C2AEE">
        <w:rPr>
          <w:color w:val="000000"/>
          <w:spacing w:val="-8"/>
        </w:rPr>
        <w:t>;</w:t>
      </w:r>
    </w:p>
    <w:p w:rsidR="006A7AC7" w:rsidRPr="003C2AEE" w:rsidRDefault="006A7AC7" w:rsidP="00506271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/>
        </w:rPr>
      </w:pPr>
      <w:r w:rsidRPr="003C2AEE">
        <w:rPr>
          <w:color w:val="000000"/>
          <w:spacing w:val="-7"/>
        </w:rPr>
        <w:t>выявлять лиц, пытающихся в нарушение установленных правил проникнуть на территорию</w:t>
      </w:r>
      <w:r w:rsidR="00506271">
        <w:rPr>
          <w:color w:val="000000"/>
          <w:spacing w:val="-7"/>
        </w:rPr>
        <w:t xml:space="preserve"> </w:t>
      </w:r>
      <w:r w:rsidR="004B4636">
        <w:rPr>
          <w:color w:val="000000"/>
          <w:spacing w:val="-7"/>
        </w:rPr>
        <w:t xml:space="preserve"> _________ (ОУ)</w:t>
      </w:r>
      <w:r w:rsidR="00506271">
        <w:rPr>
          <w:color w:val="000000"/>
          <w:spacing w:val="-7"/>
        </w:rPr>
        <w:t>,</w:t>
      </w:r>
      <w:r w:rsidRPr="003C2AEE">
        <w:rPr>
          <w:color w:val="000000"/>
          <w:spacing w:val="-5"/>
        </w:rPr>
        <w:t xml:space="preserve"> совершить противоправные действия в отношении учащихся (воспитанников), педагогического и технического персонала, имущества и оборудования образовательного учреждения и пресекать их действия в рамках своей компетенции.  В необходимых случаях</w:t>
      </w:r>
      <w:r w:rsidR="004B4636">
        <w:rPr>
          <w:color w:val="000000"/>
          <w:spacing w:val="-5"/>
        </w:rPr>
        <w:t>,</w:t>
      </w:r>
      <w:r w:rsidRPr="003C2AEE">
        <w:rPr>
          <w:color w:val="000000"/>
          <w:spacing w:val="-5"/>
        </w:rPr>
        <w:t xml:space="preserve"> с помощью сре</w:t>
      </w:r>
      <w:proofErr w:type="gramStart"/>
      <w:r w:rsidRPr="003C2AEE">
        <w:rPr>
          <w:color w:val="000000"/>
          <w:spacing w:val="-5"/>
        </w:rPr>
        <w:t>дств тр</w:t>
      </w:r>
      <w:proofErr w:type="gramEnd"/>
      <w:r w:rsidRPr="003C2AEE">
        <w:rPr>
          <w:color w:val="000000"/>
          <w:spacing w:val="-5"/>
        </w:rPr>
        <w:t>евожной сигнализации</w:t>
      </w:r>
      <w:r w:rsidR="004B4636">
        <w:rPr>
          <w:color w:val="000000"/>
          <w:spacing w:val="-5"/>
        </w:rPr>
        <w:t>,</w:t>
      </w:r>
      <w:r w:rsidRPr="003C2AEE">
        <w:rPr>
          <w:color w:val="000000"/>
          <w:spacing w:val="-5"/>
        </w:rPr>
        <w:t xml:space="preserve"> подать сигнал правоохранительным органам, вызвать группу задержания вневедомственной охраны и т.п.;</w:t>
      </w:r>
    </w:p>
    <w:p w:rsidR="006A7AC7" w:rsidRPr="003C2AEE" w:rsidRDefault="006A7AC7" w:rsidP="00506271">
      <w:pPr>
        <w:numPr>
          <w:ilvl w:val="0"/>
          <w:numId w:val="14"/>
        </w:numPr>
        <w:tabs>
          <w:tab w:val="left" w:pos="993"/>
        </w:tabs>
        <w:ind w:left="993" w:hanging="633"/>
        <w:jc w:val="both"/>
      </w:pPr>
      <w:r w:rsidRPr="003C2AEE">
        <w:t xml:space="preserve">производить обход  территории  </w:t>
      </w:r>
      <w:r w:rsidR="007F4C67">
        <w:t>________ (ОУ)</w:t>
      </w:r>
      <w:r w:rsidR="00506271">
        <w:t xml:space="preserve"> </w:t>
      </w:r>
      <w:r w:rsidRPr="003C2AEE">
        <w:t>согласно установленному графику обходов, но не реже чем 3 раза в день: перед началом учебного процесса, во время пересмены и после окончания занятий, о чем делать соответствующие записи в «Журнале обхода территории». При необходимости осуществлять дополнительный осмо</w:t>
      </w:r>
      <w:r w:rsidR="007F4C67">
        <w:t>тр территории и помещений;</w:t>
      </w:r>
    </w:p>
    <w:p w:rsidR="006A7AC7" w:rsidRPr="003C2AEE" w:rsidRDefault="006A7AC7" w:rsidP="00506271">
      <w:pPr>
        <w:numPr>
          <w:ilvl w:val="0"/>
          <w:numId w:val="14"/>
        </w:numPr>
        <w:tabs>
          <w:tab w:val="left" w:pos="993"/>
        </w:tabs>
        <w:ind w:left="993" w:hanging="633"/>
        <w:jc w:val="both"/>
      </w:pPr>
      <w:r w:rsidRPr="003C2AEE">
        <w:t xml:space="preserve">при обнаружении подозрительных лиц, взрывоопасных или подозрительных предметов и других возможных предпосылок к чрезвычайным ситуациям вызвать </w:t>
      </w:r>
      <w:r w:rsidR="00506271">
        <w:t>по</w:t>
      </w:r>
      <w:r w:rsidRPr="003C2AEE">
        <w:t>лицию и действовать согласно служебной инструкции;</w:t>
      </w:r>
    </w:p>
    <w:p w:rsidR="006A7AC7" w:rsidRDefault="006A7AC7" w:rsidP="00506271">
      <w:pPr>
        <w:numPr>
          <w:ilvl w:val="0"/>
          <w:numId w:val="14"/>
        </w:numPr>
        <w:tabs>
          <w:tab w:val="left" w:pos="993"/>
        </w:tabs>
        <w:ind w:left="993" w:hanging="633"/>
        <w:jc w:val="both"/>
        <w:rPr>
          <w:color w:val="000000"/>
        </w:rPr>
      </w:pPr>
      <w:r w:rsidRPr="003C2AEE">
        <w:rPr>
          <w:color w:val="000000"/>
          <w:spacing w:val="4"/>
        </w:rPr>
        <w:t xml:space="preserve">в случае прибытия лиц для проверки несения службы, </w:t>
      </w:r>
      <w:r w:rsidR="000F3087">
        <w:rPr>
          <w:color w:val="000000"/>
          <w:spacing w:val="4"/>
        </w:rPr>
        <w:t>вахтер,</w:t>
      </w:r>
      <w:r w:rsidRPr="003C2AEE">
        <w:rPr>
          <w:color w:val="000000"/>
          <w:spacing w:val="4"/>
        </w:rPr>
        <w:t xml:space="preserve"> убе</w:t>
      </w:r>
      <w:r w:rsidRPr="003C2AEE">
        <w:rPr>
          <w:color w:val="000000"/>
          <w:spacing w:val="6"/>
        </w:rPr>
        <w:t xml:space="preserve">дившись, что они имеют на это право, допускает их </w:t>
      </w:r>
      <w:r w:rsidR="004B4636">
        <w:rPr>
          <w:color w:val="000000"/>
          <w:spacing w:val="6"/>
        </w:rPr>
        <w:t>______ (ОУ)</w:t>
      </w:r>
      <w:r w:rsidRPr="003C2AEE">
        <w:rPr>
          <w:color w:val="000000"/>
          <w:spacing w:val="6"/>
        </w:rPr>
        <w:t xml:space="preserve"> и отвечает на </w:t>
      </w:r>
      <w:r w:rsidRPr="003C2AEE">
        <w:rPr>
          <w:color w:val="000000"/>
        </w:rPr>
        <w:t>поставленные вопросы.</w:t>
      </w:r>
    </w:p>
    <w:p w:rsidR="0076706D" w:rsidRPr="003C2AEE" w:rsidRDefault="0076706D" w:rsidP="00506271">
      <w:pPr>
        <w:tabs>
          <w:tab w:val="left" w:pos="993"/>
        </w:tabs>
        <w:ind w:left="993" w:hanging="426"/>
        <w:jc w:val="both"/>
      </w:pPr>
    </w:p>
    <w:p w:rsidR="006A7AC7" w:rsidRPr="0076706D" w:rsidRDefault="00506271" w:rsidP="006A7AC7">
      <w:pPr>
        <w:shd w:val="clear" w:color="auto" w:fill="FFFFFF"/>
        <w:rPr>
          <w:bCs w:val="0"/>
        </w:rPr>
      </w:pPr>
      <w:r>
        <w:rPr>
          <w:bCs w:val="0"/>
        </w:rPr>
        <w:t>4</w:t>
      </w:r>
      <w:r w:rsidR="006A7AC7" w:rsidRPr="0076706D">
        <w:rPr>
          <w:bCs w:val="0"/>
        </w:rPr>
        <w:t xml:space="preserve">.4. </w:t>
      </w:r>
      <w:r w:rsidR="000F3087">
        <w:rPr>
          <w:bCs w:val="0"/>
        </w:rPr>
        <w:t xml:space="preserve">Вахтер </w:t>
      </w:r>
      <w:r w:rsidR="006A7AC7" w:rsidRPr="0076706D">
        <w:rPr>
          <w:bCs w:val="0"/>
        </w:rPr>
        <w:t>имеет право:</w:t>
      </w:r>
    </w:p>
    <w:p w:rsidR="006A7AC7" w:rsidRPr="00F36609" w:rsidRDefault="00506271" w:rsidP="00506271">
      <w:pPr>
        <w:numPr>
          <w:ilvl w:val="0"/>
          <w:numId w:val="15"/>
        </w:numPr>
        <w:shd w:val="clear" w:color="auto" w:fill="FFFFFF"/>
        <w:ind w:left="993" w:hanging="633"/>
        <w:jc w:val="both"/>
        <w:rPr>
          <w:color w:val="000000"/>
          <w:spacing w:val="2"/>
          <w:w w:val="87"/>
        </w:rPr>
      </w:pPr>
      <w:r>
        <w:rPr>
          <w:bCs w:val="0"/>
        </w:rPr>
        <w:lastRenderedPageBreak/>
        <w:t xml:space="preserve">    </w:t>
      </w:r>
      <w:r w:rsidR="006A7AC7" w:rsidRPr="00F36609">
        <w:rPr>
          <w:bCs w:val="0"/>
        </w:rPr>
        <w:t xml:space="preserve">требовать от учащихся, персонала </w:t>
      </w:r>
      <w:r>
        <w:rPr>
          <w:bCs w:val="0"/>
        </w:rPr>
        <w:t xml:space="preserve"> </w:t>
      </w:r>
      <w:r w:rsidR="00EE77EA">
        <w:rPr>
          <w:bCs w:val="0"/>
        </w:rPr>
        <w:t>________ (ОУ)</w:t>
      </w:r>
      <w:r>
        <w:rPr>
          <w:bCs w:val="0"/>
        </w:rPr>
        <w:t xml:space="preserve"> </w:t>
      </w:r>
      <w:r w:rsidR="006A7AC7" w:rsidRPr="00F36609">
        <w:rPr>
          <w:bCs w:val="0"/>
        </w:rPr>
        <w:t>и посетителей соблюдения настоящего Положения, правил внутреннего распорядка;</w:t>
      </w:r>
      <w:r w:rsidR="006A7AC7" w:rsidRPr="00F36609">
        <w:rPr>
          <w:color w:val="000000"/>
          <w:spacing w:val="2"/>
          <w:w w:val="87"/>
        </w:rPr>
        <w:t xml:space="preserve">  </w:t>
      </w:r>
    </w:p>
    <w:p w:rsidR="006A7AC7" w:rsidRPr="003C2AEE" w:rsidRDefault="00506271" w:rsidP="00506271">
      <w:pPr>
        <w:widowControl w:val="0"/>
        <w:numPr>
          <w:ilvl w:val="0"/>
          <w:numId w:val="15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993" w:hanging="633"/>
        <w:jc w:val="both"/>
      </w:pPr>
      <w:r>
        <w:rPr>
          <w:color w:val="000000"/>
          <w:spacing w:val="-2"/>
        </w:rPr>
        <w:t xml:space="preserve"> </w:t>
      </w:r>
      <w:r w:rsidR="006A7AC7" w:rsidRPr="003C2AEE">
        <w:rPr>
          <w:color w:val="000000"/>
          <w:spacing w:val="-2"/>
        </w:rPr>
        <w:t xml:space="preserve">требовать немедленного устранения выявленных недостатков, пресекать </w:t>
      </w:r>
      <w:r w:rsidR="006A7AC7" w:rsidRPr="003C2AEE">
        <w:rPr>
          <w:color w:val="000000"/>
        </w:rPr>
        <w:t>попытки нарушения распорядка дня и пропускного режима;</w:t>
      </w:r>
    </w:p>
    <w:p w:rsidR="006A7AC7" w:rsidRPr="003C2AEE" w:rsidRDefault="00506271" w:rsidP="00506271">
      <w:pPr>
        <w:numPr>
          <w:ilvl w:val="0"/>
          <w:numId w:val="15"/>
        </w:numPr>
        <w:shd w:val="clear" w:color="auto" w:fill="FFFFFF"/>
        <w:tabs>
          <w:tab w:val="left" w:pos="893"/>
        </w:tabs>
        <w:ind w:left="993" w:hanging="633"/>
        <w:jc w:val="both"/>
      </w:pPr>
      <w:r>
        <w:t xml:space="preserve"> </w:t>
      </w:r>
      <w:r w:rsidR="006A7AC7" w:rsidRPr="003C2AEE">
        <w:t>для выполнения своих служебных обязанностей пользоваться средствами связи и другим оборудованием, принадлежа</w:t>
      </w:r>
      <w:r w:rsidR="003002CB">
        <w:t>щим образовательному учреждению.</w:t>
      </w:r>
      <w:r w:rsidR="006A7AC7" w:rsidRPr="003C2AEE">
        <w:t xml:space="preserve"> </w:t>
      </w:r>
    </w:p>
    <w:p w:rsidR="00510069" w:rsidRDefault="00510069" w:rsidP="006A7AC7">
      <w:pPr>
        <w:shd w:val="clear" w:color="auto" w:fill="FFFFFF"/>
        <w:jc w:val="both"/>
        <w:rPr>
          <w:bCs w:val="0"/>
          <w:color w:val="000000"/>
          <w:spacing w:val="-11"/>
        </w:rPr>
      </w:pPr>
    </w:p>
    <w:p w:rsidR="006A7AC7" w:rsidRPr="0076706D" w:rsidRDefault="00506271" w:rsidP="006A7AC7">
      <w:pPr>
        <w:shd w:val="clear" w:color="auto" w:fill="FFFFFF"/>
        <w:jc w:val="both"/>
      </w:pPr>
      <w:r>
        <w:rPr>
          <w:bCs w:val="0"/>
          <w:color w:val="000000"/>
          <w:spacing w:val="-11"/>
        </w:rPr>
        <w:t>4</w:t>
      </w:r>
      <w:r w:rsidR="006A7AC7" w:rsidRPr="0076706D">
        <w:rPr>
          <w:bCs w:val="0"/>
          <w:color w:val="000000"/>
          <w:spacing w:val="-11"/>
        </w:rPr>
        <w:t>.5.</w:t>
      </w:r>
      <w:r w:rsidR="000F3087">
        <w:rPr>
          <w:bCs w:val="0"/>
          <w:color w:val="000000"/>
          <w:spacing w:val="-11"/>
        </w:rPr>
        <w:t xml:space="preserve"> Вахтеру</w:t>
      </w:r>
      <w:r w:rsidR="006A7AC7" w:rsidRPr="0076706D">
        <w:rPr>
          <w:bCs w:val="0"/>
          <w:color w:val="000000"/>
          <w:spacing w:val="-11"/>
        </w:rPr>
        <w:t xml:space="preserve">  запрещается:</w:t>
      </w:r>
    </w:p>
    <w:p w:rsidR="006A7AC7" w:rsidRPr="003C2AEE" w:rsidRDefault="006A7AC7" w:rsidP="00506271">
      <w:pPr>
        <w:widowControl w:val="0"/>
        <w:numPr>
          <w:ilvl w:val="0"/>
          <w:numId w:val="1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633"/>
        <w:jc w:val="both"/>
        <w:rPr>
          <w:color w:val="000000"/>
        </w:rPr>
      </w:pPr>
      <w:r w:rsidRPr="003C2AEE">
        <w:rPr>
          <w:color w:val="000000"/>
        </w:rPr>
        <w:t>покидать пост без разрешения руководства образовательного учреждения;</w:t>
      </w:r>
    </w:p>
    <w:p w:rsidR="006A7AC7" w:rsidRPr="003C2AEE" w:rsidRDefault="00506271" w:rsidP="00506271">
      <w:pPr>
        <w:widowControl w:val="0"/>
        <w:numPr>
          <w:ilvl w:val="0"/>
          <w:numId w:val="16"/>
        </w:numPr>
        <w:shd w:val="clear" w:color="auto" w:fill="FFFFFF"/>
        <w:tabs>
          <w:tab w:val="left" w:pos="960"/>
          <w:tab w:val="left" w:pos="993"/>
        </w:tabs>
        <w:autoSpaceDE w:val="0"/>
        <w:autoSpaceDN w:val="0"/>
        <w:adjustRightInd w:val="0"/>
        <w:ind w:left="993" w:hanging="633"/>
        <w:jc w:val="both"/>
        <w:rPr>
          <w:color w:val="000000"/>
        </w:rPr>
      </w:pPr>
      <w:r>
        <w:rPr>
          <w:color w:val="000000"/>
          <w:spacing w:val="6"/>
        </w:rPr>
        <w:t xml:space="preserve"> </w:t>
      </w:r>
      <w:r w:rsidR="006A7AC7" w:rsidRPr="003C2AEE">
        <w:rPr>
          <w:color w:val="000000"/>
          <w:spacing w:val="6"/>
        </w:rPr>
        <w:t>допускать на объект посторонних лиц с нарушением установленных правил</w:t>
      </w:r>
      <w:r w:rsidR="006A7AC7" w:rsidRPr="003C2AEE">
        <w:rPr>
          <w:color w:val="000000"/>
          <w:spacing w:val="-1"/>
        </w:rPr>
        <w:t>;</w:t>
      </w:r>
    </w:p>
    <w:p w:rsidR="006A7AC7" w:rsidRPr="003C2AEE" w:rsidRDefault="006A7AC7" w:rsidP="00506271">
      <w:pPr>
        <w:widowControl w:val="0"/>
        <w:numPr>
          <w:ilvl w:val="0"/>
          <w:numId w:val="16"/>
        </w:numPr>
        <w:shd w:val="clear" w:color="auto" w:fill="FFFFFF"/>
        <w:tabs>
          <w:tab w:val="left" w:pos="960"/>
          <w:tab w:val="left" w:pos="993"/>
        </w:tabs>
        <w:autoSpaceDE w:val="0"/>
        <w:autoSpaceDN w:val="0"/>
        <w:adjustRightInd w:val="0"/>
        <w:ind w:left="993" w:hanging="633"/>
        <w:jc w:val="both"/>
        <w:rPr>
          <w:color w:val="000000"/>
          <w:spacing w:val="-1"/>
        </w:rPr>
      </w:pPr>
      <w:r w:rsidRPr="003C2AEE">
        <w:rPr>
          <w:color w:val="000000"/>
          <w:spacing w:val="2"/>
        </w:rPr>
        <w:t xml:space="preserve">разглашать посторонним лицам информацию об охраняемом объекте и </w:t>
      </w:r>
      <w:r w:rsidRPr="003C2AEE">
        <w:rPr>
          <w:color w:val="000000"/>
          <w:spacing w:val="-1"/>
        </w:rPr>
        <w:t>порядке организации его охраны;</w:t>
      </w:r>
    </w:p>
    <w:p w:rsidR="006A7AC7" w:rsidRPr="003C2AEE" w:rsidRDefault="006A7AC7" w:rsidP="00506271">
      <w:pPr>
        <w:numPr>
          <w:ilvl w:val="0"/>
          <w:numId w:val="16"/>
        </w:numPr>
        <w:shd w:val="clear" w:color="auto" w:fill="FFFFFF"/>
        <w:tabs>
          <w:tab w:val="left" w:pos="993"/>
        </w:tabs>
        <w:ind w:left="993" w:hanging="633"/>
        <w:jc w:val="both"/>
      </w:pPr>
      <w:r w:rsidRPr="003C2AEE">
        <w:rPr>
          <w:color w:val="000000"/>
          <w:spacing w:val="-2"/>
        </w:rPr>
        <w:t>на рабочем месте употреблять спиртосодержащие напитки, слабоалкогольные коктейли, пиво, наркотические веще</w:t>
      </w:r>
      <w:r w:rsidRPr="003C2AEE">
        <w:rPr>
          <w:color w:val="000000"/>
          <w:spacing w:val="-2"/>
        </w:rPr>
        <w:softHyphen/>
      </w:r>
      <w:r w:rsidRPr="003C2AEE">
        <w:rPr>
          <w:color w:val="000000"/>
          <w:spacing w:val="-5"/>
        </w:rPr>
        <w:t>ства, психотропные и токсические вещества.</w:t>
      </w:r>
    </w:p>
    <w:p w:rsidR="006A7AC7" w:rsidRDefault="006A7AC7" w:rsidP="00506271">
      <w:pPr>
        <w:shd w:val="clear" w:color="auto" w:fill="FFFFFF"/>
        <w:tabs>
          <w:tab w:val="left" w:pos="993"/>
        </w:tabs>
        <w:ind w:left="993" w:hanging="633"/>
      </w:pPr>
    </w:p>
    <w:p w:rsidR="006A7AC7" w:rsidRDefault="006A7AC7" w:rsidP="002F0597"/>
    <w:p w:rsidR="006A7AC7" w:rsidRDefault="006A7AC7" w:rsidP="002F0597"/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  <w:r>
        <w:rPr>
          <w:b w:val="0"/>
        </w:rPr>
        <w:t xml:space="preserve">                                                  </w:t>
      </w: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C63FAE" w:rsidRDefault="00C63FAE" w:rsidP="00C63FAE">
      <w:pPr>
        <w:pStyle w:val="a5"/>
        <w:spacing w:line="240" w:lineRule="auto"/>
        <w:ind w:left="4253"/>
        <w:jc w:val="left"/>
        <w:rPr>
          <w:b w:val="0"/>
        </w:rPr>
      </w:pPr>
    </w:p>
    <w:p w:rsidR="00E4646F" w:rsidRPr="00E4646F" w:rsidRDefault="002F0597" w:rsidP="00C63FAE">
      <w:pPr>
        <w:pStyle w:val="a5"/>
        <w:spacing w:line="240" w:lineRule="auto"/>
        <w:ind w:left="4253"/>
        <w:jc w:val="right"/>
        <w:rPr>
          <w:b w:val="0"/>
        </w:rPr>
      </w:pPr>
      <w:r w:rsidRPr="00E4646F">
        <w:rPr>
          <w:b w:val="0"/>
        </w:rPr>
        <w:t xml:space="preserve">Приложение </w:t>
      </w:r>
      <w:r w:rsidR="00C63FAE">
        <w:rPr>
          <w:b w:val="0"/>
        </w:rPr>
        <w:t>2</w:t>
      </w:r>
      <w:r w:rsidR="008756F8" w:rsidRPr="00E4646F">
        <w:rPr>
          <w:b w:val="0"/>
        </w:rPr>
        <w:t xml:space="preserve"> </w:t>
      </w:r>
    </w:p>
    <w:p w:rsidR="00E4646F" w:rsidRPr="000378C5" w:rsidRDefault="00C63FAE" w:rsidP="00E4646F">
      <w:r>
        <w:t xml:space="preserve"> </w:t>
      </w:r>
    </w:p>
    <w:p w:rsidR="002F0597" w:rsidRPr="00796017" w:rsidRDefault="002F0597" w:rsidP="00E4646F"/>
    <w:p w:rsidR="008756F8" w:rsidRPr="00E4646F" w:rsidRDefault="008756F8" w:rsidP="002F0597">
      <w:pPr>
        <w:jc w:val="center"/>
        <w:rPr>
          <w:b/>
        </w:rPr>
      </w:pPr>
      <w:r w:rsidRPr="00E4646F">
        <w:rPr>
          <w:b/>
        </w:rPr>
        <w:t xml:space="preserve">АЛГОРИТМ </w:t>
      </w:r>
    </w:p>
    <w:p w:rsidR="008756F8" w:rsidRPr="00E4646F" w:rsidRDefault="002F0597" w:rsidP="00C63FAE">
      <w:pPr>
        <w:jc w:val="both"/>
        <w:rPr>
          <w:b/>
        </w:rPr>
      </w:pPr>
      <w:r w:rsidRPr="00E4646F">
        <w:rPr>
          <w:b/>
        </w:rPr>
        <w:t>действий дежурного</w:t>
      </w:r>
      <w:r w:rsidR="00E4646F">
        <w:rPr>
          <w:b/>
        </w:rPr>
        <w:t xml:space="preserve"> администратора</w:t>
      </w:r>
      <w:r w:rsidRPr="00E4646F">
        <w:rPr>
          <w:b/>
        </w:rPr>
        <w:t xml:space="preserve"> (вахтера, сторожа, охранника) </w:t>
      </w:r>
    </w:p>
    <w:p w:rsidR="002F0597" w:rsidRPr="008756F8" w:rsidRDefault="002F0597" w:rsidP="00C63FAE">
      <w:pPr>
        <w:pStyle w:val="3"/>
        <w:spacing w:before="0" w:after="0"/>
        <w:jc w:val="both"/>
      </w:pPr>
      <w:r w:rsidRPr="00E4646F">
        <w:rPr>
          <w:rFonts w:ascii="Times New Roman" w:hAnsi="Times New Roman"/>
          <w:sz w:val="28"/>
          <w:szCs w:val="28"/>
        </w:rPr>
        <w:t xml:space="preserve">по допуску сотрудников,  </w:t>
      </w:r>
      <w:r w:rsidR="008756F8" w:rsidRPr="00E4646F">
        <w:rPr>
          <w:rFonts w:ascii="Times New Roman" w:hAnsi="Times New Roman"/>
          <w:sz w:val="28"/>
          <w:szCs w:val="28"/>
        </w:rPr>
        <w:t>обучающихся</w:t>
      </w:r>
      <w:r w:rsidRPr="00E4646F">
        <w:rPr>
          <w:rFonts w:ascii="Times New Roman" w:hAnsi="Times New Roman"/>
          <w:sz w:val="28"/>
          <w:szCs w:val="28"/>
        </w:rPr>
        <w:t xml:space="preserve">, родителей (законных представителей) и посторонних лиц </w:t>
      </w:r>
      <w:proofErr w:type="gramStart"/>
      <w:r w:rsidRPr="00E4646F">
        <w:rPr>
          <w:rFonts w:ascii="Times New Roman" w:hAnsi="Times New Roman"/>
          <w:sz w:val="28"/>
          <w:szCs w:val="28"/>
        </w:rPr>
        <w:t>в</w:t>
      </w:r>
      <w:proofErr w:type="gramEnd"/>
      <w:r w:rsidRPr="00E4646F">
        <w:rPr>
          <w:rFonts w:ascii="Times New Roman" w:hAnsi="Times New Roman"/>
          <w:sz w:val="28"/>
          <w:szCs w:val="28"/>
        </w:rPr>
        <w:t xml:space="preserve"> </w:t>
      </w:r>
      <w:r w:rsidR="00EE77EA">
        <w:rPr>
          <w:rFonts w:ascii="Times New Roman" w:hAnsi="Times New Roman"/>
          <w:iCs w:val="0"/>
          <w:sz w:val="28"/>
          <w:szCs w:val="28"/>
        </w:rPr>
        <w:t>__________________________</w:t>
      </w:r>
    </w:p>
    <w:p w:rsidR="00C63FAE" w:rsidRPr="00E4646F" w:rsidRDefault="00C63FAE" w:rsidP="00C63FAE">
      <w:pPr>
        <w:pStyle w:val="a5"/>
        <w:spacing w:line="240" w:lineRule="auto"/>
        <w:rPr>
          <w:b w:val="0"/>
        </w:rPr>
      </w:pPr>
      <w:r>
        <w:rPr>
          <w:b w:val="0"/>
        </w:rPr>
        <w:t>(</w:t>
      </w:r>
      <w:r w:rsidRPr="00E4646F">
        <w:rPr>
          <w:b w:val="0"/>
        </w:rPr>
        <w:t xml:space="preserve">к </w:t>
      </w:r>
      <w:r>
        <w:rPr>
          <w:b w:val="0"/>
        </w:rPr>
        <w:t>п</w:t>
      </w:r>
      <w:r w:rsidRPr="00E4646F">
        <w:rPr>
          <w:b w:val="0"/>
        </w:rPr>
        <w:t>оложению</w:t>
      </w:r>
      <w:r>
        <w:rPr>
          <w:b w:val="0"/>
        </w:rPr>
        <w:t xml:space="preserve"> </w:t>
      </w:r>
      <w:r w:rsidRPr="00E4646F">
        <w:rPr>
          <w:b w:val="0"/>
        </w:rPr>
        <w:t>об</w:t>
      </w:r>
      <w:r>
        <w:rPr>
          <w:b w:val="0"/>
        </w:rPr>
        <w:t xml:space="preserve"> организации пропускного режима)</w:t>
      </w:r>
    </w:p>
    <w:p w:rsidR="002F0597" w:rsidRPr="00E4646F" w:rsidRDefault="002F0597" w:rsidP="002F0597">
      <w:pPr>
        <w:rPr>
          <w:b/>
          <w:i/>
        </w:rPr>
      </w:pPr>
    </w:p>
    <w:p w:rsidR="002F0597" w:rsidRPr="00E4646F" w:rsidRDefault="002F0597" w:rsidP="002F0597">
      <w:pPr>
        <w:ind w:firstLine="720"/>
        <w:jc w:val="both"/>
        <w:rPr>
          <w:b/>
          <w:i/>
        </w:rPr>
      </w:pPr>
      <w:r w:rsidRPr="00E4646F">
        <w:rPr>
          <w:b/>
          <w:i/>
        </w:rPr>
        <w:t>1. Организация допуска на охраняемый объект сотрудников.</w:t>
      </w:r>
    </w:p>
    <w:p w:rsidR="00E4646F" w:rsidRDefault="00E4646F" w:rsidP="00E4646F">
      <w:pPr>
        <w:jc w:val="both"/>
      </w:pPr>
    </w:p>
    <w:p w:rsidR="002F0597" w:rsidRPr="00FC6C98" w:rsidRDefault="002F0597" w:rsidP="00E4646F">
      <w:pPr>
        <w:numPr>
          <w:ilvl w:val="1"/>
          <w:numId w:val="17"/>
        </w:numPr>
        <w:ind w:left="0" w:firstLine="0"/>
        <w:jc w:val="both"/>
      </w:pPr>
      <w:r w:rsidRPr="00FC6C98">
        <w:t xml:space="preserve">Проход сотрудников на территорию </w:t>
      </w:r>
      <w:r w:rsidR="00EE77EA">
        <w:t xml:space="preserve"> </w:t>
      </w:r>
      <w:proofErr w:type="spellStart"/>
      <w:r w:rsidR="00EE77EA">
        <w:t>______________________</w:t>
      </w:r>
      <w:r w:rsidRPr="00FC6C98">
        <w:t>и</w:t>
      </w:r>
      <w:proofErr w:type="spellEnd"/>
      <w:r w:rsidRPr="00FC6C98">
        <w:t xml:space="preserve"> обратно осуществляется по установленным </w:t>
      </w:r>
      <w:r>
        <w:t xml:space="preserve">приказом </w:t>
      </w:r>
      <w:r w:rsidR="008756F8">
        <w:t>директора</w:t>
      </w:r>
      <w:r>
        <w:t xml:space="preserve"> </w:t>
      </w:r>
      <w:r w:rsidRPr="00FC6C98">
        <w:t xml:space="preserve">пропускам через стационарный пост </w:t>
      </w:r>
      <w:r w:rsidR="000F3087">
        <w:t xml:space="preserve"> вахтера и </w:t>
      </w:r>
      <w:r w:rsidRPr="00FC6C98">
        <w:t>административного дежурного. Пропуск явля</w:t>
      </w:r>
      <w:r>
        <w:t>ет</w:t>
      </w:r>
      <w:r w:rsidRPr="00FC6C98">
        <w:t>ся основным документом, дающим право на проход.</w:t>
      </w:r>
    </w:p>
    <w:p w:rsidR="00E4646F" w:rsidRDefault="00E4646F" w:rsidP="00E4646F">
      <w:pPr>
        <w:jc w:val="both"/>
      </w:pPr>
    </w:p>
    <w:p w:rsidR="002F0597" w:rsidRPr="00FC6C98" w:rsidRDefault="00E4646F" w:rsidP="00E4646F">
      <w:pPr>
        <w:jc w:val="both"/>
      </w:pPr>
      <w:r>
        <w:t xml:space="preserve">1.2. </w:t>
      </w:r>
      <w:r w:rsidR="002F0597" w:rsidRPr="00FC6C98">
        <w:t xml:space="preserve">В нерабочее время, выходные и праздничные дни допуск сотрудников </w:t>
      </w:r>
      <w:r w:rsidR="002F0597">
        <w:t xml:space="preserve">в </w:t>
      </w:r>
      <w:r w:rsidR="002F0597" w:rsidRPr="00FC6C98">
        <w:t xml:space="preserve"> </w:t>
      </w:r>
      <w:r>
        <w:t xml:space="preserve"> </w:t>
      </w:r>
      <w:r w:rsidR="004B4636">
        <w:t xml:space="preserve"> ________ (ОУ) </w:t>
      </w:r>
      <w:r w:rsidR="002F0597" w:rsidRPr="00FC6C98">
        <w:t xml:space="preserve">должен быть ограничен и производиться по предварительному заявлению сотрудника на имя </w:t>
      </w:r>
      <w:r>
        <w:t>директора</w:t>
      </w:r>
      <w:r w:rsidR="002F0597" w:rsidRPr="00FC6C98">
        <w:t xml:space="preserve">. </w:t>
      </w:r>
    </w:p>
    <w:p w:rsidR="00E4646F" w:rsidRDefault="00E4646F" w:rsidP="00E4646F">
      <w:pPr>
        <w:jc w:val="both"/>
      </w:pPr>
    </w:p>
    <w:p w:rsidR="002F0597" w:rsidRPr="007E2B3F" w:rsidRDefault="00E4646F" w:rsidP="00E4646F">
      <w:pPr>
        <w:jc w:val="both"/>
        <w:rPr>
          <w:i/>
        </w:rPr>
      </w:pPr>
      <w:r>
        <w:t xml:space="preserve">1.3. </w:t>
      </w:r>
      <w:r w:rsidR="002F0597" w:rsidRPr="00FC6C98">
        <w:t xml:space="preserve">Допуск </w:t>
      </w:r>
      <w:r w:rsidR="002F0597">
        <w:t>в</w:t>
      </w:r>
      <w:r w:rsidR="002F0597" w:rsidRPr="00FC6C98">
        <w:t xml:space="preserve"> </w:t>
      </w:r>
      <w:r w:rsidR="008756F8">
        <w:t>М</w:t>
      </w:r>
      <w:r w:rsidR="002F0597" w:rsidRPr="00144C12">
        <w:t>ОУ</w:t>
      </w:r>
      <w:r w:rsidR="002F0597" w:rsidRPr="00FC6C98">
        <w:t xml:space="preserve"> осуществляется строго по списку сотруднико</w:t>
      </w:r>
      <w:r w:rsidR="008756F8">
        <w:t>в</w:t>
      </w:r>
      <w:r>
        <w:t xml:space="preserve"> </w:t>
      </w:r>
      <w:r w:rsidR="00EE77EA">
        <w:t>___________________ (ОУ)</w:t>
      </w:r>
      <w:r w:rsidR="002F0597" w:rsidRPr="00FC6C98">
        <w:t xml:space="preserve">, утвержденному </w:t>
      </w:r>
      <w:r w:rsidR="008756F8">
        <w:t xml:space="preserve">директором </w:t>
      </w:r>
      <w:r w:rsidR="002F0597" w:rsidRPr="007E2B3F">
        <w:rPr>
          <w:i/>
        </w:rPr>
        <w:t>(данный список корректируется и утверждается не реже 1 раза в месяц).</w:t>
      </w:r>
    </w:p>
    <w:p w:rsidR="00E4646F" w:rsidRDefault="00E4646F" w:rsidP="00E4646F">
      <w:pPr>
        <w:jc w:val="both"/>
      </w:pPr>
    </w:p>
    <w:p w:rsidR="002F0597" w:rsidRDefault="00E4646F" w:rsidP="00E4646F">
      <w:pPr>
        <w:jc w:val="both"/>
      </w:pPr>
      <w:r>
        <w:t xml:space="preserve">1.4. </w:t>
      </w:r>
      <w:r w:rsidR="008756F8">
        <w:t>Схема допуска сотрудников</w:t>
      </w:r>
      <w:r w:rsidR="004B4636">
        <w:t xml:space="preserve"> _______ (ОУ)</w:t>
      </w:r>
      <w:r w:rsidR="002F0597">
        <w:t xml:space="preserve">: </w:t>
      </w:r>
    </w:p>
    <w:p w:rsidR="002F0597" w:rsidRDefault="002F0597" w:rsidP="002F0597">
      <w:pPr>
        <w:numPr>
          <w:ilvl w:val="0"/>
          <w:numId w:val="1"/>
        </w:numPr>
        <w:tabs>
          <w:tab w:val="clear" w:pos="1440"/>
          <w:tab w:val="num" w:pos="540"/>
          <w:tab w:val="left" w:pos="1080"/>
        </w:tabs>
        <w:ind w:left="0" w:firstLine="720"/>
        <w:jc w:val="both"/>
      </w:pPr>
      <w:r>
        <w:t>проверка наличия  пропуска;</w:t>
      </w:r>
    </w:p>
    <w:p w:rsidR="002F0597" w:rsidRPr="00D27BF7" w:rsidRDefault="002F0597" w:rsidP="002F0597">
      <w:pPr>
        <w:numPr>
          <w:ilvl w:val="0"/>
          <w:numId w:val="1"/>
        </w:numPr>
        <w:tabs>
          <w:tab w:val="clear" w:pos="1440"/>
          <w:tab w:val="num" w:pos="540"/>
          <w:tab w:val="left" w:pos="1080"/>
        </w:tabs>
        <w:ind w:left="0" w:firstLine="720"/>
        <w:jc w:val="both"/>
      </w:pPr>
      <w:r w:rsidRPr="00FC6C98">
        <w:t>сопоставлени</w:t>
      </w:r>
      <w:r>
        <w:t>е</w:t>
      </w:r>
      <w:r w:rsidRPr="00FC6C98">
        <w:t xml:space="preserve"> данных</w:t>
      </w:r>
      <w:r w:rsidRPr="00E82B80">
        <w:t xml:space="preserve"> </w:t>
      </w:r>
      <w:r>
        <w:t xml:space="preserve">пропуска со </w:t>
      </w:r>
      <w:r w:rsidRPr="00FC6C98">
        <w:t>списк</w:t>
      </w:r>
      <w:r>
        <w:t>ом</w:t>
      </w:r>
      <w:r w:rsidR="008756F8">
        <w:t xml:space="preserve"> сотрудников </w:t>
      </w:r>
      <w:r w:rsidRPr="00FE1E1F">
        <w:rPr>
          <w:i/>
        </w:rPr>
        <w:t>(необходимо удостовериться действительно ли лицо</w:t>
      </w:r>
      <w:r>
        <w:rPr>
          <w:i/>
        </w:rPr>
        <w:t>,</w:t>
      </w:r>
      <w:r w:rsidRPr="00FE1E1F">
        <w:rPr>
          <w:i/>
        </w:rPr>
        <w:t xml:space="preserve"> предъявляющее пропуск</w:t>
      </w:r>
      <w:r>
        <w:rPr>
          <w:i/>
        </w:rPr>
        <w:t>,</w:t>
      </w:r>
      <w:r w:rsidR="008756F8">
        <w:rPr>
          <w:i/>
        </w:rPr>
        <w:t xml:space="preserve"> является работником </w:t>
      </w:r>
      <w:r w:rsidR="00EE77EA">
        <w:rPr>
          <w:i/>
        </w:rPr>
        <w:t>ОУ</w:t>
      </w:r>
      <w:r w:rsidRPr="00FE1E1F">
        <w:rPr>
          <w:i/>
        </w:rPr>
        <w:t>)</w:t>
      </w:r>
      <w:r>
        <w:rPr>
          <w:i/>
        </w:rPr>
        <w:t>;</w:t>
      </w:r>
    </w:p>
    <w:p w:rsidR="002F0597" w:rsidRPr="00D27BF7" w:rsidRDefault="002F0597" w:rsidP="002F0597">
      <w:pPr>
        <w:numPr>
          <w:ilvl w:val="0"/>
          <w:numId w:val="1"/>
        </w:numPr>
        <w:tabs>
          <w:tab w:val="clear" w:pos="1440"/>
          <w:tab w:val="num" w:pos="540"/>
          <w:tab w:val="left" w:pos="1080"/>
        </w:tabs>
        <w:ind w:left="0" w:firstLine="720"/>
        <w:jc w:val="both"/>
      </w:pPr>
      <w:r>
        <w:t xml:space="preserve">проведение </w:t>
      </w:r>
      <w:r w:rsidRPr="00D27BF7">
        <w:t>визуальн</w:t>
      </w:r>
      <w:r>
        <w:t>ого</w:t>
      </w:r>
      <w:r w:rsidRPr="00D27BF7">
        <w:t xml:space="preserve"> досмотр</w:t>
      </w:r>
      <w:r>
        <w:t>а;</w:t>
      </w:r>
    </w:p>
    <w:p w:rsidR="002F0597" w:rsidRDefault="008756F8" w:rsidP="002F0597">
      <w:pPr>
        <w:numPr>
          <w:ilvl w:val="0"/>
          <w:numId w:val="1"/>
        </w:numPr>
        <w:tabs>
          <w:tab w:val="clear" w:pos="1440"/>
          <w:tab w:val="num" w:pos="540"/>
          <w:tab w:val="left" w:pos="1080"/>
        </w:tabs>
        <w:ind w:left="0" w:firstLine="720"/>
        <w:jc w:val="both"/>
      </w:pPr>
      <w:r>
        <w:t xml:space="preserve">непосредственный допуск в </w:t>
      </w:r>
      <w:r w:rsidR="004B4636">
        <w:t>________ (ОУ)</w:t>
      </w:r>
      <w:r w:rsidR="002F0597">
        <w:t>.</w:t>
      </w:r>
    </w:p>
    <w:p w:rsidR="002F0597" w:rsidRPr="00FC6C98" w:rsidRDefault="002F0597" w:rsidP="002F0597">
      <w:pPr>
        <w:ind w:firstLine="720"/>
        <w:jc w:val="both"/>
      </w:pPr>
    </w:p>
    <w:p w:rsidR="002F0597" w:rsidRPr="00E4646F" w:rsidRDefault="002F0597" w:rsidP="00E4646F">
      <w:pPr>
        <w:ind w:firstLine="720"/>
        <w:jc w:val="center"/>
        <w:rPr>
          <w:b/>
          <w:i/>
        </w:rPr>
      </w:pPr>
      <w:r w:rsidRPr="00E4646F">
        <w:rPr>
          <w:b/>
          <w:i/>
        </w:rPr>
        <w:t>2. Организация пропуска на охраняемый объект представителей контрольных и правоохранительных органов</w:t>
      </w:r>
    </w:p>
    <w:p w:rsidR="00E4646F" w:rsidRDefault="00E4646F" w:rsidP="00E4646F">
      <w:pPr>
        <w:jc w:val="both"/>
      </w:pPr>
    </w:p>
    <w:p w:rsidR="002F0597" w:rsidRPr="00FC6C98" w:rsidRDefault="00E4646F" w:rsidP="00E4646F">
      <w:pPr>
        <w:jc w:val="both"/>
      </w:pPr>
      <w:r>
        <w:t xml:space="preserve">2.1. </w:t>
      </w:r>
      <w:r w:rsidR="002F0597" w:rsidRPr="00FC6C98">
        <w:t xml:space="preserve">На основании действующего законодательства отдельные категории лиц пользуются правом прохода </w:t>
      </w:r>
      <w:r w:rsidR="008756F8">
        <w:t xml:space="preserve">в </w:t>
      </w:r>
      <w:r>
        <w:t xml:space="preserve"> </w:t>
      </w:r>
      <w:r w:rsidR="004B4636">
        <w:t>_________ (ОУ)</w:t>
      </w:r>
      <w:r>
        <w:t xml:space="preserve"> </w:t>
      </w:r>
      <w:r w:rsidR="002F0597" w:rsidRPr="00FC6C98">
        <w:t xml:space="preserve">без пропуска, при предъявлении служебного удостоверения. </w:t>
      </w:r>
    </w:p>
    <w:p w:rsidR="002F0597" w:rsidRPr="00FC6C98" w:rsidRDefault="002F0597" w:rsidP="002F0597">
      <w:pPr>
        <w:ind w:firstLine="720"/>
        <w:jc w:val="both"/>
      </w:pPr>
      <w:r>
        <w:t xml:space="preserve">К ним </w:t>
      </w:r>
      <w:r w:rsidR="008756F8">
        <w:t>могут относиться</w:t>
      </w:r>
      <w:r>
        <w:t xml:space="preserve"> работники прокуратуры, правоохранительных органов, работники надзорных органов, </w:t>
      </w:r>
      <w:r w:rsidRPr="00FC6C98">
        <w:t xml:space="preserve">работники органов управления образованием. </w:t>
      </w:r>
    </w:p>
    <w:p w:rsidR="00E4646F" w:rsidRPr="00E4646F" w:rsidRDefault="00E4646F" w:rsidP="00E4646F">
      <w:pPr>
        <w:jc w:val="both"/>
        <w:rPr>
          <w:color w:val="FF0000"/>
          <w:spacing w:val="-1"/>
        </w:rPr>
      </w:pPr>
    </w:p>
    <w:p w:rsidR="002F0597" w:rsidRDefault="00E4646F" w:rsidP="00E4646F">
      <w:pPr>
        <w:jc w:val="both"/>
        <w:rPr>
          <w:color w:val="000000"/>
          <w:spacing w:val="-6"/>
        </w:rPr>
      </w:pPr>
      <w:r>
        <w:rPr>
          <w:color w:val="000000"/>
          <w:spacing w:val="-1"/>
        </w:rPr>
        <w:t xml:space="preserve">2.2. </w:t>
      </w:r>
      <w:r w:rsidR="002F0597" w:rsidRPr="00FC6C98">
        <w:rPr>
          <w:color w:val="000000"/>
          <w:spacing w:val="-1"/>
        </w:rPr>
        <w:t xml:space="preserve">Диалог с лицами, прибывшими для проверки, необходимо начинать с проверки наличия у них документов, удостоверяющих личность, и </w:t>
      </w:r>
      <w:r w:rsidR="002F0597">
        <w:rPr>
          <w:color w:val="000000"/>
          <w:spacing w:val="-1"/>
        </w:rPr>
        <w:t xml:space="preserve">документа, подтверждающего правомочность </w:t>
      </w:r>
      <w:r w:rsidR="002F0597" w:rsidRPr="00FC6C98">
        <w:rPr>
          <w:color w:val="000000"/>
          <w:spacing w:val="-1"/>
        </w:rPr>
        <w:t>проверки. Допуск производить после соответствующего разрешения</w:t>
      </w:r>
      <w:r>
        <w:rPr>
          <w:color w:val="000000"/>
          <w:spacing w:val="-1"/>
        </w:rPr>
        <w:t xml:space="preserve"> директора </w:t>
      </w:r>
      <w:r w:rsidR="004B4636">
        <w:rPr>
          <w:color w:val="000000"/>
          <w:spacing w:val="-1"/>
        </w:rPr>
        <w:t>___________(ОУ)</w:t>
      </w:r>
      <w:r w:rsidR="002F0597" w:rsidRPr="00FC6C98">
        <w:rPr>
          <w:color w:val="000000"/>
          <w:spacing w:val="-8"/>
        </w:rPr>
        <w:t xml:space="preserve">. Не разрешать </w:t>
      </w:r>
      <w:r w:rsidR="002F0597">
        <w:rPr>
          <w:color w:val="000000"/>
          <w:spacing w:val="-1"/>
        </w:rPr>
        <w:t>лицам</w:t>
      </w:r>
      <w:r w:rsidR="002F0597" w:rsidRPr="00FC6C98">
        <w:rPr>
          <w:color w:val="000000"/>
          <w:spacing w:val="-1"/>
        </w:rPr>
        <w:t>, прибывшими для проверки</w:t>
      </w:r>
      <w:r w:rsidR="002F0597">
        <w:rPr>
          <w:color w:val="000000"/>
          <w:spacing w:val="-1"/>
        </w:rPr>
        <w:t>,</w:t>
      </w:r>
      <w:r w:rsidR="00DB075C">
        <w:rPr>
          <w:color w:val="000000"/>
          <w:spacing w:val="-8"/>
        </w:rPr>
        <w:t xml:space="preserve"> бесконтрольно обходить </w:t>
      </w:r>
      <w:r w:rsidR="004B4636">
        <w:rPr>
          <w:color w:val="000000"/>
          <w:spacing w:val="-8"/>
        </w:rPr>
        <w:t>_______ (ОУ),</w:t>
      </w:r>
      <w:r w:rsidR="002F0597" w:rsidRPr="00FC6C98">
        <w:rPr>
          <w:color w:val="000000"/>
          <w:spacing w:val="-8"/>
        </w:rPr>
        <w:t xml:space="preserve"> оставлять какие-либо </w:t>
      </w:r>
      <w:r w:rsidR="002F0597" w:rsidRPr="00FC6C98">
        <w:rPr>
          <w:color w:val="000000"/>
          <w:spacing w:val="-6"/>
        </w:rPr>
        <w:t>принесенные с собой вещи и предметы.</w:t>
      </w:r>
    </w:p>
    <w:p w:rsidR="00E4646F" w:rsidRDefault="00E4646F" w:rsidP="00E4646F">
      <w:pPr>
        <w:jc w:val="both"/>
      </w:pPr>
    </w:p>
    <w:p w:rsidR="002F0597" w:rsidRDefault="00E4646F" w:rsidP="00E4646F">
      <w:pPr>
        <w:jc w:val="both"/>
      </w:pPr>
      <w:r>
        <w:t xml:space="preserve">2.3. </w:t>
      </w:r>
      <w:r w:rsidR="002F0597" w:rsidRPr="00461C93">
        <w:t>Схема допуска</w:t>
      </w:r>
      <w:r w:rsidR="002F0597">
        <w:t xml:space="preserve"> представителей контрольных и правоохранительных органов</w:t>
      </w:r>
      <w:r w:rsidR="002F0597" w:rsidRPr="00461C93">
        <w:t xml:space="preserve">: </w:t>
      </w:r>
    </w:p>
    <w:p w:rsidR="002F0597" w:rsidRPr="00461C93" w:rsidRDefault="002F0597" w:rsidP="002F0597">
      <w:pPr>
        <w:numPr>
          <w:ilvl w:val="0"/>
          <w:numId w:val="2"/>
        </w:numPr>
        <w:jc w:val="both"/>
      </w:pPr>
      <w:r w:rsidRPr="00461C93">
        <w:t>проверка наличия служебного</w:t>
      </w:r>
      <w:r>
        <w:t xml:space="preserve"> удостоверения </w:t>
      </w:r>
      <w:r w:rsidRPr="008A2FD2">
        <w:rPr>
          <w:i/>
        </w:rPr>
        <w:t xml:space="preserve">(в случае </w:t>
      </w:r>
      <w:r w:rsidR="00DB075C">
        <w:rPr>
          <w:i/>
        </w:rPr>
        <w:t xml:space="preserve">его отсутствия допуск </w:t>
      </w:r>
      <w:proofErr w:type="spellStart"/>
      <w:r w:rsidR="00DB075C">
        <w:rPr>
          <w:i/>
        </w:rPr>
        <w:t>в</w:t>
      </w:r>
      <w:r w:rsidR="004B4636">
        <w:rPr>
          <w:i/>
        </w:rPr>
        <w:t>________</w:t>
      </w:r>
      <w:proofErr w:type="spellEnd"/>
      <w:r w:rsidR="004B4636">
        <w:rPr>
          <w:i/>
        </w:rPr>
        <w:t>(ОУ)</w:t>
      </w:r>
      <w:r w:rsidRPr="008A2FD2">
        <w:rPr>
          <w:i/>
        </w:rPr>
        <w:t xml:space="preserve"> осуществляется на общих основаниях)</w:t>
      </w:r>
      <w:r>
        <w:rPr>
          <w:i/>
        </w:rPr>
        <w:t>;</w:t>
      </w:r>
    </w:p>
    <w:p w:rsidR="002F0597" w:rsidRPr="008A2FD2" w:rsidRDefault="002F0597" w:rsidP="002F0597">
      <w:pPr>
        <w:numPr>
          <w:ilvl w:val="0"/>
          <w:numId w:val="2"/>
        </w:numPr>
        <w:tabs>
          <w:tab w:val="left" w:pos="1080"/>
        </w:tabs>
        <w:jc w:val="both"/>
      </w:pPr>
      <w:r>
        <w:rPr>
          <w:color w:val="000000"/>
          <w:spacing w:val="-1"/>
        </w:rPr>
        <w:t>проверка наличия документа, подтверждающего правомочность проверки;</w:t>
      </w:r>
    </w:p>
    <w:p w:rsidR="002F0597" w:rsidRPr="00D12350" w:rsidRDefault="002F0597" w:rsidP="002F0597">
      <w:pPr>
        <w:numPr>
          <w:ilvl w:val="0"/>
          <w:numId w:val="2"/>
        </w:numPr>
        <w:tabs>
          <w:tab w:val="left" w:pos="1080"/>
        </w:tabs>
        <w:jc w:val="both"/>
      </w:pPr>
      <w:r>
        <w:rPr>
          <w:color w:val="000000"/>
          <w:spacing w:val="-1"/>
        </w:rPr>
        <w:t xml:space="preserve">получение </w:t>
      </w:r>
      <w:r w:rsidRPr="00FC6C98">
        <w:rPr>
          <w:color w:val="000000"/>
          <w:spacing w:val="-1"/>
        </w:rPr>
        <w:t>разрешения должностного лица</w:t>
      </w:r>
      <w:r>
        <w:rPr>
          <w:color w:val="000000"/>
          <w:spacing w:val="-1"/>
        </w:rPr>
        <w:t xml:space="preserve"> (</w:t>
      </w:r>
      <w:r w:rsidR="00DB075C">
        <w:rPr>
          <w:color w:val="000000"/>
          <w:spacing w:val="-1"/>
        </w:rPr>
        <w:t xml:space="preserve">директора </w:t>
      </w:r>
      <w:r w:rsidR="00EE77EA">
        <w:rPr>
          <w:color w:val="000000"/>
          <w:spacing w:val="-1"/>
        </w:rPr>
        <w:t>ОУ</w:t>
      </w:r>
      <w:r>
        <w:rPr>
          <w:color w:val="000000"/>
          <w:spacing w:val="-1"/>
        </w:rPr>
        <w:t>, лица его замещающего);</w:t>
      </w:r>
    </w:p>
    <w:p w:rsidR="002F0597" w:rsidRPr="008A2FD2" w:rsidRDefault="002F0597" w:rsidP="002F0597">
      <w:pPr>
        <w:numPr>
          <w:ilvl w:val="0"/>
          <w:numId w:val="2"/>
        </w:numPr>
        <w:tabs>
          <w:tab w:val="left" w:pos="1080"/>
        </w:tabs>
        <w:jc w:val="both"/>
      </w:pPr>
      <w:r>
        <w:rPr>
          <w:color w:val="000000"/>
          <w:spacing w:val="-1"/>
        </w:rPr>
        <w:t>внесение соответствующей записи в журнал проверок;</w:t>
      </w:r>
    </w:p>
    <w:p w:rsidR="002F0597" w:rsidRPr="00FC6C98" w:rsidRDefault="00DB075C" w:rsidP="002F0597">
      <w:pPr>
        <w:numPr>
          <w:ilvl w:val="0"/>
          <w:numId w:val="2"/>
        </w:numPr>
        <w:jc w:val="both"/>
      </w:pPr>
      <w:r>
        <w:t xml:space="preserve">непосредственный допуск в </w:t>
      </w:r>
      <w:r w:rsidR="00EE77EA">
        <w:t xml:space="preserve">______ (ОУ) </w:t>
      </w:r>
      <w:r w:rsidR="002F0597" w:rsidRPr="00FC6C98">
        <w:t xml:space="preserve">в сопровождении </w:t>
      </w:r>
      <w:r w:rsidR="00EE77EA">
        <w:t>представителей администрации ____________ (ОУ)</w:t>
      </w:r>
      <w:r w:rsidR="002F0597" w:rsidRPr="00FC6C98">
        <w:t>.</w:t>
      </w:r>
    </w:p>
    <w:p w:rsidR="002F0597" w:rsidRDefault="002F0597" w:rsidP="002F0597">
      <w:pPr>
        <w:jc w:val="both"/>
        <w:rPr>
          <w:color w:val="000000"/>
          <w:spacing w:val="-6"/>
        </w:rPr>
      </w:pPr>
    </w:p>
    <w:p w:rsidR="002F0597" w:rsidRPr="00260B6E" w:rsidRDefault="002F0597" w:rsidP="002F0597">
      <w:pPr>
        <w:ind w:firstLine="720"/>
        <w:jc w:val="both"/>
        <w:rPr>
          <w:b/>
          <w:i/>
        </w:rPr>
      </w:pPr>
      <w:r w:rsidRPr="00260B6E">
        <w:rPr>
          <w:b/>
          <w:i/>
        </w:rPr>
        <w:t>3.</w:t>
      </w:r>
      <w:r w:rsidRPr="00013746">
        <w:rPr>
          <w:b/>
        </w:rPr>
        <w:t xml:space="preserve"> </w:t>
      </w:r>
      <w:r w:rsidRPr="00260B6E">
        <w:rPr>
          <w:b/>
          <w:i/>
        </w:rPr>
        <w:t>Организация пропуска на охраняемый объект родителей (законных представителей)</w:t>
      </w:r>
    </w:p>
    <w:p w:rsidR="00260B6E" w:rsidRDefault="00260B6E" w:rsidP="00260B6E">
      <w:pPr>
        <w:jc w:val="both"/>
      </w:pPr>
    </w:p>
    <w:p w:rsidR="002F0597" w:rsidRPr="00260B6E" w:rsidRDefault="00260B6E" w:rsidP="00260B6E">
      <w:pPr>
        <w:jc w:val="both"/>
        <w:rPr>
          <w:color w:val="FF0000"/>
        </w:rPr>
      </w:pPr>
      <w:r>
        <w:t xml:space="preserve">3.1. </w:t>
      </w:r>
      <w:r w:rsidR="002F0597" w:rsidRPr="00FC6C98">
        <w:t xml:space="preserve">Проход родителей (законных представителей) на территорию </w:t>
      </w:r>
      <w:r w:rsidR="004B4636">
        <w:t xml:space="preserve"> _______ (ОУ)</w:t>
      </w:r>
      <w:r w:rsidR="002F0597" w:rsidRPr="00FC6C98">
        <w:t xml:space="preserve"> и обратно осуществляется по документу (с фотографией), удостоверяющему личность через стационарный пост</w:t>
      </w:r>
      <w:r w:rsidR="000F3087">
        <w:t xml:space="preserve"> вахтера,</w:t>
      </w:r>
      <w:r w:rsidR="002F0597" w:rsidRPr="00FC6C98">
        <w:t xml:space="preserve"> дежурного</w:t>
      </w:r>
      <w:r>
        <w:t xml:space="preserve"> администратора</w:t>
      </w:r>
      <w:r w:rsidR="000F3087">
        <w:t>.</w:t>
      </w:r>
    </w:p>
    <w:p w:rsidR="00260B6E" w:rsidRDefault="00260B6E" w:rsidP="00260B6E">
      <w:pPr>
        <w:jc w:val="both"/>
      </w:pPr>
    </w:p>
    <w:p w:rsidR="002F0597" w:rsidRPr="00FC6C98" w:rsidRDefault="00260B6E" w:rsidP="00260B6E">
      <w:pPr>
        <w:jc w:val="both"/>
      </w:pPr>
      <w:r>
        <w:t xml:space="preserve">3.2.  </w:t>
      </w:r>
      <w:r w:rsidR="002F0597" w:rsidRPr="00FC6C98">
        <w:t xml:space="preserve">Допуск родителей (законных представителей) </w:t>
      </w:r>
      <w:r w:rsidR="002F0597">
        <w:t xml:space="preserve">в </w:t>
      </w:r>
      <w:r w:rsidR="00EE77EA">
        <w:t>ОУ</w:t>
      </w:r>
      <w:r w:rsidR="002F0597" w:rsidRPr="00FC6C98">
        <w:t xml:space="preserve"> производится после сопоставления данных по </w:t>
      </w:r>
      <w:r w:rsidR="00DB075C">
        <w:t>классным</w:t>
      </w:r>
      <w:r w:rsidR="002F0597" w:rsidRPr="00FC6C98">
        <w:t xml:space="preserve"> спискам </w:t>
      </w:r>
      <w:r w:rsidR="00DB075C">
        <w:t>обучающихся</w:t>
      </w:r>
      <w:r w:rsidR="002F0597">
        <w:t xml:space="preserve"> с указанием ФИО родителей (законных представителей)</w:t>
      </w:r>
      <w:r w:rsidR="002F0597" w:rsidRPr="00FC6C98">
        <w:t xml:space="preserve">, утвержденным </w:t>
      </w:r>
      <w:r w:rsidR="00DB075C">
        <w:t xml:space="preserve">директором </w:t>
      </w:r>
      <w:r>
        <w:t xml:space="preserve"> </w:t>
      </w:r>
      <w:r w:rsidR="00153E62">
        <w:t xml:space="preserve"> ___________ (ОУ) </w:t>
      </w:r>
      <w:r w:rsidR="002F0597" w:rsidRPr="00033521">
        <w:rPr>
          <w:i/>
        </w:rPr>
        <w:t>(данный список корректируется и утверждается не реже 1 раза в месяц).</w:t>
      </w:r>
    </w:p>
    <w:p w:rsidR="00260B6E" w:rsidRDefault="00260B6E" w:rsidP="00260B6E">
      <w:pPr>
        <w:jc w:val="both"/>
      </w:pPr>
    </w:p>
    <w:p w:rsidR="002F0597" w:rsidRPr="00FC6C98" w:rsidRDefault="00260B6E" w:rsidP="00260B6E">
      <w:pPr>
        <w:jc w:val="both"/>
      </w:pPr>
      <w:r>
        <w:t xml:space="preserve">3.3. </w:t>
      </w:r>
      <w:r w:rsidR="00DB075C">
        <w:t xml:space="preserve">Посещение администрации </w:t>
      </w:r>
      <w:r w:rsidR="00EE77EA">
        <w:t>ОУ</w:t>
      </w:r>
      <w:r w:rsidR="00DB075C">
        <w:t>, педагогов</w:t>
      </w:r>
      <w:r w:rsidR="002F0597" w:rsidRPr="00FC6C98">
        <w:t xml:space="preserve"> родителями (законными представителями) осуществляется на основании разрешения дежурного</w:t>
      </w:r>
      <w:r>
        <w:t xml:space="preserve"> администратора</w:t>
      </w:r>
      <w:r w:rsidR="002F0597" w:rsidRPr="00FC6C98">
        <w:t xml:space="preserve"> (вахтера, сторожа, охранника). При этом в журнале осуществляется регистрация времени прихода, ухода, паспортные данные родителей (законных представ</w:t>
      </w:r>
      <w:r w:rsidR="00DB075C">
        <w:t>ителей) и фамилия сотрудника</w:t>
      </w:r>
      <w:r>
        <w:t xml:space="preserve"> </w:t>
      </w:r>
      <w:r w:rsidR="00EE77EA">
        <w:t>________ (ОУ)</w:t>
      </w:r>
      <w:r w:rsidR="002F0597" w:rsidRPr="00FC6C98">
        <w:t>, к которому пришел посетитель.</w:t>
      </w:r>
    </w:p>
    <w:p w:rsidR="00260B6E" w:rsidRDefault="00260B6E" w:rsidP="00260B6E">
      <w:pPr>
        <w:jc w:val="both"/>
      </w:pPr>
    </w:p>
    <w:p w:rsidR="002F0597" w:rsidRDefault="00260B6E" w:rsidP="00260B6E">
      <w:pPr>
        <w:jc w:val="both"/>
      </w:pPr>
      <w:r>
        <w:t xml:space="preserve">3.4. </w:t>
      </w:r>
      <w:r w:rsidR="002F0597">
        <w:t xml:space="preserve">Схема допуска родителей (законных представителей): </w:t>
      </w:r>
    </w:p>
    <w:p w:rsidR="002F0597" w:rsidRDefault="002F0597" w:rsidP="002F0597">
      <w:pPr>
        <w:numPr>
          <w:ilvl w:val="0"/>
          <w:numId w:val="3"/>
        </w:numPr>
        <w:tabs>
          <w:tab w:val="left" w:pos="1080"/>
        </w:tabs>
        <w:jc w:val="both"/>
      </w:pPr>
      <w:r>
        <w:lastRenderedPageBreak/>
        <w:t xml:space="preserve">проверка наличия </w:t>
      </w:r>
      <w:r w:rsidRPr="00FC6C98">
        <w:t>документ</w:t>
      </w:r>
      <w:r>
        <w:t>а</w:t>
      </w:r>
      <w:r w:rsidRPr="00FC6C98">
        <w:t xml:space="preserve"> (с фотографией), удостоверяюще</w:t>
      </w:r>
      <w:r>
        <w:t>го</w:t>
      </w:r>
      <w:r w:rsidRPr="00FC6C98">
        <w:t xml:space="preserve"> личность</w:t>
      </w:r>
      <w:r>
        <w:t>;</w:t>
      </w:r>
    </w:p>
    <w:p w:rsidR="002F0597" w:rsidRPr="00ED2B4F" w:rsidRDefault="002F0597" w:rsidP="002F0597">
      <w:pPr>
        <w:numPr>
          <w:ilvl w:val="0"/>
          <w:numId w:val="3"/>
        </w:numPr>
        <w:tabs>
          <w:tab w:val="left" w:pos="1080"/>
        </w:tabs>
        <w:jc w:val="both"/>
      </w:pPr>
      <w:proofErr w:type="gramStart"/>
      <w:r w:rsidRPr="00FC6C98">
        <w:t>сопоставлени</w:t>
      </w:r>
      <w:r>
        <w:t>е</w:t>
      </w:r>
      <w:r w:rsidRPr="00FC6C98">
        <w:t xml:space="preserve"> данных</w:t>
      </w:r>
      <w:r w:rsidRPr="00E82B80">
        <w:t xml:space="preserve"> </w:t>
      </w:r>
      <w:r>
        <w:t xml:space="preserve">предъявленного документа, удостоверяющего личность с </w:t>
      </w:r>
      <w:r w:rsidR="00D75C53">
        <w:t>классными</w:t>
      </w:r>
      <w:r w:rsidR="00D75C53" w:rsidRPr="00FC6C98">
        <w:t xml:space="preserve"> спискам</w:t>
      </w:r>
      <w:r w:rsidR="00D75C53">
        <w:t>и</w:t>
      </w:r>
      <w:r w:rsidR="00D75C53" w:rsidRPr="00FC6C98">
        <w:t xml:space="preserve"> </w:t>
      </w:r>
      <w:r w:rsidR="00D75C53">
        <w:t xml:space="preserve">обучающихся </w:t>
      </w:r>
      <w:r w:rsidR="00EE77EA">
        <w:t>_______ (ОУ)</w:t>
      </w:r>
      <w:r w:rsidR="001F7BEE">
        <w:t xml:space="preserve"> </w:t>
      </w:r>
      <w:r w:rsidRPr="00FE1E1F">
        <w:rPr>
          <w:i/>
        </w:rPr>
        <w:t>(необходимо удостовериться действительно ли лицо</w:t>
      </w:r>
      <w:r>
        <w:rPr>
          <w:i/>
        </w:rPr>
        <w:t>,</w:t>
      </w:r>
      <w:r w:rsidRPr="00FE1E1F">
        <w:rPr>
          <w:i/>
        </w:rPr>
        <w:t xml:space="preserve"> предъявляющее </w:t>
      </w:r>
      <w:r>
        <w:rPr>
          <w:i/>
        </w:rPr>
        <w:t>указанный документ,</w:t>
      </w:r>
      <w:r w:rsidRPr="00FE1E1F">
        <w:rPr>
          <w:i/>
        </w:rPr>
        <w:t xml:space="preserve"> является </w:t>
      </w:r>
      <w:r>
        <w:rPr>
          <w:i/>
        </w:rPr>
        <w:t xml:space="preserve">родителем (законным представителем) </w:t>
      </w:r>
      <w:r w:rsidR="001F7BEE">
        <w:rPr>
          <w:i/>
        </w:rPr>
        <w:t xml:space="preserve">обучающегося </w:t>
      </w:r>
      <w:r w:rsidR="00EE77EA">
        <w:rPr>
          <w:i/>
        </w:rPr>
        <w:t>___ (ОУ)</w:t>
      </w:r>
      <w:r w:rsidRPr="00FE1E1F">
        <w:rPr>
          <w:i/>
        </w:rPr>
        <w:t>)</w:t>
      </w:r>
      <w:r>
        <w:rPr>
          <w:i/>
        </w:rPr>
        <w:t>;</w:t>
      </w:r>
      <w:proofErr w:type="gramEnd"/>
    </w:p>
    <w:p w:rsidR="002F0597" w:rsidRDefault="002F0597" w:rsidP="002F0597">
      <w:pPr>
        <w:numPr>
          <w:ilvl w:val="0"/>
          <w:numId w:val="3"/>
        </w:numPr>
        <w:tabs>
          <w:tab w:val="left" w:pos="1080"/>
        </w:tabs>
        <w:jc w:val="both"/>
      </w:pPr>
      <w:r>
        <w:t xml:space="preserve">проведение </w:t>
      </w:r>
      <w:r w:rsidRPr="00D27BF7">
        <w:t>визуальн</w:t>
      </w:r>
      <w:r>
        <w:t>ого</w:t>
      </w:r>
      <w:r w:rsidRPr="00D27BF7">
        <w:t xml:space="preserve"> досмотр</w:t>
      </w:r>
      <w:r>
        <w:t>а;</w:t>
      </w:r>
    </w:p>
    <w:p w:rsidR="002F0597" w:rsidRPr="008A2FD2" w:rsidRDefault="002F0597" w:rsidP="002F0597">
      <w:pPr>
        <w:numPr>
          <w:ilvl w:val="0"/>
          <w:numId w:val="3"/>
        </w:numPr>
        <w:tabs>
          <w:tab w:val="left" w:pos="1080"/>
        </w:tabs>
        <w:jc w:val="both"/>
      </w:pPr>
      <w:r>
        <w:rPr>
          <w:color w:val="000000"/>
          <w:spacing w:val="-1"/>
        </w:rPr>
        <w:t>внесение соответствующей записи в журнал учета посетителей;</w:t>
      </w:r>
    </w:p>
    <w:p w:rsidR="002F0597" w:rsidRPr="00FC6C98" w:rsidRDefault="002F0597" w:rsidP="002F0597">
      <w:pPr>
        <w:numPr>
          <w:ilvl w:val="0"/>
          <w:numId w:val="3"/>
        </w:numPr>
        <w:jc w:val="both"/>
      </w:pPr>
      <w:r>
        <w:t xml:space="preserve">непосредственный допуск в </w:t>
      </w:r>
      <w:r w:rsidR="001F7BEE">
        <w:t xml:space="preserve"> </w:t>
      </w:r>
      <w:r w:rsidR="00153E62">
        <w:t>__________(ОУ)</w:t>
      </w:r>
      <w:r w:rsidR="001F7BEE">
        <w:t xml:space="preserve"> </w:t>
      </w:r>
      <w:r w:rsidRPr="00FC6C98">
        <w:t xml:space="preserve">в </w:t>
      </w:r>
      <w:r w:rsidR="00D75C53">
        <w:t xml:space="preserve">сопровождении представителей </w:t>
      </w:r>
      <w:r w:rsidR="001F7BEE">
        <w:t xml:space="preserve"> </w:t>
      </w:r>
      <w:r w:rsidR="00EE77EA">
        <w:t>____ (ОУ)</w:t>
      </w:r>
      <w:r w:rsidRPr="00FC6C98">
        <w:t>.</w:t>
      </w:r>
    </w:p>
    <w:p w:rsidR="002F0597" w:rsidRDefault="002F0597" w:rsidP="002F0597">
      <w:pPr>
        <w:jc w:val="both"/>
      </w:pPr>
    </w:p>
    <w:p w:rsidR="002F0597" w:rsidRDefault="00260B6E" w:rsidP="00260B6E">
      <w:pPr>
        <w:ind w:left="1080"/>
        <w:jc w:val="both"/>
        <w:rPr>
          <w:b/>
          <w:i/>
        </w:rPr>
      </w:pPr>
      <w:r>
        <w:rPr>
          <w:b/>
          <w:i/>
        </w:rPr>
        <w:t xml:space="preserve">4. </w:t>
      </w:r>
      <w:r w:rsidR="002F0597" w:rsidRPr="00260B6E">
        <w:rPr>
          <w:b/>
          <w:i/>
        </w:rPr>
        <w:t>Организация пропуска на охраняемый объект посторонних лиц</w:t>
      </w:r>
    </w:p>
    <w:p w:rsidR="00260B6E" w:rsidRPr="00260B6E" w:rsidRDefault="00260B6E" w:rsidP="00260B6E">
      <w:pPr>
        <w:ind w:left="1440"/>
        <w:jc w:val="both"/>
        <w:rPr>
          <w:b/>
          <w:i/>
        </w:rPr>
      </w:pPr>
    </w:p>
    <w:p w:rsidR="002F0597" w:rsidRPr="00FC6C98" w:rsidRDefault="00260B6E" w:rsidP="00260B6E">
      <w:pPr>
        <w:jc w:val="both"/>
      </w:pPr>
      <w:r>
        <w:t xml:space="preserve">4.1. </w:t>
      </w:r>
      <w:r w:rsidR="002F0597" w:rsidRPr="00FC6C98">
        <w:t xml:space="preserve">Проход </w:t>
      </w:r>
      <w:r w:rsidR="002F0597">
        <w:t>посторонних лиц в здание</w:t>
      </w:r>
      <w:r w:rsidR="002F0597" w:rsidRPr="00FC6C98">
        <w:t xml:space="preserve"> </w:t>
      </w:r>
      <w:r w:rsidR="00EE77EA">
        <w:t xml:space="preserve">_____________ (ОУ) </w:t>
      </w:r>
      <w:r w:rsidR="002F0597" w:rsidRPr="00FC6C98">
        <w:t xml:space="preserve">и обратно осуществляется по документу (с фотографией), удостоверяющему личность через стационарный пост административного дежурного (вахтера, сторожа, охранника). </w:t>
      </w:r>
    </w:p>
    <w:p w:rsidR="00260B6E" w:rsidRDefault="00260B6E" w:rsidP="00260B6E">
      <w:pPr>
        <w:jc w:val="both"/>
      </w:pPr>
    </w:p>
    <w:p w:rsidR="002F0597" w:rsidRPr="00FC6C98" w:rsidRDefault="00260B6E" w:rsidP="00260B6E">
      <w:pPr>
        <w:jc w:val="both"/>
      </w:pPr>
      <w:r>
        <w:t xml:space="preserve">4.2. </w:t>
      </w:r>
      <w:r w:rsidR="002F0597" w:rsidRPr="00FC6C98">
        <w:t xml:space="preserve">Посещение </w:t>
      </w:r>
      <w:r w:rsidR="00EE77EA">
        <w:t>_________ (ОУ)</w:t>
      </w:r>
      <w:r>
        <w:t xml:space="preserve"> </w:t>
      </w:r>
      <w:r w:rsidR="002F0597">
        <w:t>посторонними лицами</w:t>
      </w:r>
      <w:r w:rsidR="002F0597" w:rsidRPr="00FC6C98">
        <w:t xml:space="preserve"> осуществляется на основании разрешения дежурного</w:t>
      </w:r>
      <w:r>
        <w:t xml:space="preserve"> администратора</w:t>
      </w:r>
      <w:r w:rsidR="000F3087">
        <w:t xml:space="preserve"> или </w:t>
      </w:r>
      <w:r w:rsidR="002F0597" w:rsidRPr="000F3087">
        <w:t>вахтера.</w:t>
      </w:r>
      <w:r w:rsidR="002F0597" w:rsidRPr="00FC6C98">
        <w:t xml:space="preserve"> При этом в журнале осуществляется регистрация времени прихода, ухода, данные </w:t>
      </w:r>
      <w:r w:rsidR="002F0597">
        <w:t>документа, удостоверяющего личность</w:t>
      </w:r>
      <w:r w:rsidR="00D75C53">
        <w:t xml:space="preserve"> и фамилия сотрудника</w:t>
      </w:r>
      <w:r w:rsidR="001A05EC">
        <w:t xml:space="preserve"> </w:t>
      </w:r>
      <w:r w:rsidR="00EE77EA">
        <w:t>______ (ОУ)</w:t>
      </w:r>
      <w:r w:rsidR="002F0597" w:rsidRPr="00FC6C98">
        <w:t>, к которому пришел посетитель.</w:t>
      </w:r>
    </w:p>
    <w:p w:rsidR="001A05EC" w:rsidRDefault="001A05EC" w:rsidP="001A05EC">
      <w:pPr>
        <w:jc w:val="both"/>
      </w:pPr>
    </w:p>
    <w:p w:rsidR="002F0597" w:rsidRDefault="001A05EC" w:rsidP="001A05EC">
      <w:pPr>
        <w:jc w:val="both"/>
      </w:pPr>
      <w:r>
        <w:t xml:space="preserve">4.3. </w:t>
      </w:r>
      <w:r w:rsidR="002F0597">
        <w:t xml:space="preserve">Схема допуска посторонних лиц: </w:t>
      </w:r>
    </w:p>
    <w:p w:rsidR="002F0597" w:rsidRDefault="002F0597" w:rsidP="002F0597">
      <w:pPr>
        <w:numPr>
          <w:ilvl w:val="0"/>
          <w:numId w:val="4"/>
        </w:numPr>
        <w:tabs>
          <w:tab w:val="clear" w:pos="1080"/>
          <w:tab w:val="left" w:pos="720"/>
        </w:tabs>
        <w:ind w:left="720"/>
        <w:jc w:val="both"/>
      </w:pPr>
      <w:r>
        <w:t xml:space="preserve">проверка наличия </w:t>
      </w:r>
      <w:r w:rsidRPr="00FC6C98">
        <w:t>документ</w:t>
      </w:r>
      <w:r>
        <w:t>а</w:t>
      </w:r>
      <w:r w:rsidRPr="00FC6C98">
        <w:t xml:space="preserve"> (с фотографией), удостоверяюще</w:t>
      </w:r>
      <w:r>
        <w:t>го</w:t>
      </w:r>
      <w:r w:rsidRPr="00FC6C98">
        <w:t xml:space="preserve"> личность</w:t>
      </w:r>
      <w:r>
        <w:t>;</w:t>
      </w:r>
    </w:p>
    <w:p w:rsidR="002F0597" w:rsidRDefault="002F0597" w:rsidP="002F0597">
      <w:pPr>
        <w:numPr>
          <w:ilvl w:val="0"/>
          <w:numId w:val="4"/>
        </w:numPr>
        <w:tabs>
          <w:tab w:val="left" w:pos="720"/>
          <w:tab w:val="left" w:pos="1080"/>
        </w:tabs>
        <w:ind w:left="720"/>
        <w:jc w:val="both"/>
      </w:pPr>
      <w:r>
        <w:t xml:space="preserve">проведение </w:t>
      </w:r>
      <w:r w:rsidRPr="00D27BF7">
        <w:t>визуальн</w:t>
      </w:r>
      <w:r>
        <w:t>ого</w:t>
      </w:r>
      <w:r w:rsidRPr="00D27BF7">
        <w:t xml:space="preserve"> досмотр</w:t>
      </w:r>
      <w:r>
        <w:t>а;</w:t>
      </w:r>
    </w:p>
    <w:p w:rsidR="002F0597" w:rsidRPr="008A2FD2" w:rsidRDefault="002F0597" w:rsidP="002F0597">
      <w:pPr>
        <w:numPr>
          <w:ilvl w:val="0"/>
          <w:numId w:val="4"/>
        </w:numPr>
        <w:tabs>
          <w:tab w:val="clear" w:pos="1080"/>
          <w:tab w:val="left" w:pos="720"/>
        </w:tabs>
        <w:ind w:left="720"/>
        <w:jc w:val="both"/>
      </w:pPr>
      <w:r>
        <w:rPr>
          <w:color w:val="000000"/>
          <w:spacing w:val="-1"/>
        </w:rPr>
        <w:t>внесение соответствующей записи в журнал учета посетителей;</w:t>
      </w:r>
    </w:p>
    <w:p w:rsidR="002F0597" w:rsidRPr="00FC6C98" w:rsidRDefault="00D75C53" w:rsidP="002F0597">
      <w:pPr>
        <w:numPr>
          <w:ilvl w:val="0"/>
          <w:numId w:val="4"/>
        </w:numPr>
        <w:tabs>
          <w:tab w:val="clear" w:pos="1080"/>
          <w:tab w:val="left" w:pos="720"/>
        </w:tabs>
        <w:ind w:left="720"/>
        <w:jc w:val="both"/>
      </w:pPr>
      <w:r>
        <w:t xml:space="preserve">непосредственный допуск в </w:t>
      </w:r>
      <w:r w:rsidR="00153E62">
        <w:t xml:space="preserve">____________ (ОУ) </w:t>
      </w:r>
      <w:r w:rsidR="002F0597" w:rsidRPr="00FC6C98">
        <w:t xml:space="preserve">в </w:t>
      </w:r>
      <w:r>
        <w:t xml:space="preserve">сопровождении представителей </w:t>
      </w:r>
      <w:r w:rsidR="00EE77EA">
        <w:t>____________ (ОУ)</w:t>
      </w:r>
      <w:r w:rsidR="002F0597" w:rsidRPr="00FC6C98">
        <w:t>.</w:t>
      </w:r>
    </w:p>
    <w:p w:rsidR="002F0597" w:rsidRDefault="002F0597" w:rsidP="002F0597">
      <w:pPr>
        <w:jc w:val="both"/>
      </w:pPr>
    </w:p>
    <w:p w:rsidR="002F0597" w:rsidRPr="00FC6C98" w:rsidRDefault="001A05EC" w:rsidP="001A05EC">
      <w:pPr>
        <w:jc w:val="both"/>
      </w:pPr>
      <w:r>
        <w:t xml:space="preserve">4.4. </w:t>
      </w:r>
      <w:r w:rsidR="002F0597" w:rsidRPr="00FC6C98">
        <w:t xml:space="preserve">Представители </w:t>
      </w:r>
      <w:r w:rsidR="002F0597" w:rsidRPr="001A05EC">
        <w:t>средств массовой информации</w:t>
      </w:r>
      <w:r w:rsidR="002F0597" w:rsidRPr="00FC6C98">
        <w:t xml:space="preserve"> допускаются </w:t>
      </w:r>
      <w:r w:rsidR="00D75C53">
        <w:t xml:space="preserve">в </w:t>
      </w:r>
      <w:r w:rsidR="00EE77EA">
        <w:t>____________ (ОУ)</w:t>
      </w:r>
      <w:r w:rsidR="002F0597" w:rsidRPr="00FC6C98">
        <w:t xml:space="preserve"> на общих основаниях.</w:t>
      </w:r>
    </w:p>
    <w:p w:rsidR="002F0597" w:rsidRDefault="002F0597" w:rsidP="002F0597">
      <w:pPr>
        <w:ind w:firstLine="720"/>
        <w:jc w:val="both"/>
        <w:rPr>
          <w:color w:val="000000"/>
          <w:spacing w:val="-6"/>
        </w:rPr>
      </w:pPr>
    </w:p>
    <w:p w:rsidR="002F0597" w:rsidRDefault="001A05EC" w:rsidP="001A05EC">
      <w:pPr>
        <w:jc w:val="both"/>
      </w:pPr>
      <w:r>
        <w:t xml:space="preserve">4.5. </w:t>
      </w:r>
      <w:proofErr w:type="gramStart"/>
      <w:r w:rsidR="002F0597" w:rsidRPr="00FC6C98">
        <w:t xml:space="preserve">Все лица, пытающиеся пройти через стационарный пост </w:t>
      </w:r>
      <w:r w:rsidR="0097345F">
        <w:t xml:space="preserve"> вахтера, </w:t>
      </w:r>
      <w:r w:rsidR="002F0597" w:rsidRPr="00FC6C98">
        <w:t>дежурного</w:t>
      </w:r>
      <w:r>
        <w:t xml:space="preserve"> администратора</w:t>
      </w:r>
      <w:r w:rsidR="002F0597" w:rsidRPr="00FC6C98">
        <w:t xml:space="preserve"> без предъявления пропуска </w:t>
      </w:r>
      <w:r w:rsidR="002F0597">
        <w:t>(</w:t>
      </w:r>
      <w:r w:rsidR="002F0597" w:rsidRPr="00FC6C98">
        <w:t>документ</w:t>
      </w:r>
      <w:r w:rsidR="002F0597">
        <w:t xml:space="preserve">а, </w:t>
      </w:r>
      <w:r w:rsidR="002F0597" w:rsidRPr="00FC6C98">
        <w:t>удостоверяюще</w:t>
      </w:r>
      <w:r w:rsidR="002F0597">
        <w:t>го</w:t>
      </w:r>
      <w:r w:rsidR="002F0597" w:rsidRPr="00FC6C98">
        <w:t xml:space="preserve"> личность</w:t>
      </w:r>
      <w:r w:rsidR="002F0597">
        <w:t>)</w:t>
      </w:r>
      <w:r w:rsidR="002F0597" w:rsidRPr="00FC6C98">
        <w:t xml:space="preserve"> или по чужому, неправильно оформленному пропуску</w:t>
      </w:r>
      <w:r w:rsidR="002F0597">
        <w:t xml:space="preserve"> (</w:t>
      </w:r>
      <w:r w:rsidR="002F0597" w:rsidRPr="00FC6C98">
        <w:t>документ</w:t>
      </w:r>
      <w:r w:rsidR="002F0597">
        <w:t xml:space="preserve">у, </w:t>
      </w:r>
      <w:r w:rsidR="002F0597" w:rsidRPr="00FC6C98">
        <w:t>удостоверяюще</w:t>
      </w:r>
      <w:r w:rsidR="002F0597">
        <w:t>го</w:t>
      </w:r>
      <w:r w:rsidR="002F0597" w:rsidRPr="00FC6C98">
        <w:t xml:space="preserve"> личность</w:t>
      </w:r>
      <w:r w:rsidR="002F0597">
        <w:t>)</w:t>
      </w:r>
      <w:r w:rsidR="002F0597" w:rsidRPr="00FC6C98">
        <w:t xml:space="preserve">, пронести </w:t>
      </w:r>
      <w:r w:rsidR="00D75C53">
        <w:t xml:space="preserve">в </w:t>
      </w:r>
      <w:r w:rsidR="00153E62">
        <w:t xml:space="preserve">________(ОУ) </w:t>
      </w:r>
      <w:r w:rsidR="002F0597" w:rsidRPr="00FC6C98">
        <w:t>запрещенные</w:t>
      </w:r>
      <w:r w:rsidR="002F0597">
        <w:t xml:space="preserve"> (подозрительные)</w:t>
      </w:r>
      <w:r w:rsidR="002F0597" w:rsidRPr="00FC6C98">
        <w:t xml:space="preserve"> предметы </w:t>
      </w:r>
      <w:r w:rsidR="002F0597" w:rsidRPr="00D75C53">
        <w:rPr>
          <w:b/>
        </w:rPr>
        <w:t>не допускаются</w:t>
      </w:r>
      <w:r w:rsidR="002F0597" w:rsidRPr="00FC6C98">
        <w:t xml:space="preserve">. </w:t>
      </w:r>
      <w:proofErr w:type="gramEnd"/>
    </w:p>
    <w:p w:rsidR="002F0597" w:rsidRPr="00FC6C98" w:rsidRDefault="002F0597" w:rsidP="002F0597">
      <w:pPr>
        <w:ind w:firstLine="720"/>
        <w:jc w:val="both"/>
      </w:pPr>
    </w:p>
    <w:p w:rsidR="002F0597" w:rsidRPr="00FC6C98" w:rsidRDefault="002F0597" w:rsidP="001A05EC">
      <w:pPr>
        <w:numPr>
          <w:ilvl w:val="1"/>
          <w:numId w:val="4"/>
        </w:numPr>
        <w:ind w:left="0" w:firstLine="0"/>
        <w:jc w:val="both"/>
      </w:pPr>
      <w:r w:rsidRPr="00FC6C98">
        <w:lastRenderedPageBreak/>
        <w:t xml:space="preserve">В целях осуществления пропускного режима </w:t>
      </w:r>
      <w:r w:rsidR="00D75C53">
        <w:t xml:space="preserve">в </w:t>
      </w:r>
      <w:r w:rsidR="00EE77EA">
        <w:t>______ (ОУ)</w:t>
      </w:r>
      <w:r w:rsidR="00D75C53">
        <w:t xml:space="preserve"> приказом директора </w:t>
      </w:r>
      <w:r w:rsidRPr="00FC6C98">
        <w:t>утверждается перечень категорированных помещений, хранилищ (складские помещения, хозяйственные помещения, помещения для хранения инвентаря и т.д.)</w:t>
      </w:r>
      <w:r w:rsidR="001A05EC">
        <w:t>.</w:t>
      </w:r>
      <w:r w:rsidRPr="00FC6C98">
        <w:t xml:space="preserve"> В этих помещениях устанавливаются специальный режим и повышенная ответственность за его соблюдение работниками, имеющими допуск в данные помещения.</w:t>
      </w:r>
    </w:p>
    <w:p w:rsidR="002F0597" w:rsidRPr="00FC6C98" w:rsidRDefault="002F0597" w:rsidP="002F0597">
      <w:pPr>
        <w:ind w:firstLine="720"/>
        <w:jc w:val="both"/>
      </w:pPr>
      <w:r w:rsidRPr="00FC6C98">
        <w:t>Допуск в категорированные помещения, максимально ограничивается. Возле входа (либо на двери) категорированного помещения должен быть вывешен список работников, имеющих допуск в эти помещения. Все  категорированные помещения по оконча</w:t>
      </w:r>
      <w:r w:rsidR="0097345F">
        <w:t xml:space="preserve">нии рабочего дня осматриваются </w:t>
      </w:r>
      <w:r w:rsidR="0097345F" w:rsidRPr="0097345F">
        <w:t>вахтером</w:t>
      </w:r>
      <w:r w:rsidRPr="0097345F">
        <w:t>.</w:t>
      </w:r>
    </w:p>
    <w:p w:rsidR="002F0597" w:rsidRPr="00FC6C98" w:rsidRDefault="002F0597" w:rsidP="002F0597">
      <w:pPr>
        <w:ind w:firstLine="720"/>
        <w:jc w:val="both"/>
      </w:pPr>
      <w:r w:rsidRPr="00FC6C98">
        <w:t xml:space="preserve">По окончании рабочего дня (смены) категорированные помещения закрываются и при необходимости опечатываются ответственными лицами. Ключи от этих помещений сдаются </w:t>
      </w:r>
      <w:r w:rsidRPr="0097345F">
        <w:t>вахтеру</w:t>
      </w:r>
      <w:r w:rsidR="0097345F" w:rsidRPr="0097345F">
        <w:t>,</w:t>
      </w:r>
      <w:r w:rsidRPr="00FC6C98">
        <w:t xml:space="preserve"> о чем фиксируется запись в соответствующем журнале.</w:t>
      </w:r>
    </w:p>
    <w:p w:rsidR="002F0597" w:rsidRDefault="002F0597" w:rsidP="002F0597">
      <w:pPr>
        <w:ind w:firstLine="720"/>
        <w:jc w:val="both"/>
      </w:pPr>
    </w:p>
    <w:p w:rsidR="002F0597" w:rsidRPr="00FC6C98" w:rsidRDefault="001A05EC" w:rsidP="001A05EC">
      <w:pPr>
        <w:jc w:val="both"/>
      </w:pPr>
      <w:r>
        <w:t xml:space="preserve">4.7. </w:t>
      </w:r>
      <w:r w:rsidR="002F0597">
        <w:t>Все</w:t>
      </w:r>
      <w:r w:rsidR="002F0597" w:rsidRPr="00FC6C98">
        <w:t xml:space="preserve"> </w:t>
      </w:r>
      <w:r w:rsidR="00D75C53">
        <w:t xml:space="preserve">помещения и территория </w:t>
      </w:r>
      <w:r>
        <w:t xml:space="preserve"> </w:t>
      </w:r>
      <w:r w:rsidR="00EE77EA">
        <w:t>_______ (ОУ)</w:t>
      </w:r>
      <w:r>
        <w:t xml:space="preserve"> </w:t>
      </w:r>
      <w:r w:rsidR="002F0597" w:rsidRPr="00FC6C98">
        <w:t>по окончании рабочего дня (смены) осматриваются дежурным</w:t>
      </w:r>
      <w:r>
        <w:t xml:space="preserve"> администратором</w:t>
      </w:r>
      <w:r w:rsidR="002F0597" w:rsidRPr="00FC6C98">
        <w:t xml:space="preserve"> (вахтером, сторожем, охранником). Электроосветительная и электронагревательная аппаратура обесточивается, окна и форточки закрываются, </w:t>
      </w:r>
      <w:r w:rsidR="00CB16E5">
        <w:t xml:space="preserve"> </w:t>
      </w:r>
      <w:proofErr w:type="gramStart"/>
      <w:r w:rsidR="002F0597" w:rsidRPr="00FC6C98">
        <w:t>двери</w:t>
      </w:r>
      <w:proofErr w:type="gramEnd"/>
      <w:r w:rsidR="002F0597" w:rsidRPr="00FC6C98">
        <w:t xml:space="preserve"> и ворота запираются на замок. </w:t>
      </w:r>
    </w:p>
    <w:p w:rsidR="00212CDC" w:rsidRDefault="00212CDC" w:rsidP="00212CDC">
      <w:pPr>
        <w:widowControl w:val="0"/>
        <w:autoSpaceDE w:val="0"/>
        <w:autoSpaceDN w:val="0"/>
        <w:adjustRightInd w:val="0"/>
        <w:ind w:left="-57" w:right="306"/>
        <w:jc w:val="both"/>
      </w:pPr>
    </w:p>
    <w:p w:rsidR="00212CDC" w:rsidRDefault="00212CDC" w:rsidP="00212CDC">
      <w:pPr>
        <w:widowControl w:val="0"/>
        <w:autoSpaceDE w:val="0"/>
        <w:autoSpaceDN w:val="0"/>
        <w:adjustRightInd w:val="0"/>
        <w:ind w:left="-57" w:right="306"/>
        <w:jc w:val="both"/>
      </w:pPr>
    </w:p>
    <w:p w:rsidR="00212CDC" w:rsidRPr="00CB7D4B" w:rsidRDefault="00212CDC" w:rsidP="00212CDC">
      <w:pPr>
        <w:widowControl w:val="0"/>
        <w:autoSpaceDE w:val="0"/>
        <w:autoSpaceDN w:val="0"/>
        <w:adjustRightInd w:val="0"/>
        <w:ind w:left="-57" w:right="306"/>
        <w:jc w:val="both"/>
      </w:pPr>
    </w:p>
    <w:sectPr w:rsidR="00212CDC" w:rsidRPr="00CB7D4B" w:rsidSect="00C63FAE">
      <w:headerReference w:type="default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358" w:rsidRDefault="00987358" w:rsidP="004C4A7B">
      <w:r>
        <w:separator/>
      </w:r>
    </w:p>
  </w:endnote>
  <w:endnote w:type="continuationSeparator" w:id="0">
    <w:p w:rsidR="00987358" w:rsidRDefault="00987358" w:rsidP="004C4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FAE" w:rsidRDefault="00824988">
    <w:pPr>
      <w:pStyle w:val="ab"/>
      <w:jc w:val="center"/>
    </w:pPr>
    <w:fldSimple w:instr=" PAGE   \* MERGEFORMAT ">
      <w:r w:rsidR="00CB16E5">
        <w:rPr>
          <w:noProof/>
        </w:rPr>
        <w:t>11</w:t>
      </w:r>
    </w:fldSimple>
  </w:p>
  <w:p w:rsidR="000F3087" w:rsidRDefault="000F308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358" w:rsidRDefault="00987358" w:rsidP="004C4A7B">
      <w:r>
        <w:separator/>
      </w:r>
    </w:p>
  </w:footnote>
  <w:footnote w:type="continuationSeparator" w:id="0">
    <w:p w:rsidR="00987358" w:rsidRDefault="00987358" w:rsidP="004C4A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FAE" w:rsidRDefault="00C63FAE">
    <w:pPr>
      <w:pStyle w:val="a9"/>
    </w:pPr>
    <w:r>
      <w:t xml:space="preserve"> </w:t>
    </w:r>
  </w:p>
  <w:p w:rsidR="00C63FAE" w:rsidRDefault="00C63FA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F06954"/>
    <w:lvl w:ilvl="0">
      <w:numFmt w:val="decimal"/>
      <w:lvlText w:val="*"/>
      <w:lvlJc w:val="left"/>
    </w:lvl>
  </w:abstractNum>
  <w:abstractNum w:abstractNumId="1">
    <w:nsid w:val="0D826073"/>
    <w:multiLevelType w:val="multilevel"/>
    <w:tmpl w:val="D6168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00252C7"/>
    <w:multiLevelType w:val="multilevel"/>
    <w:tmpl w:val="9CF4B52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3">
    <w:nsid w:val="1C2D1940"/>
    <w:multiLevelType w:val="hybridMultilevel"/>
    <w:tmpl w:val="23EEE044"/>
    <w:lvl w:ilvl="0" w:tplc="07C218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4C0ED7"/>
    <w:multiLevelType w:val="multilevel"/>
    <w:tmpl w:val="C7C0B0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6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30D757EB"/>
    <w:multiLevelType w:val="hybridMultilevel"/>
    <w:tmpl w:val="493CDC86"/>
    <w:lvl w:ilvl="0" w:tplc="07C21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F43F8B"/>
    <w:multiLevelType w:val="multilevel"/>
    <w:tmpl w:val="049886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5AD7E2A"/>
    <w:multiLevelType w:val="hybridMultilevel"/>
    <w:tmpl w:val="B78893D6"/>
    <w:lvl w:ilvl="0" w:tplc="07C21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231622"/>
    <w:multiLevelType w:val="hybridMultilevel"/>
    <w:tmpl w:val="885CA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B4629B"/>
    <w:multiLevelType w:val="hybridMultilevel"/>
    <w:tmpl w:val="304C5948"/>
    <w:lvl w:ilvl="0" w:tplc="4DFAEA2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F526363"/>
    <w:multiLevelType w:val="hybridMultilevel"/>
    <w:tmpl w:val="CAE8BD46"/>
    <w:lvl w:ilvl="0" w:tplc="07C21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4C70E1"/>
    <w:multiLevelType w:val="hybridMultilevel"/>
    <w:tmpl w:val="5A62D5C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79D16BF"/>
    <w:multiLevelType w:val="hybridMultilevel"/>
    <w:tmpl w:val="0414AFD6"/>
    <w:lvl w:ilvl="0" w:tplc="07C21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E328BC"/>
    <w:multiLevelType w:val="hybridMultilevel"/>
    <w:tmpl w:val="F906FA0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>
    <w:nsid w:val="53384E57"/>
    <w:multiLevelType w:val="hybridMultilevel"/>
    <w:tmpl w:val="8A741014"/>
    <w:lvl w:ilvl="0" w:tplc="07C21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EC4E58"/>
    <w:multiLevelType w:val="hybridMultilevel"/>
    <w:tmpl w:val="B5F29C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B444BF"/>
    <w:multiLevelType w:val="multilevel"/>
    <w:tmpl w:val="31421DEE"/>
    <w:lvl w:ilvl="0">
      <w:start w:val="3"/>
      <w:numFmt w:val="decimal"/>
      <w:lvlText w:val="%1."/>
      <w:lvlJc w:val="left"/>
      <w:pPr>
        <w:ind w:left="7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8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</w:num>
  <w:num w:numId="9">
    <w:abstractNumId w:val="1"/>
  </w:num>
  <w:num w:numId="10">
    <w:abstractNumId w:val="2"/>
  </w:num>
  <w:num w:numId="11">
    <w:abstractNumId w:val="16"/>
  </w:num>
  <w:num w:numId="12">
    <w:abstractNumId w:val="12"/>
  </w:num>
  <w:num w:numId="13">
    <w:abstractNumId w:val="5"/>
  </w:num>
  <w:num w:numId="14">
    <w:abstractNumId w:val="14"/>
  </w:num>
  <w:num w:numId="15">
    <w:abstractNumId w:val="7"/>
  </w:num>
  <w:num w:numId="16">
    <w:abstractNumId w:val="10"/>
  </w:num>
  <w:num w:numId="17">
    <w:abstractNumId w:val="6"/>
  </w:num>
  <w:num w:numId="18">
    <w:abstractNumId w:val="3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597"/>
    <w:rsid w:val="000001F8"/>
    <w:rsid w:val="00001970"/>
    <w:rsid w:val="000021B6"/>
    <w:rsid w:val="000027C2"/>
    <w:rsid w:val="000046E2"/>
    <w:rsid w:val="00006D09"/>
    <w:rsid w:val="00007263"/>
    <w:rsid w:val="00011D3B"/>
    <w:rsid w:val="00011DDC"/>
    <w:rsid w:val="00012DDE"/>
    <w:rsid w:val="00013CB6"/>
    <w:rsid w:val="00015800"/>
    <w:rsid w:val="00025CE5"/>
    <w:rsid w:val="000274D4"/>
    <w:rsid w:val="00030079"/>
    <w:rsid w:val="00031AD0"/>
    <w:rsid w:val="0003573A"/>
    <w:rsid w:val="00035F42"/>
    <w:rsid w:val="000378C5"/>
    <w:rsid w:val="000401A7"/>
    <w:rsid w:val="0004169B"/>
    <w:rsid w:val="0004255F"/>
    <w:rsid w:val="0004471A"/>
    <w:rsid w:val="00044D0A"/>
    <w:rsid w:val="000541CB"/>
    <w:rsid w:val="0005464B"/>
    <w:rsid w:val="00056013"/>
    <w:rsid w:val="00057DA9"/>
    <w:rsid w:val="00061A40"/>
    <w:rsid w:val="00063C64"/>
    <w:rsid w:val="00064BA3"/>
    <w:rsid w:val="00065D03"/>
    <w:rsid w:val="000663E3"/>
    <w:rsid w:val="000728BD"/>
    <w:rsid w:val="00073FAC"/>
    <w:rsid w:val="0007776A"/>
    <w:rsid w:val="00077A99"/>
    <w:rsid w:val="00077E84"/>
    <w:rsid w:val="000824FF"/>
    <w:rsid w:val="00085305"/>
    <w:rsid w:val="000854DB"/>
    <w:rsid w:val="00086413"/>
    <w:rsid w:val="00087940"/>
    <w:rsid w:val="000901E4"/>
    <w:rsid w:val="0009415F"/>
    <w:rsid w:val="00096B4F"/>
    <w:rsid w:val="000A1084"/>
    <w:rsid w:val="000A375E"/>
    <w:rsid w:val="000A642C"/>
    <w:rsid w:val="000A6430"/>
    <w:rsid w:val="000A6901"/>
    <w:rsid w:val="000A705B"/>
    <w:rsid w:val="000A7079"/>
    <w:rsid w:val="000A7291"/>
    <w:rsid w:val="000A7F12"/>
    <w:rsid w:val="000B177C"/>
    <w:rsid w:val="000B52D4"/>
    <w:rsid w:val="000B7675"/>
    <w:rsid w:val="000C06DD"/>
    <w:rsid w:val="000C1596"/>
    <w:rsid w:val="000C58E9"/>
    <w:rsid w:val="000C6EE3"/>
    <w:rsid w:val="000D1FF2"/>
    <w:rsid w:val="000D5F24"/>
    <w:rsid w:val="000D727B"/>
    <w:rsid w:val="000E094F"/>
    <w:rsid w:val="000E28FC"/>
    <w:rsid w:val="000E4183"/>
    <w:rsid w:val="000E72F6"/>
    <w:rsid w:val="000F3087"/>
    <w:rsid w:val="000F5730"/>
    <w:rsid w:val="000F61CB"/>
    <w:rsid w:val="000F7AD7"/>
    <w:rsid w:val="0010162C"/>
    <w:rsid w:val="00102608"/>
    <w:rsid w:val="001038CD"/>
    <w:rsid w:val="00104991"/>
    <w:rsid w:val="00104C9D"/>
    <w:rsid w:val="00112D20"/>
    <w:rsid w:val="00113C6C"/>
    <w:rsid w:val="00114DB3"/>
    <w:rsid w:val="00116C3E"/>
    <w:rsid w:val="00116D40"/>
    <w:rsid w:val="00117FE5"/>
    <w:rsid w:val="001212C3"/>
    <w:rsid w:val="00122D9E"/>
    <w:rsid w:val="001249BF"/>
    <w:rsid w:val="001274F0"/>
    <w:rsid w:val="00130E05"/>
    <w:rsid w:val="00132F2E"/>
    <w:rsid w:val="001372A9"/>
    <w:rsid w:val="00140664"/>
    <w:rsid w:val="00145DD2"/>
    <w:rsid w:val="001479E4"/>
    <w:rsid w:val="00150C2F"/>
    <w:rsid w:val="0015102E"/>
    <w:rsid w:val="00151306"/>
    <w:rsid w:val="00153E62"/>
    <w:rsid w:val="001567C4"/>
    <w:rsid w:val="00156F44"/>
    <w:rsid w:val="00160697"/>
    <w:rsid w:val="00160D66"/>
    <w:rsid w:val="00165D39"/>
    <w:rsid w:val="00167FAE"/>
    <w:rsid w:val="0017035E"/>
    <w:rsid w:val="00171187"/>
    <w:rsid w:val="00172DA8"/>
    <w:rsid w:val="00176145"/>
    <w:rsid w:val="00176BAD"/>
    <w:rsid w:val="001800CE"/>
    <w:rsid w:val="00180FB2"/>
    <w:rsid w:val="0018522C"/>
    <w:rsid w:val="00190D33"/>
    <w:rsid w:val="001921CB"/>
    <w:rsid w:val="0019315F"/>
    <w:rsid w:val="00193DB3"/>
    <w:rsid w:val="00193FB8"/>
    <w:rsid w:val="0019428D"/>
    <w:rsid w:val="001945E8"/>
    <w:rsid w:val="00195779"/>
    <w:rsid w:val="00195AE8"/>
    <w:rsid w:val="00196552"/>
    <w:rsid w:val="00197017"/>
    <w:rsid w:val="001A05EC"/>
    <w:rsid w:val="001A4B20"/>
    <w:rsid w:val="001A4F49"/>
    <w:rsid w:val="001A6460"/>
    <w:rsid w:val="001B25B0"/>
    <w:rsid w:val="001B275E"/>
    <w:rsid w:val="001B3BBC"/>
    <w:rsid w:val="001B5EB7"/>
    <w:rsid w:val="001B763D"/>
    <w:rsid w:val="001C1BED"/>
    <w:rsid w:val="001C37C8"/>
    <w:rsid w:val="001C5884"/>
    <w:rsid w:val="001C7C03"/>
    <w:rsid w:val="001D2327"/>
    <w:rsid w:val="001D2824"/>
    <w:rsid w:val="001D2FAB"/>
    <w:rsid w:val="001D32CD"/>
    <w:rsid w:val="001D3B7D"/>
    <w:rsid w:val="001D603E"/>
    <w:rsid w:val="001D65C6"/>
    <w:rsid w:val="001E25D7"/>
    <w:rsid w:val="001E519B"/>
    <w:rsid w:val="001E594E"/>
    <w:rsid w:val="001F36A5"/>
    <w:rsid w:val="001F3A9A"/>
    <w:rsid w:val="001F6464"/>
    <w:rsid w:val="001F7151"/>
    <w:rsid w:val="001F7BEE"/>
    <w:rsid w:val="002006DE"/>
    <w:rsid w:val="00202A86"/>
    <w:rsid w:val="00202F7C"/>
    <w:rsid w:val="00205651"/>
    <w:rsid w:val="002119EB"/>
    <w:rsid w:val="002126A4"/>
    <w:rsid w:val="00212AF9"/>
    <w:rsid w:val="00212CDC"/>
    <w:rsid w:val="00213864"/>
    <w:rsid w:val="00215C57"/>
    <w:rsid w:val="0022105F"/>
    <w:rsid w:val="0022187B"/>
    <w:rsid w:val="00222C9E"/>
    <w:rsid w:val="00230871"/>
    <w:rsid w:val="00233569"/>
    <w:rsid w:val="00235EA2"/>
    <w:rsid w:val="00240B63"/>
    <w:rsid w:val="00244846"/>
    <w:rsid w:val="00245F65"/>
    <w:rsid w:val="002501F3"/>
    <w:rsid w:val="00251C98"/>
    <w:rsid w:val="00251D6C"/>
    <w:rsid w:val="002522FE"/>
    <w:rsid w:val="002523F4"/>
    <w:rsid w:val="00252E0B"/>
    <w:rsid w:val="00254753"/>
    <w:rsid w:val="00255EA6"/>
    <w:rsid w:val="00260B6E"/>
    <w:rsid w:val="00262732"/>
    <w:rsid w:val="00264306"/>
    <w:rsid w:val="00264949"/>
    <w:rsid w:val="00267A23"/>
    <w:rsid w:val="002712C3"/>
    <w:rsid w:val="00271A9E"/>
    <w:rsid w:val="00277A88"/>
    <w:rsid w:val="00280767"/>
    <w:rsid w:val="00282C4A"/>
    <w:rsid w:val="00285A94"/>
    <w:rsid w:val="00287849"/>
    <w:rsid w:val="0029101B"/>
    <w:rsid w:val="00294241"/>
    <w:rsid w:val="00294340"/>
    <w:rsid w:val="00294997"/>
    <w:rsid w:val="002A0DE8"/>
    <w:rsid w:val="002A1DB0"/>
    <w:rsid w:val="002A400A"/>
    <w:rsid w:val="002A52C2"/>
    <w:rsid w:val="002A7239"/>
    <w:rsid w:val="002B223C"/>
    <w:rsid w:val="002B3B4B"/>
    <w:rsid w:val="002B6BAD"/>
    <w:rsid w:val="002C14BF"/>
    <w:rsid w:val="002C1654"/>
    <w:rsid w:val="002C3CA6"/>
    <w:rsid w:val="002D0EC6"/>
    <w:rsid w:val="002D3AFA"/>
    <w:rsid w:val="002D40FB"/>
    <w:rsid w:val="002D5461"/>
    <w:rsid w:val="002D56D0"/>
    <w:rsid w:val="002E3DB3"/>
    <w:rsid w:val="002E5E13"/>
    <w:rsid w:val="002F0597"/>
    <w:rsid w:val="002F12D6"/>
    <w:rsid w:val="002F1453"/>
    <w:rsid w:val="002F1D8C"/>
    <w:rsid w:val="002F524C"/>
    <w:rsid w:val="002F6527"/>
    <w:rsid w:val="003002CB"/>
    <w:rsid w:val="003004FE"/>
    <w:rsid w:val="00300CC4"/>
    <w:rsid w:val="0030319D"/>
    <w:rsid w:val="00304090"/>
    <w:rsid w:val="00306D5B"/>
    <w:rsid w:val="00307C55"/>
    <w:rsid w:val="00310DC8"/>
    <w:rsid w:val="00321A16"/>
    <w:rsid w:val="00323A79"/>
    <w:rsid w:val="00323EDB"/>
    <w:rsid w:val="00325A8D"/>
    <w:rsid w:val="00327382"/>
    <w:rsid w:val="0033044D"/>
    <w:rsid w:val="00330FEC"/>
    <w:rsid w:val="00332A74"/>
    <w:rsid w:val="003333A1"/>
    <w:rsid w:val="003349CF"/>
    <w:rsid w:val="00334FCB"/>
    <w:rsid w:val="00336BAC"/>
    <w:rsid w:val="003376C6"/>
    <w:rsid w:val="00337C86"/>
    <w:rsid w:val="00341A7B"/>
    <w:rsid w:val="003421D7"/>
    <w:rsid w:val="00342EDE"/>
    <w:rsid w:val="00344128"/>
    <w:rsid w:val="003458BC"/>
    <w:rsid w:val="00345C24"/>
    <w:rsid w:val="00347E72"/>
    <w:rsid w:val="0035076E"/>
    <w:rsid w:val="003543B9"/>
    <w:rsid w:val="00356190"/>
    <w:rsid w:val="003607AB"/>
    <w:rsid w:val="00363666"/>
    <w:rsid w:val="00364648"/>
    <w:rsid w:val="003674CF"/>
    <w:rsid w:val="003710D2"/>
    <w:rsid w:val="00372F8A"/>
    <w:rsid w:val="0037339B"/>
    <w:rsid w:val="0037361F"/>
    <w:rsid w:val="003737C9"/>
    <w:rsid w:val="00380FF5"/>
    <w:rsid w:val="003828A6"/>
    <w:rsid w:val="00385A48"/>
    <w:rsid w:val="00385F6D"/>
    <w:rsid w:val="00386334"/>
    <w:rsid w:val="003909F6"/>
    <w:rsid w:val="00391747"/>
    <w:rsid w:val="00393E10"/>
    <w:rsid w:val="00395B72"/>
    <w:rsid w:val="00396403"/>
    <w:rsid w:val="00396DD9"/>
    <w:rsid w:val="00397C75"/>
    <w:rsid w:val="00397FCD"/>
    <w:rsid w:val="003A2F59"/>
    <w:rsid w:val="003A48D8"/>
    <w:rsid w:val="003A4BB2"/>
    <w:rsid w:val="003A4BF6"/>
    <w:rsid w:val="003A5099"/>
    <w:rsid w:val="003A5864"/>
    <w:rsid w:val="003B1559"/>
    <w:rsid w:val="003B1E84"/>
    <w:rsid w:val="003B24B7"/>
    <w:rsid w:val="003B370E"/>
    <w:rsid w:val="003B6C31"/>
    <w:rsid w:val="003C0534"/>
    <w:rsid w:val="003C2224"/>
    <w:rsid w:val="003C3A49"/>
    <w:rsid w:val="003C659B"/>
    <w:rsid w:val="003C7D5A"/>
    <w:rsid w:val="003D0252"/>
    <w:rsid w:val="003D5CD8"/>
    <w:rsid w:val="003D721C"/>
    <w:rsid w:val="003E2EFE"/>
    <w:rsid w:val="003E30D6"/>
    <w:rsid w:val="003E338D"/>
    <w:rsid w:val="003E4B47"/>
    <w:rsid w:val="003E6542"/>
    <w:rsid w:val="003E67E1"/>
    <w:rsid w:val="003F0BF5"/>
    <w:rsid w:val="003F2C75"/>
    <w:rsid w:val="003F445C"/>
    <w:rsid w:val="003F4DE6"/>
    <w:rsid w:val="003F5526"/>
    <w:rsid w:val="003F59DC"/>
    <w:rsid w:val="003F6916"/>
    <w:rsid w:val="003F7C5D"/>
    <w:rsid w:val="0040413B"/>
    <w:rsid w:val="004044FD"/>
    <w:rsid w:val="004057A0"/>
    <w:rsid w:val="00405F8A"/>
    <w:rsid w:val="00407B0C"/>
    <w:rsid w:val="00410EAF"/>
    <w:rsid w:val="00411549"/>
    <w:rsid w:val="00415153"/>
    <w:rsid w:val="0041600E"/>
    <w:rsid w:val="00417658"/>
    <w:rsid w:val="004204CD"/>
    <w:rsid w:val="00421381"/>
    <w:rsid w:val="0042377C"/>
    <w:rsid w:val="00423AED"/>
    <w:rsid w:val="0042443A"/>
    <w:rsid w:val="00426B2C"/>
    <w:rsid w:val="00426F65"/>
    <w:rsid w:val="00430389"/>
    <w:rsid w:val="004305D3"/>
    <w:rsid w:val="00440376"/>
    <w:rsid w:val="00445058"/>
    <w:rsid w:val="00447B34"/>
    <w:rsid w:val="00447F4E"/>
    <w:rsid w:val="00450FAC"/>
    <w:rsid w:val="00452794"/>
    <w:rsid w:val="00452A9D"/>
    <w:rsid w:val="00452AC9"/>
    <w:rsid w:val="0046298B"/>
    <w:rsid w:val="004629BF"/>
    <w:rsid w:val="0048248C"/>
    <w:rsid w:val="00482E29"/>
    <w:rsid w:val="00483752"/>
    <w:rsid w:val="004864DE"/>
    <w:rsid w:val="00486984"/>
    <w:rsid w:val="0049141E"/>
    <w:rsid w:val="004915C9"/>
    <w:rsid w:val="00491EEB"/>
    <w:rsid w:val="00491F9D"/>
    <w:rsid w:val="00494DAB"/>
    <w:rsid w:val="004969CE"/>
    <w:rsid w:val="0049710D"/>
    <w:rsid w:val="004A0708"/>
    <w:rsid w:val="004A448B"/>
    <w:rsid w:val="004A48C0"/>
    <w:rsid w:val="004A54DF"/>
    <w:rsid w:val="004A5DDC"/>
    <w:rsid w:val="004A78BB"/>
    <w:rsid w:val="004B11DF"/>
    <w:rsid w:val="004B2965"/>
    <w:rsid w:val="004B3A70"/>
    <w:rsid w:val="004B429D"/>
    <w:rsid w:val="004B4636"/>
    <w:rsid w:val="004B5908"/>
    <w:rsid w:val="004B6A9C"/>
    <w:rsid w:val="004B7456"/>
    <w:rsid w:val="004C178B"/>
    <w:rsid w:val="004C4A7B"/>
    <w:rsid w:val="004C545E"/>
    <w:rsid w:val="004C5A0C"/>
    <w:rsid w:val="004D0B27"/>
    <w:rsid w:val="004D178F"/>
    <w:rsid w:val="004D2880"/>
    <w:rsid w:val="004D482A"/>
    <w:rsid w:val="004D5649"/>
    <w:rsid w:val="004E141A"/>
    <w:rsid w:val="004E2545"/>
    <w:rsid w:val="004E462E"/>
    <w:rsid w:val="004E4B03"/>
    <w:rsid w:val="004F0080"/>
    <w:rsid w:val="004F0E08"/>
    <w:rsid w:val="004F233A"/>
    <w:rsid w:val="004F3C69"/>
    <w:rsid w:val="004F743E"/>
    <w:rsid w:val="00501BB5"/>
    <w:rsid w:val="005025DE"/>
    <w:rsid w:val="00502D64"/>
    <w:rsid w:val="00505EB0"/>
    <w:rsid w:val="00506271"/>
    <w:rsid w:val="005063A0"/>
    <w:rsid w:val="0051003B"/>
    <w:rsid w:val="00510069"/>
    <w:rsid w:val="00510415"/>
    <w:rsid w:val="00513D17"/>
    <w:rsid w:val="005147F2"/>
    <w:rsid w:val="00515CAE"/>
    <w:rsid w:val="00521214"/>
    <w:rsid w:val="00524727"/>
    <w:rsid w:val="005250E7"/>
    <w:rsid w:val="00527149"/>
    <w:rsid w:val="00527592"/>
    <w:rsid w:val="005301B8"/>
    <w:rsid w:val="005306C4"/>
    <w:rsid w:val="0053078E"/>
    <w:rsid w:val="00530B4E"/>
    <w:rsid w:val="00531EA6"/>
    <w:rsid w:val="005325F4"/>
    <w:rsid w:val="00532849"/>
    <w:rsid w:val="00537277"/>
    <w:rsid w:val="00537670"/>
    <w:rsid w:val="00542863"/>
    <w:rsid w:val="00542C0B"/>
    <w:rsid w:val="00544D43"/>
    <w:rsid w:val="0054545C"/>
    <w:rsid w:val="0055248F"/>
    <w:rsid w:val="005525EA"/>
    <w:rsid w:val="005544FC"/>
    <w:rsid w:val="005546A3"/>
    <w:rsid w:val="00555310"/>
    <w:rsid w:val="00556849"/>
    <w:rsid w:val="0056255E"/>
    <w:rsid w:val="00565C95"/>
    <w:rsid w:val="00567F12"/>
    <w:rsid w:val="00570166"/>
    <w:rsid w:val="005774B4"/>
    <w:rsid w:val="00582684"/>
    <w:rsid w:val="00583895"/>
    <w:rsid w:val="00586C37"/>
    <w:rsid w:val="005910BB"/>
    <w:rsid w:val="005917A9"/>
    <w:rsid w:val="00591A93"/>
    <w:rsid w:val="00591F67"/>
    <w:rsid w:val="00595857"/>
    <w:rsid w:val="005958E7"/>
    <w:rsid w:val="005A056E"/>
    <w:rsid w:val="005A10C2"/>
    <w:rsid w:val="005A3FAF"/>
    <w:rsid w:val="005A588E"/>
    <w:rsid w:val="005A5C1E"/>
    <w:rsid w:val="005A66A8"/>
    <w:rsid w:val="005A7229"/>
    <w:rsid w:val="005B0BD6"/>
    <w:rsid w:val="005B3D72"/>
    <w:rsid w:val="005B45B5"/>
    <w:rsid w:val="005B4677"/>
    <w:rsid w:val="005B7C6C"/>
    <w:rsid w:val="005C1B50"/>
    <w:rsid w:val="005C6E4F"/>
    <w:rsid w:val="005C71AB"/>
    <w:rsid w:val="005C7763"/>
    <w:rsid w:val="005D0775"/>
    <w:rsid w:val="005D2004"/>
    <w:rsid w:val="005E2920"/>
    <w:rsid w:val="005E2A86"/>
    <w:rsid w:val="005E323A"/>
    <w:rsid w:val="005E3460"/>
    <w:rsid w:val="005E360F"/>
    <w:rsid w:val="005E3D9C"/>
    <w:rsid w:val="005E6D9E"/>
    <w:rsid w:val="005F1FEA"/>
    <w:rsid w:val="005F47C3"/>
    <w:rsid w:val="005F6D04"/>
    <w:rsid w:val="005F7659"/>
    <w:rsid w:val="005F78F8"/>
    <w:rsid w:val="005F7FB4"/>
    <w:rsid w:val="006017DE"/>
    <w:rsid w:val="00601AC8"/>
    <w:rsid w:val="00603DCF"/>
    <w:rsid w:val="00605A68"/>
    <w:rsid w:val="00613F40"/>
    <w:rsid w:val="006166AB"/>
    <w:rsid w:val="00620B00"/>
    <w:rsid w:val="00620B60"/>
    <w:rsid w:val="006217D8"/>
    <w:rsid w:val="006236CD"/>
    <w:rsid w:val="006245CE"/>
    <w:rsid w:val="006316A5"/>
    <w:rsid w:val="00632C8D"/>
    <w:rsid w:val="006334D2"/>
    <w:rsid w:val="00635CC6"/>
    <w:rsid w:val="00636F45"/>
    <w:rsid w:val="006410F9"/>
    <w:rsid w:val="00644AEB"/>
    <w:rsid w:val="00644B47"/>
    <w:rsid w:val="00646AE3"/>
    <w:rsid w:val="0064768E"/>
    <w:rsid w:val="00652351"/>
    <w:rsid w:val="006548E9"/>
    <w:rsid w:val="006563E2"/>
    <w:rsid w:val="00657DD4"/>
    <w:rsid w:val="00660E2F"/>
    <w:rsid w:val="0066255A"/>
    <w:rsid w:val="006648CB"/>
    <w:rsid w:val="00664DF3"/>
    <w:rsid w:val="006655E5"/>
    <w:rsid w:val="006675F4"/>
    <w:rsid w:val="00667A38"/>
    <w:rsid w:val="006732DA"/>
    <w:rsid w:val="00674CF5"/>
    <w:rsid w:val="00676B6D"/>
    <w:rsid w:val="00677031"/>
    <w:rsid w:val="00677ADE"/>
    <w:rsid w:val="00682464"/>
    <w:rsid w:val="0068384D"/>
    <w:rsid w:val="006861E2"/>
    <w:rsid w:val="006870D4"/>
    <w:rsid w:val="00687368"/>
    <w:rsid w:val="00687C8B"/>
    <w:rsid w:val="006921E4"/>
    <w:rsid w:val="00693C16"/>
    <w:rsid w:val="00693D5F"/>
    <w:rsid w:val="006A2A2F"/>
    <w:rsid w:val="006A7A19"/>
    <w:rsid w:val="006A7AC7"/>
    <w:rsid w:val="006B1136"/>
    <w:rsid w:val="006B5130"/>
    <w:rsid w:val="006C1325"/>
    <w:rsid w:val="006C1FD1"/>
    <w:rsid w:val="006C50AE"/>
    <w:rsid w:val="006C5243"/>
    <w:rsid w:val="006D208D"/>
    <w:rsid w:val="006D463E"/>
    <w:rsid w:val="006D4D06"/>
    <w:rsid w:val="006D5B56"/>
    <w:rsid w:val="006E2EA4"/>
    <w:rsid w:val="006F2FF3"/>
    <w:rsid w:val="006F6554"/>
    <w:rsid w:val="006F6F5B"/>
    <w:rsid w:val="006F7E6B"/>
    <w:rsid w:val="00700BAC"/>
    <w:rsid w:val="00701604"/>
    <w:rsid w:val="007016A4"/>
    <w:rsid w:val="0070240A"/>
    <w:rsid w:val="0070454D"/>
    <w:rsid w:val="0070537F"/>
    <w:rsid w:val="00706294"/>
    <w:rsid w:val="00706A14"/>
    <w:rsid w:val="0071025E"/>
    <w:rsid w:val="00711F0F"/>
    <w:rsid w:val="00713B10"/>
    <w:rsid w:val="0071406B"/>
    <w:rsid w:val="00714AA2"/>
    <w:rsid w:val="00715F6D"/>
    <w:rsid w:val="0071736B"/>
    <w:rsid w:val="00724030"/>
    <w:rsid w:val="0072403F"/>
    <w:rsid w:val="0072428D"/>
    <w:rsid w:val="00726350"/>
    <w:rsid w:val="007306A3"/>
    <w:rsid w:val="00734937"/>
    <w:rsid w:val="007364FB"/>
    <w:rsid w:val="00737038"/>
    <w:rsid w:val="00741DBE"/>
    <w:rsid w:val="007501F1"/>
    <w:rsid w:val="00750D21"/>
    <w:rsid w:val="00752C5B"/>
    <w:rsid w:val="00753D66"/>
    <w:rsid w:val="007605DA"/>
    <w:rsid w:val="00763264"/>
    <w:rsid w:val="00763770"/>
    <w:rsid w:val="00766DCF"/>
    <w:rsid w:val="0076706D"/>
    <w:rsid w:val="00767851"/>
    <w:rsid w:val="00775C24"/>
    <w:rsid w:val="007762D3"/>
    <w:rsid w:val="00776782"/>
    <w:rsid w:val="00777841"/>
    <w:rsid w:val="00777D6A"/>
    <w:rsid w:val="0078092C"/>
    <w:rsid w:val="007812E0"/>
    <w:rsid w:val="00781F9B"/>
    <w:rsid w:val="0078295B"/>
    <w:rsid w:val="0078397E"/>
    <w:rsid w:val="00785B53"/>
    <w:rsid w:val="0078608A"/>
    <w:rsid w:val="00786E65"/>
    <w:rsid w:val="007906CE"/>
    <w:rsid w:val="00791898"/>
    <w:rsid w:val="00793065"/>
    <w:rsid w:val="007A0CA6"/>
    <w:rsid w:val="007A196C"/>
    <w:rsid w:val="007A2232"/>
    <w:rsid w:val="007A411B"/>
    <w:rsid w:val="007A4206"/>
    <w:rsid w:val="007A4AAE"/>
    <w:rsid w:val="007A5E7F"/>
    <w:rsid w:val="007B01B1"/>
    <w:rsid w:val="007B30D2"/>
    <w:rsid w:val="007B5BED"/>
    <w:rsid w:val="007C3839"/>
    <w:rsid w:val="007D04D8"/>
    <w:rsid w:val="007D5480"/>
    <w:rsid w:val="007D584A"/>
    <w:rsid w:val="007D70A6"/>
    <w:rsid w:val="007D7567"/>
    <w:rsid w:val="007E0B6C"/>
    <w:rsid w:val="007E3A64"/>
    <w:rsid w:val="007E4C19"/>
    <w:rsid w:val="007E5C0F"/>
    <w:rsid w:val="007F4524"/>
    <w:rsid w:val="007F4C67"/>
    <w:rsid w:val="007F61E3"/>
    <w:rsid w:val="007F6C44"/>
    <w:rsid w:val="008005E6"/>
    <w:rsid w:val="0080180C"/>
    <w:rsid w:val="00801F73"/>
    <w:rsid w:val="00802F23"/>
    <w:rsid w:val="008073CA"/>
    <w:rsid w:val="00807FA1"/>
    <w:rsid w:val="00810141"/>
    <w:rsid w:val="008101CD"/>
    <w:rsid w:val="00817BEE"/>
    <w:rsid w:val="00817DD1"/>
    <w:rsid w:val="00820C79"/>
    <w:rsid w:val="00822414"/>
    <w:rsid w:val="008228F6"/>
    <w:rsid w:val="00824988"/>
    <w:rsid w:val="00826CD5"/>
    <w:rsid w:val="00826D88"/>
    <w:rsid w:val="00831DA1"/>
    <w:rsid w:val="00840180"/>
    <w:rsid w:val="008404EF"/>
    <w:rsid w:val="008405A7"/>
    <w:rsid w:val="00840FCE"/>
    <w:rsid w:val="00841357"/>
    <w:rsid w:val="00841FBA"/>
    <w:rsid w:val="0084388F"/>
    <w:rsid w:val="00844DFD"/>
    <w:rsid w:val="00847209"/>
    <w:rsid w:val="008472FF"/>
    <w:rsid w:val="00847452"/>
    <w:rsid w:val="0084759A"/>
    <w:rsid w:val="00847AF6"/>
    <w:rsid w:val="0085128F"/>
    <w:rsid w:val="00853F3D"/>
    <w:rsid w:val="008540D4"/>
    <w:rsid w:val="008550E5"/>
    <w:rsid w:val="00855335"/>
    <w:rsid w:val="00857969"/>
    <w:rsid w:val="00857BF0"/>
    <w:rsid w:val="00863376"/>
    <w:rsid w:val="00863471"/>
    <w:rsid w:val="00865A79"/>
    <w:rsid w:val="00865E27"/>
    <w:rsid w:val="008671EF"/>
    <w:rsid w:val="00867903"/>
    <w:rsid w:val="00867AFB"/>
    <w:rsid w:val="00873ACE"/>
    <w:rsid w:val="008756F8"/>
    <w:rsid w:val="00877974"/>
    <w:rsid w:val="00881601"/>
    <w:rsid w:val="008816AE"/>
    <w:rsid w:val="00882ECC"/>
    <w:rsid w:val="00883381"/>
    <w:rsid w:val="00884BD8"/>
    <w:rsid w:val="008855BE"/>
    <w:rsid w:val="00886C8A"/>
    <w:rsid w:val="00890878"/>
    <w:rsid w:val="0089190C"/>
    <w:rsid w:val="00893707"/>
    <w:rsid w:val="008941E0"/>
    <w:rsid w:val="008967BC"/>
    <w:rsid w:val="00897E67"/>
    <w:rsid w:val="008A0C16"/>
    <w:rsid w:val="008A1DFA"/>
    <w:rsid w:val="008A3562"/>
    <w:rsid w:val="008A3B1F"/>
    <w:rsid w:val="008B007A"/>
    <w:rsid w:val="008B18FF"/>
    <w:rsid w:val="008B3DC8"/>
    <w:rsid w:val="008B4D50"/>
    <w:rsid w:val="008B632F"/>
    <w:rsid w:val="008C3DEF"/>
    <w:rsid w:val="008C519C"/>
    <w:rsid w:val="008C7742"/>
    <w:rsid w:val="008D1D02"/>
    <w:rsid w:val="008D201F"/>
    <w:rsid w:val="008D2E3E"/>
    <w:rsid w:val="008D3023"/>
    <w:rsid w:val="008D5F89"/>
    <w:rsid w:val="008D71ED"/>
    <w:rsid w:val="008E0830"/>
    <w:rsid w:val="008E19F0"/>
    <w:rsid w:val="008E1C0D"/>
    <w:rsid w:val="008E1CDF"/>
    <w:rsid w:val="008E45D0"/>
    <w:rsid w:val="008E4E89"/>
    <w:rsid w:val="008E574A"/>
    <w:rsid w:val="008F0963"/>
    <w:rsid w:val="008F0DCD"/>
    <w:rsid w:val="008F1F7A"/>
    <w:rsid w:val="008F3E2A"/>
    <w:rsid w:val="008F412C"/>
    <w:rsid w:val="008F6428"/>
    <w:rsid w:val="008F67BF"/>
    <w:rsid w:val="0090259A"/>
    <w:rsid w:val="009033DB"/>
    <w:rsid w:val="0090764C"/>
    <w:rsid w:val="00910577"/>
    <w:rsid w:val="00910F46"/>
    <w:rsid w:val="009115D4"/>
    <w:rsid w:val="00912292"/>
    <w:rsid w:val="0091300C"/>
    <w:rsid w:val="00914AEE"/>
    <w:rsid w:val="00915843"/>
    <w:rsid w:val="00915944"/>
    <w:rsid w:val="009200CA"/>
    <w:rsid w:val="00920D50"/>
    <w:rsid w:val="00926044"/>
    <w:rsid w:val="00932794"/>
    <w:rsid w:val="00933186"/>
    <w:rsid w:val="00934966"/>
    <w:rsid w:val="00934EC8"/>
    <w:rsid w:val="00935C79"/>
    <w:rsid w:val="00937DCE"/>
    <w:rsid w:val="009404AB"/>
    <w:rsid w:val="00941830"/>
    <w:rsid w:val="0094434F"/>
    <w:rsid w:val="00946285"/>
    <w:rsid w:val="0095197C"/>
    <w:rsid w:val="00955722"/>
    <w:rsid w:val="00957DEE"/>
    <w:rsid w:val="0096021B"/>
    <w:rsid w:val="0096266E"/>
    <w:rsid w:val="00963AE4"/>
    <w:rsid w:val="00963F66"/>
    <w:rsid w:val="009663D1"/>
    <w:rsid w:val="00970B57"/>
    <w:rsid w:val="00970D83"/>
    <w:rsid w:val="0097120B"/>
    <w:rsid w:val="0097345F"/>
    <w:rsid w:val="0097346C"/>
    <w:rsid w:val="009742CE"/>
    <w:rsid w:val="00975C36"/>
    <w:rsid w:val="00981FD7"/>
    <w:rsid w:val="00983243"/>
    <w:rsid w:val="009850DB"/>
    <w:rsid w:val="00987358"/>
    <w:rsid w:val="0098760B"/>
    <w:rsid w:val="0098761C"/>
    <w:rsid w:val="00990EE1"/>
    <w:rsid w:val="00991BD1"/>
    <w:rsid w:val="009937DF"/>
    <w:rsid w:val="00994B2C"/>
    <w:rsid w:val="00994DEB"/>
    <w:rsid w:val="00996CF5"/>
    <w:rsid w:val="009A1216"/>
    <w:rsid w:val="009A160E"/>
    <w:rsid w:val="009A2747"/>
    <w:rsid w:val="009A49B1"/>
    <w:rsid w:val="009A7640"/>
    <w:rsid w:val="009B1D96"/>
    <w:rsid w:val="009B2B59"/>
    <w:rsid w:val="009B3307"/>
    <w:rsid w:val="009B3338"/>
    <w:rsid w:val="009B4F98"/>
    <w:rsid w:val="009C0813"/>
    <w:rsid w:val="009C2E23"/>
    <w:rsid w:val="009C4587"/>
    <w:rsid w:val="009C46E4"/>
    <w:rsid w:val="009C5F98"/>
    <w:rsid w:val="009C7300"/>
    <w:rsid w:val="009C7321"/>
    <w:rsid w:val="009D3C02"/>
    <w:rsid w:val="009D5A9A"/>
    <w:rsid w:val="009D61B5"/>
    <w:rsid w:val="009D62F9"/>
    <w:rsid w:val="009E1D59"/>
    <w:rsid w:val="009E4E94"/>
    <w:rsid w:val="009F38E4"/>
    <w:rsid w:val="009F6614"/>
    <w:rsid w:val="009F6BC6"/>
    <w:rsid w:val="009F7A69"/>
    <w:rsid w:val="00A01705"/>
    <w:rsid w:val="00A01AF3"/>
    <w:rsid w:val="00A021BF"/>
    <w:rsid w:val="00A02355"/>
    <w:rsid w:val="00A02A8E"/>
    <w:rsid w:val="00A037AA"/>
    <w:rsid w:val="00A04470"/>
    <w:rsid w:val="00A10980"/>
    <w:rsid w:val="00A13FB4"/>
    <w:rsid w:val="00A16F66"/>
    <w:rsid w:val="00A20E00"/>
    <w:rsid w:val="00A21DB1"/>
    <w:rsid w:val="00A23555"/>
    <w:rsid w:val="00A24461"/>
    <w:rsid w:val="00A270BD"/>
    <w:rsid w:val="00A27C4B"/>
    <w:rsid w:val="00A335CB"/>
    <w:rsid w:val="00A3496F"/>
    <w:rsid w:val="00A36290"/>
    <w:rsid w:val="00A40C9D"/>
    <w:rsid w:val="00A43F48"/>
    <w:rsid w:val="00A44B35"/>
    <w:rsid w:val="00A469B6"/>
    <w:rsid w:val="00A53AAC"/>
    <w:rsid w:val="00A635D3"/>
    <w:rsid w:val="00A65A21"/>
    <w:rsid w:val="00A725A0"/>
    <w:rsid w:val="00A745C0"/>
    <w:rsid w:val="00A769F9"/>
    <w:rsid w:val="00A805CD"/>
    <w:rsid w:val="00A805F0"/>
    <w:rsid w:val="00A83D8A"/>
    <w:rsid w:val="00A8458E"/>
    <w:rsid w:val="00A84B4A"/>
    <w:rsid w:val="00A857D8"/>
    <w:rsid w:val="00A85BA9"/>
    <w:rsid w:val="00A902A9"/>
    <w:rsid w:val="00A955A3"/>
    <w:rsid w:val="00AA0116"/>
    <w:rsid w:val="00AA03BD"/>
    <w:rsid w:val="00AA13EC"/>
    <w:rsid w:val="00AA2F65"/>
    <w:rsid w:val="00AA4621"/>
    <w:rsid w:val="00AA73E3"/>
    <w:rsid w:val="00AA7414"/>
    <w:rsid w:val="00AA75B2"/>
    <w:rsid w:val="00AA7980"/>
    <w:rsid w:val="00AB4FDA"/>
    <w:rsid w:val="00AB713D"/>
    <w:rsid w:val="00AC0ED2"/>
    <w:rsid w:val="00AC14E4"/>
    <w:rsid w:val="00AC26BF"/>
    <w:rsid w:val="00AC56BF"/>
    <w:rsid w:val="00AC7371"/>
    <w:rsid w:val="00AD0D00"/>
    <w:rsid w:val="00AD28B2"/>
    <w:rsid w:val="00AD5CC7"/>
    <w:rsid w:val="00AD611D"/>
    <w:rsid w:val="00AD6499"/>
    <w:rsid w:val="00AE2155"/>
    <w:rsid w:val="00AE2196"/>
    <w:rsid w:val="00AE2BEF"/>
    <w:rsid w:val="00AE586C"/>
    <w:rsid w:val="00AE5951"/>
    <w:rsid w:val="00AE61C6"/>
    <w:rsid w:val="00AF264D"/>
    <w:rsid w:val="00AF510E"/>
    <w:rsid w:val="00B00C0C"/>
    <w:rsid w:val="00B023B4"/>
    <w:rsid w:val="00B04F9E"/>
    <w:rsid w:val="00B064D7"/>
    <w:rsid w:val="00B07DB7"/>
    <w:rsid w:val="00B14C1E"/>
    <w:rsid w:val="00B151D4"/>
    <w:rsid w:val="00B20B5B"/>
    <w:rsid w:val="00B223DD"/>
    <w:rsid w:val="00B22ABA"/>
    <w:rsid w:val="00B239F9"/>
    <w:rsid w:val="00B23A2F"/>
    <w:rsid w:val="00B2562A"/>
    <w:rsid w:val="00B3210A"/>
    <w:rsid w:val="00B321F8"/>
    <w:rsid w:val="00B33D30"/>
    <w:rsid w:val="00B34547"/>
    <w:rsid w:val="00B35325"/>
    <w:rsid w:val="00B3762B"/>
    <w:rsid w:val="00B41459"/>
    <w:rsid w:val="00B42FBB"/>
    <w:rsid w:val="00B4440D"/>
    <w:rsid w:val="00B44CB2"/>
    <w:rsid w:val="00B45066"/>
    <w:rsid w:val="00B45C48"/>
    <w:rsid w:val="00B4777B"/>
    <w:rsid w:val="00B50E59"/>
    <w:rsid w:val="00B556A0"/>
    <w:rsid w:val="00B55AED"/>
    <w:rsid w:val="00B6225B"/>
    <w:rsid w:val="00B63BB3"/>
    <w:rsid w:val="00B6646D"/>
    <w:rsid w:val="00B704F9"/>
    <w:rsid w:val="00B70D18"/>
    <w:rsid w:val="00B7153A"/>
    <w:rsid w:val="00B7379E"/>
    <w:rsid w:val="00B73A29"/>
    <w:rsid w:val="00B74F0F"/>
    <w:rsid w:val="00B75C59"/>
    <w:rsid w:val="00B81872"/>
    <w:rsid w:val="00B81979"/>
    <w:rsid w:val="00B81B34"/>
    <w:rsid w:val="00B91857"/>
    <w:rsid w:val="00B923BA"/>
    <w:rsid w:val="00B9658C"/>
    <w:rsid w:val="00BA3F45"/>
    <w:rsid w:val="00BA3F8C"/>
    <w:rsid w:val="00BA486D"/>
    <w:rsid w:val="00BA64C9"/>
    <w:rsid w:val="00BB511E"/>
    <w:rsid w:val="00BB6AFF"/>
    <w:rsid w:val="00BB7EE6"/>
    <w:rsid w:val="00BC1A04"/>
    <w:rsid w:val="00BC2604"/>
    <w:rsid w:val="00BC6CD2"/>
    <w:rsid w:val="00BD195D"/>
    <w:rsid w:val="00BD1AE5"/>
    <w:rsid w:val="00BD310E"/>
    <w:rsid w:val="00BD4BF5"/>
    <w:rsid w:val="00BD4FD3"/>
    <w:rsid w:val="00BE299E"/>
    <w:rsid w:val="00BE34B1"/>
    <w:rsid w:val="00BE4FA7"/>
    <w:rsid w:val="00BE51B9"/>
    <w:rsid w:val="00BF0497"/>
    <w:rsid w:val="00BF07C0"/>
    <w:rsid w:val="00BF0E5D"/>
    <w:rsid w:val="00BF4A15"/>
    <w:rsid w:val="00C03DFD"/>
    <w:rsid w:val="00C04530"/>
    <w:rsid w:val="00C056CE"/>
    <w:rsid w:val="00C05EA7"/>
    <w:rsid w:val="00C06219"/>
    <w:rsid w:val="00C06389"/>
    <w:rsid w:val="00C0718D"/>
    <w:rsid w:val="00C11167"/>
    <w:rsid w:val="00C15149"/>
    <w:rsid w:val="00C15C7F"/>
    <w:rsid w:val="00C179C7"/>
    <w:rsid w:val="00C24133"/>
    <w:rsid w:val="00C2638E"/>
    <w:rsid w:val="00C30A00"/>
    <w:rsid w:val="00C30A18"/>
    <w:rsid w:val="00C32307"/>
    <w:rsid w:val="00C323BD"/>
    <w:rsid w:val="00C33B29"/>
    <w:rsid w:val="00C34152"/>
    <w:rsid w:val="00C35B77"/>
    <w:rsid w:val="00C411C1"/>
    <w:rsid w:val="00C41B40"/>
    <w:rsid w:val="00C4422B"/>
    <w:rsid w:val="00C44719"/>
    <w:rsid w:val="00C44B3E"/>
    <w:rsid w:val="00C4778F"/>
    <w:rsid w:val="00C50451"/>
    <w:rsid w:val="00C509F5"/>
    <w:rsid w:val="00C526DF"/>
    <w:rsid w:val="00C53228"/>
    <w:rsid w:val="00C56F0E"/>
    <w:rsid w:val="00C61A5F"/>
    <w:rsid w:val="00C620A7"/>
    <w:rsid w:val="00C626F1"/>
    <w:rsid w:val="00C62748"/>
    <w:rsid w:val="00C63FAE"/>
    <w:rsid w:val="00C65A54"/>
    <w:rsid w:val="00C67473"/>
    <w:rsid w:val="00C71811"/>
    <w:rsid w:val="00C725F2"/>
    <w:rsid w:val="00C73E71"/>
    <w:rsid w:val="00C77767"/>
    <w:rsid w:val="00C77D92"/>
    <w:rsid w:val="00C81FFB"/>
    <w:rsid w:val="00C8312E"/>
    <w:rsid w:val="00C83CE8"/>
    <w:rsid w:val="00C846E6"/>
    <w:rsid w:val="00C91035"/>
    <w:rsid w:val="00C917D8"/>
    <w:rsid w:val="00C935D4"/>
    <w:rsid w:val="00C97645"/>
    <w:rsid w:val="00CA0395"/>
    <w:rsid w:val="00CA0599"/>
    <w:rsid w:val="00CA1357"/>
    <w:rsid w:val="00CA225E"/>
    <w:rsid w:val="00CA2B16"/>
    <w:rsid w:val="00CA331D"/>
    <w:rsid w:val="00CA42CA"/>
    <w:rsid w:val="00CA6633"/>
    <w:rsid w:val="00CB1572"/>
    <w:rsid w:val="00CB16E5"/>
    <w:rsid w:val="00CB26CF"/>
    <w:rsid w:val="00CB3880"/>
    <w:rsid w:val="00CB39BA"/>
    <w:rsid w:val="00CB531D"/>
    <w:rsid w:val="00CB625B"/>
    <w:rsid w:val="00CB691C"/>
    <w:rsid w:val="00CC1070"/>
    <w:rsid w:val="00CC1CEA"/>
    <w:rsid w:val="00CC1E66"/>
    <w:rsid w:val="00CC3980"/>
    <w:rsid w:val="00CC605D"/>
    <w:rsid w:val="00CD0A52"/>
    <w:rsid w:val="00CE024D"/>
    <w:rsid w:val="00CE2360"/>
    <w:rsid w:val="00CE6FA8"/>
    <w:rsid w:val="00CF43F3"/>
    <w:rsid w:val="00CF705F"/>
    <w:rsid w:val="00D002A9"/>
    <w:rsid w:val="00D00BC1"/>
    <w:rsid w:val="00D026EB"/>
    <w:rsid w:val="00D028DE"/>
    <w:rsid w:val="00D04EAC"/>
    <w:rsid w:val="00D067F4"/>
    <w:rsid w:val="00D07836"/>
    <w:rsid w:val="00D13769"/>
    <w:rsid w:val="00D13F3E"/>
    <w:rsid w:val="00D14A82"/>
    <w:rsid w:val="00D154BB"/>
    <w:rsid w:val="00D15F56"/>
    <w:rsid w:val="00D1632F"/>
    <w:rsid w:val="00D2317B"/>
    <w:rsid w:val="00D276C1"/>
    <w:rsid w:val="00D27EF4"/>
    <w:rsid w:val="00D318E0"/>
    <w:rsid w:val="00D32A39"/>
    <w:rsid w:val="00D3352F"/>
    <w:rsid w:val="00D3450A"/>
    <w:rsid w:val="00D349B2"/>
    <w:rsid w:val="00D35653"/>
    <w:rsid w:val="00D369C5"/>
    <w:rsid w:val="00D41329"/>
    <w:rsid w:val="00D41851"/>
    <w:rsid w:val="00D4580E"/>
    <w:rsid w:val="00D463A2"/>
    <w:rsid w:val="00D5166A"/>
    <w:rsid w:val="00D51B4C"/>
    <w:rsid w:val="00D520FB"/>
    <w:rsid w:val="00D521FA"/>
    <w:rsid w:val="00D5414D"/>
    <w:rsid w:val="00D57194"/>
    <w:rsid w:val="00D57999"/>
    <w:rsid w:val="00D60C30"/>
    <w:rsid w:val="00D6244A"/>
    <w:rsid w:val="00D71047"/>
    <w:rsid w:val="00D7275E"/>
    <w:rsid w:val="00D72791"/>
    <w:rsid w:val="00D75C53"/>
    <w:rsid w:val="00D77D28"/>
    <w:rsid w:val="00D80246"/>
    <w:rsid w:val="00D812AB"/>
    <w:rsid w:val="00D831F7"/>
    <w:rsid w:val="00D84442"/>
    <w:rsid w:val="00D8477D"/>
    <w:rsid w:val="00D849A7"/>
    <w:rsid w:val="00D84EE5"/>
    <w:rsid w:val="00D9031E"/>
    <w:rsid w:val="00D91A92"/>
    <w:rsid w:val="00D934EC"/>
    <w:rsid w:val="00D95343"/>
    <w:rsid w:val="00DA5D3F"/>
    <w:rsid w:val="00DA78DB"/>
    <w:rsid w:val="00DB075C"/>
    <w:rsid w:val="00DB239C"/>
    <w:rsid w:val="00DB2483"/>
    <w:rsid w:val="00DB4885"/>
    <w:rsid w:val="00DB5501"/>
    <w:rsid w:val="00DB667F"/>
    <w:rsid w:val="00DC4D5B"/>
    <w:rsid w:val="00DC72A8"/>
    <w:rsid w:val="00DD077F"/>
    <w:rsid w:val="00DD1CC2"/>
    <w:rsid w:val="00DD3C41"/>
    <w:rsid w:val="00DD3E71"/>
    <w:rsid w:val="00DD5FC9"/>
    <w:rsid w:val="00DD78E8"/>
    <w:rsid w:val="00DE0CAE"/>
    <w:rsid w:val="00DE2043"/>
    <w:rsid w:val="00DE3610"/>
    <w:rsid w:val="00DE4312"/>
    <w:rsid w:val="00DE4794"/>
    <w:rsid w:val="00DF090A"/>
    <w:rsid w:val="00DF1106"/>
    <w:rsid w:val="00DF1610"/>
    <w:rsid w:val="00DF307D"/>
    <w:rsid w:val="00DF764E"/>
    <w:rsid w:val="00DF7A26"/>
    <w:rsid w:val="00E0267C"/>
    <w:rsid w:val="00E036F0"/>
    <w:rsid w:val="00E06C19"/>
    <w:rsid w:val="00E100D0"/>
    <w:rsid w:val="00E12396"/>
    <w:rsid w:val="00E136D4"/>
    <w:rsid w:val="00E2091A"/>
    <w:rsid w:val="00E20D48"/>
    <w:rsid w:val="00E2246E"/>
    <w:rsid w:val="00E2331E"/>
    <w:rsid w:val="00E2512C"/>
    <w:rsid w:val="00E274EB"/>
    <w:rsid w:val="00E30F23"/>
    <w:rsid w:val="00E31275"/>
    <w:rsid w:val="00E3239E"/>
    <w:rsid w:val="00E377D6"/>
    <w:rsid w:val="00E40707"/>
    <w:rsid w:val="00E430B2"/>
    <w:rsid w:val="00E446B9"/>
    <w:rsid w:val="00E4646F"/>
    <w:rsid w:val="00E46E7F"/>
    <w:rsid w:val="00E51A64"/>
    <w:rsid w:val="00E528B4"/>
    <w:rsid w:val="00E60CA4"/>
    <w:rsid w:val="00E620C4"/>
    <w:rsid w:val="00E652C5"/>
    <w:rsid w:val="00E65844"/>
    <w:rsid w:val="00E65FD4"/>
    <w:rsid w:val="00E66469"/>
    <w:rsid w:val="00E67090"/>
    <w:rsid w:val="00E6737D"/>
    <w:rsid w:val="00E71BF2"/>
    <w:rsid w:val="00E746B8"/>
    <w:rsid w:val="00E74C9A"/>
    <w:rsid w:val="00E7671A"/>
    <w:rsid w:val="00E76E1C"/>
    <w:rsid w:val="00E80C77"/>
    <w:rsid w:val="00E82B8E"/>
    <w:rsid w:val="00E83D74"/>
    <w:rsid w:val="00E848EA"/>
    <w:rsid w:val="00E94289"/>
    <w:rsid w:val="00E9575F"/>
    <w:rsid w:val="00E958E6"/>
    <w:rsid w:val="00E9650D"/>
    <w:rsid w:val="00EA2661"/>
    <w:rsid w:val="00EA41B7"/>
    <w:rsid w:val="00EB04CE"/>
    <w:rsid w:val="00EC0B89"/>
    <w:rsid w:val="00EC1406"/>
    <w:rsid w:val="00EC1E10"/>
    <w:rsid w:val="00EC1EDA"/>
    <w:rsid w:val="00EC2E5F"/>
    <w:rsid w:val="00EC406B"/>
    <w:rsid w:val="00EC4145"/>
    <w:rsid w:val="00EC555C"/>
    <w:rsid w:val="00EC55C1"/>
    <w:rsid w:val="00EC71C9"/>
    <w:rsid w:val="00EC71E7"/>
    <w:rsid w:val="00ED1865"/>
    <w:rsid w:val="00ED2394"/>
    <w:rsid w:val="00ED3B09"/>
    <w:rsid w:val="00ED4298"/>
    <w:rsid w:val="00ED7DD2"/>
    <w:rsid w:val="00EE0B27"/>
    <w:rsid w:val="00EE144F"/>
    <w:rsid w:val="00EE2717"/>
    <w:rsid w:val="00EE589A"/>
    <w:rsid w:val="00EE7050"/>
    <w:rsid w:val="00EE77EA"/>
    <w:rsid w:val="00EF282E"/>
    <w:rsid w:val="00EF3114"/>
    <w:rsid w:val="00EF3A41"/>
    <w:rsid w:val="00EF4377"/>
    <w:rsid w:val="00EF46FF"/>
    <w:rsid w:val="00EF49DD"/>
    <w:rsid w:val="00EF5342"/>
    <w:rsid w:val="00EF635A"/>
    <w:rsid w:val="00EF7FC1"/>
    <w:rsid w:val="00F00C84"/>
    <w:rsid w:val="00F03F87"/>
    <w:rsid w:val="00F06533"/>
    <w:rsid w:val="00F06563"/>
    <w:rsid w:val="00F077F4"/>
    <w:rsid w:val="00F1225E"/>
    <w:rsid w:val="00F12996"/>
    <w:rsid w:val="00F13761"/>
    <w:rsid w:val="00F21F24"/>
    <w:rsid w:val="00F24B3C"/>
    <w:rsid w:val="00F2609C"/>
    <w:rsid w:val="00F27950"/>
    <w:rsid w:val="00F27BB5"/>
    <w:rsid w:val="00F3162B"/>
    <w:rsid w:val="00F3185B"/>
    <w:rsid w:val="00F35821"/>
    <w:rsid w:val="00F377CE"/>
    <w:rsid w:val="00F42202"/>
    <w:rsid w:val="00F4397E"/>
    <w:rsid w:val="00F44816"/>
    <w:rsid w:val="00F4502A"/>
    <w:rsid w:val="00F4613E"/>
    <w:rsid w:val="00F46744"/>
    <w:rsid w:val="00F46BE9"/>
    <w:rsid w:val="00F47762"/>
    <w:rsid w:val="00F47C97"/>
    <w:rsid w:val="00F50291"/>
    <w:rsid w:val="00F50F83"/>
    <w:rsid w:val="00F513CC"/>
    <w:rsid w:val="00F53D71"/>
    <w:rsid w:val="00F56498"/>
    <w:rsid w:val="00F60654"/>
    <w:rsid w:val="00F61C80"/>
    <w:rsid w:val="00F627A8"/>
    <w:rsid w:val="00F67D3D"/>
    <w:rsid w:val="00F73840"/>
    <w:rsid w:val="00F7580C"/>
    <w:rsid w:val="00F763FB"/>
    <w:rsid w:val="00F76476"/>
    <w:rsid w:val="00F85B27"/>
    <w:rsid w:val="00F86E5D"/>
    <w:rsid w:val="00F900DF"/>
    <w:rsid w:val="00F905FE"/>
    <w:rsid w:val="00F9074E"/>
    <w:rsid w:val="00F9125E"/>
    <w:rsid w:val="00F943CA"/>
    <w:rsid w:val="00FA0F19"/>
    <w:rsid w:val="00FA15AD"/>
    <w:rsid w:val="00FA165F"/>
    <w:rsid w:val="00FA2E8A"/>
    <w:rsid w:val="00FA4F1E"/>
    <w:rsid w:val="00FA5C82"/>
    <w:rsid w:val="00FA7E04"/>
    <w:rsid w:val="00FB2CD3"/>
    <w:rsid w:val="00FB3746"/>
    <w:rsid w:val="00FB5C96"/>
    <w:rsid w:val="00FC0825"/>
    <w:rsid w:val="00FC0E5F"/>
    <w:rsid w:val="00FC1671"/>
    <w:rsid w:val="00FC4DA1"/>
    <w:rsid w:val="00FC4E6A"/>
    <w:rsid w:val="00FC724F"/>
    <w:rsid w:val="00FD01E7"/>
    <w:rsid w:val="00FD03CC"/>
    <w:rsid w:val="00FD49F9"/>
    <w:rsid w:val="00FD52A1"/>
    <w:rsid w:val="00FD5B02"/>
    <w:rsid w:val="00FD69B0"/>
    <w:rsid w:val="00FD7CA8"/>
    <w:rsid w:val="00FE2CC4"/>
    <w:rsid w:val="00FE470D"/>
    <w:rsid w:val="00FE546B"/>
    <w:rsid w:val="00FE5B36"/>
    <w:rsid w:val="00FE728D"/>
    <w:rsid w:val="00FE72B0"/>
    <w:rsid w:val="00FF33A7"/>
    <w:rsid w:val="00FF48F8"/>
    <w:rsid w:val="00FF624C"/>
    <w:rsid w:val="00FF66C0"/>
    <w:rsid w:val="00FF7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2CDC"/>
    <w:rPr>
      <w:bCs/>
      <w:iCs/>
      <w:sz w:val="28"/>
      <w:szCs w:val="28"/>
    </w:rPr>
  </w:style>
  <w:style w:type="paragraph" w:styleId="1">
    <w:name w:val="heading 1"/>
    <w:basedOn w:val="a"/>
    <w:next w:val="a"/>
    <w:qFormat/>
    <w:rsid w:val="00212CDC"/>
    <w:pPr>
      <w:keepNext/>
      <w:jc w:val="center"/>
      <w:outlineLvl w:val="0"/>
    </w:pPr>
    <w:rPr>
      <w:b/>
      <w:bCs w:val="0"/>
    </w:rPr>
  </w:style>
  <w:style w:type="paragraph" w:styleId="2">
    <w:name w:val="heading 2"/>
    <w:basedOn w:val="a"/>
    <w:next w:val="a"/>
    <w:qFormat/>
    <w:rsid w:val="00212CDC"/>
    <w:pPr>
      <w:keepNext/>
      <w:jc w:val="center"/>
      <w:outlineLvl w:val="1"/>
    </w:pPr>
    <w:rPr>
      <w:b/>
      <w:bCs w:val="0"/>
      <w:color w:val="000000"/>
      <w:spacing w:val="24"/>
    </w:rPr>
  </w:style>
  <w:style w:type="paragraph" w:styleId="3">
    <w:name w:val="heading 3"/>
    <w:basedOn w:val="a"/>
    <w:next w:val="a"/>
    <w:link w:val="30"/>
    <w:unhideWhenUsed/>
    <w:qFormat/>
    <w:rsid w:val="000378C5"/>
    <w:pPr>
      <w:keepNext/>
      <w:spacing w:before="240" w:after="60"/>
      <w:outlineLvl w:val="2"/>
    </w:pPr>
    <w:rPr>
      <w:rFonts w:ascii="Cambria" w:hAnsi="Cambria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05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113C6C"/>
    <w:rPr>
      <w:color w:val="0000FF"/>
      <w:u w:val="single"/>
    </w:rPr>
  </w:style>
  <w:style w:type="paragraph" w:styleId="a5">
    <w:name w:val="Title"/>
    <w:basedOn w:val="a"/>
    <w:qFormat/>
    <w:rsid w:val="006A7AC7"/>
    <w:pPr>
      <w:widowControl w:val="0"/>
      <w:shd w:val="clear" w:color="auto" w:fill="FFFFFF"/>
      <w:autoSpaceDE w:val="0"/>
      <w:autoSpaceDN w:val="0"/>
      <w:adjustRightInd w:val="0"/>
      <w:spacing w:line="326" w:lineRule="exact"/>
      <w:jc w:val="center"/>
    </w:pPr>
    <w:rPr>
      <w:b/>
      <w:iCs w:val="0"/>
      <w:color w:val="000000"/>
      <w:spacing w:val="-3"/>
    </w:rPr>
  </w:style>
  <w:style w:type="paragraph" w:styleId="a6">
    <w:name w:val="Balloon Text"/>
    <w:basedOn w:val="a"/>
    <w:semiHidden/>
    <w:rsid w:val="003A48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378C5"/>
    <w:rPr>
      <w:rFonts w:ascii="Cambria" w:eastAsia="Times New Roman" w:hAnsi="Cambria" w:cs="Times New Roman"/>
      <w:b/>
      <w:bCs/>
      <w:iCs/>
      <w:sz w:val="26"/>
      <w:szCs w:val="26"/>
    </w:rPr>
  </w:style>
  <w:style w:type="paragraph" w:styleId="a7">
    <w:name w:val="Plain Text"/>
    <w:basedOn w:val="a"/>
    <w:link w:val="a8"/>
    <w:rsid w:val="000378C5"/>
    <w:rPr>
      <w:rFonts w:ascii="Courier New" w:hAnsi="Courier New"/>
      <w:bCs w:val="0"/>
      <w:iCs w:val="0"/>
      <w:sz w:val="20"/>
      <w:szCs w:val="20"/>
    </w:rPr>
  </w:style>
  <w:style w:type="character" w:customStyle="1" w:styleId="a8">
    <w:name w:val="Текст Знак"/>
    <w:basedOn w:val="a0"/>
    <w:link w:val="a7"/>
    <w:rsid w:val="000378C5"/>
    <w:rPr>
      <w:rFonts w:ascii="Courier New" w:hAnsi="Courier New"/>
    </w:rPr>
  </w:style>
  <w:style w:type="paragraph" w:styleId="a9">
    <w:name w:val="header"/>
    <w:basedOn w:val="a"/>
    <w:link w:val="aa"/>
    <w:uiPriority w:val="99"/>
    <w:rsid w:val="004C4A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C4A7B"/>
    <w:rPr>
      <w:bCs/>
      <w:iCs/>
      <w:sz w:val="28"/>
      <w:szCs w:val="28"/>
    </w:rPr>
  </w:style>
  <w:style w:type="paragraph" w:styleId="ab">
    <w:name w:val="footer"/>
    <w:basedOn w:val="a"/>
    <w:link w:val="ac"/>
    <w:uiPriority w:val="99"/>
    <w:rsid w:val="004C4A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C4A7B"/>
    <w:rPr>
      <w:bCs/>
      <w:iCs/>
      <w:sz w:val="28"/>
      <w:szCs w:val="28"/>
    </w:rPr>
  </w:style>
  <w:style w:type="paragraph" w:styleId="ad">
    <w:name w:val="Body Text"/>
    <w:basedOn w:val="a"/>
    <w:link w:val="ae"/>
    <w:rsid w:val="00E4646F"/>
    <w:pPr>
      <w:jc w:val="both"/>
    </w:pPr>
    <w:rPr>
      <w:bCs w:val="0"/>
      <w:iCs w:val="0"/>
      <w:szCs w:val="20"/>
    </w:rPr>
  </w:style>
  <w:style w:type="character" w:customStyle="1" w:styleId="ae">
    <w:name w:val="Основной текст Знак"/>
    <w:basedOn w:val="a0"/>
    <w:link w:val="ad"/>
    <w:rsid w:val="00E4646F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43;&#1040;&#1042;\&#1064;&#1072;&#1073;&#1083;&#1086;&#1085;&#1099;\&#1056;&#1040;&#1057;&#1055;-&#1045;%20&#1059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8DA7C-3F12-4FAD-9E8C-C71C35C7D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РАСП-Е УО</Template>
  <TotalTime>46</TotalTime>
  <Pages>11</Pages>
  <Words>2865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19158</CharactersWithSpaces>
  <SharedDoc>false</SharedDoc>
  <HLinks>
    <vt:vector size="12" baseType="variant">
      <vt:variant>
        <vt:i4>6291564</vt:i4>
      </vt:variant>
      <vt:variant>
        <vt:i4>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noskovaanse</dc:creator>
  <cp:keywords/>
  <dc:description/>
  <cp:lastModifiedBy>mash122</cp:lastModifiedBy>
  <cp:revision>5</cp:revision>
  <cp:lastPrinted>2014-02-12T03:42:00Z</cp:lastPrinted>
  <dcterms:created xsi:type="dcterms:W3CDTF">2014-02-11T10:13:00Z</dcterms:created>
  <dcterms:modified xsi:type="dcterms:W3CDTF">2014-02-12T03:42:00Z</dcterms:modified>
</cp:coreProperties>
</file>